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7F17A7E6" w:rsidR="003254A3" w:rsidRPr="000719BB" w:rsidRDefault="00BD76C3" w:rsidP="006C2343">
      <w:pPr>
        <w:pStyle w:val="Titul2"/>
      </w:pPr>
      <w:r w:rsidRPr="000C6ECB">
        <w:t xml:space="preserve">Příloha č. </w:t>
      </w:r>
      <w:r w:rsidR="000C6ECB" w:rsidRPr="000C6ECB">
        <w:t>6</w:t>
      </w:r>
      <w:r w:rsidRPr="000C6EC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2891A505" w:rsidR="00BF54FE" w:rsidRPr="00D61BB3" w:rsidRDefault="00251CE3" w:rsidP="006C2343">
          <w:pPr>
            <w:pStyle w:val="Tituldatum"/>
            <w:rPr>
              <w:rStyle w:val="Nzevakce"/>
            </w:rPr>
          </w:pPr>
          <w:r w:rsidRPr="00251CE3">
            <w:rPr>
              <w:rStyle w:val="Nzevakce"/>
            </w:rPr>
            <w:t>„Údržba, opravy a odstraňování závad u SPS v obvodu OŘ Ostrava rok 2024 - provozní pozemní objekty“</w:t>
          </w:r>
        </w:p>
      </w:sdtContent>
    </w:sdt>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8E9BEA1" w:rsidR="00826B7B" w:rsidRPr="006C2343" w:rsidRDefault="006C2343" w:rsidP="006C2343">
      <w:pPr>
        <w:pStyle w:val="Tituldatum"/>
      </w:pPr>
      <w:r w:rsidRPr="006C2343">
        <w:t xml:space="preserve">Datum vydání: </w:t>
      </w:r>
      <w:r w:rsidRPr="006C2343">
        <w:tab/>
      </w:r>
      <w:r w:rsidR="00710D2D">
        <w:t>23</w:t>
      </w:r>
      <w:r w:rsidR="00251CE3" w:rsidRPr="00251CE3">
        <w:t>.</w:t>
      </w:r>
      <w:r w:rsidR="00A861B4">
        <w:t xml:space="preserve"> </w:t>
      </w:r>
      <w:r w:rsidR="00251CE3" w:rsidRPr="00251CE3">
        <w:t>11.</w:t>
      </w:r>
      <w:r w:rsidR="00A861B4">
        <w:t xml:space="preserve"> </w:t>
      </w:r>
      <w:r w:rsidR="00251CE3" w:rsidRPr="00251CE3">
        <w:t>2023</w:t>
      </w:r>
      <w:r w:rsidR="0076790E">
        <w:t xml:space="preserve"> </w:t>
      </w:r>
    </w:p>
    <w:p w14:paraId="377EE8BF" w14:textId="77777777" w:rsidR="0002642A" w:rsidRDefault="0002642A" w:rsidP="0002642A">
      <w:pPr>
        <w:pStyle w:val="ZTPinfo-text"/>
        <w:rPr>
          <w:b/>
        </w:rPr>
      </w:pPr>
    </w:p>
    <w:p w14:paraId="3DC992D0" w14:textId="77777777" w:rsidR="0002642A" w:rsidRDefault="0002642A" w:rsidP="0002642A">
      <w:pPr>
        <w:pStyle w:val="ZTPinfo-text"/>
        <w:rPr>
          <w:b/>
        </w:rPr>
      </w:pPr>
    </w:p>
    <w:p w14:paraId="12EDD888" w14:textId="77777777" w:rsidR="0002642A" w:rsidRDefault="0002642A" w:rsidP="0002642A">
      <w:pPr>
        <w:pStyle w:val="ZTPinfo-text"/>
        <w:rPr>
          <w:b/>
        </w:rPr>
      </w:pPr>
      <w:bookmarkStart w:id="0" w:name="_GoBack"/>
      <w:bookmarkEnd w:id="0"/>
    </w:p>
    <w:p w14:paraId="383AD8B3" w14:textId="77777777" w:rsidR="0002642A" w:rsidRDefault="0002642A" w:rsidP="0002642A">
      <w:pPr>
        <w:pStyle w:val="ZTPinfo-text"/>
        <w:rPr>
          <w:b/>
        </w:rPr>
      </w:pPr>
    </w:p>
    <w:p w14:paraId="5E5F5741" w14:textId="77777777" w:rsidR="0002642A" w:rsidRDefault="0002642A" w:rsidP="0002642A">
      <w:pPr>
        <w:pStyle w:val="ZTPinfo-text"/>
        <w:rPr>
          <w:b/>
        </w:rPr>
      </w:pPr>
    </w:p>
    <w:p w14:paraId="00F27DB9" w14:textId="77777777" w:rsidR="0002642A" w:rsidRDefault="0002642A" w:rsidP="0002642A">
      <w:pPr>
        <w:pStyle w:val="ZTPinfo-text"/>
        <w:rPr>
          <w:b/>
        </w:rPr>
      </w:pPr>
    </w:p>
    <w:p w14:paraId="48629ED3" w14:textId="77777777" w:rsidR="00BD7E91" w:rsidRDefault="00BD7E91" w:rsidP="00B101FD">
      <w:pPr>
        <w:pStyle w:val="Nadpisbezsl1-1"/>
      </w:pPr>
      <w:r>
        <w:t>Obsah</w:t>
      </w:r>
      <w:r w:rsidR="00887F36">
        <w:t xml:space="preserve"> </w:t>
      </w:r>
    </w:p>
    <w:p w14:paraId="25EFC5A7" w14:textId="0C04DACD" w:rsidR="000C6ECB"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2587963" w:history="1">
        <w:r w:rsidR="000C6ECB" w:rsidRPr="001148AF">
          <w:rPr>
            <w:rStyle w:val="Hypertextovodkaz"/>
          </w:rPr>
          <w:t>SEZNAM ZKRATEK</w:t>
        </w:r>
        <w:r w:rsidR="000C6ECB">
          <w:rPr>
            <w:noProof/>
            <w:webHidden/>
          </w:rPr>
          <w:tab/>
        </w:r>
        <w:r w:rsidR="000C6ECB">
          <w:rPr>
            <w:noProof/>
            <w:webHidden/>
          </w:rPr>
          <w:fldChar w:fldCharType="begin"/>
        </w:r>
        <w:r w:rsidR="000C6ECB">
          <w:rPr>
            <w:noProof/>
            <w:webHidden/>
          </w:rPr>
          <w:instrText xml:space="preserve"> PAGEREF _Toc152587963 \h </w:instrText>
        </w:r>
        <w:r w:rsidR="000C6ECB">
          <w:rPr>
            <w:noProof/>
            <w:webHidden/>
          </w:rPr>
        </w:r>
        <w:r w:rsidR="000C6ECB">
          <w:rPr>
            <w:noProof/>
            <w:webHidden/>
          </w:rPr>
          <w:fldChar w:fldCharType="separate"/>
        </w:r>
        <w:r w:rsidR="000C6ECB">
          <w:rPr>
            <w:noProof/>
            <w:webHidden/>
          </w:rPr>
          <w:t>2</w:t>
        </w:r>
        <w:r w:rsidR="000C6ECB">
          <w:rPr>
            <w:noProof/>
            <w:webHidden/>
          </w:rPr>
          <w:fldChar w:fldCharType="end"/>
        </w:r>
      </w:hyperlink>
    </w:p>
    <w:p w14:paraId="7A7E69B6" w14:textId="1BD9B307" w:rsidR="000C6ECB" w:rsidRDefault="00710D2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64" w:history="1">
        <w:r w:rsidR="000C6ECB" w:rsidRPr="001148AF">
          <w:rPr>
            <w:rStyle w:val="Hypertextovodkaz"/>
          </w:rPr>
          <w:t>Pojmy a definice</w:t>
        </w:r>
        <w:r w:rsidR="000C6ECB">
          <w:rPr>
            <w:noProof/>
            <w:webHidden/>
          </w:rPr>
          <w:tab/>
        </w:r>
        <w:r w:rsidR="000C6ECB">
          <w:rPr>
            <w:noProof/>
            <w:webHidden/>
          </w:rPr>
          <w:fldChar w:fldCharType="begin"/>
        </w:r>
        <w:r w:rsidR="000C6ECB">
          <w:rPr>
            <w:noProof/>
            <w:webHidden/>
          </w:rPr>
          <w:instrText xml:space="preserve"> PAGEREF _Toc152587964 \h </w:instrText>
        </w:r>
        <w:r w:rsidR="000C6ECB">
          <w:rPr>
            <w:noProof/>
            <w:webHidden/>
          </w:rPr>
        </w:r>
        <w:r w:rsidR="000C6ECB">
          <w:rPr>
            <w:noProof/>
            <w:webHidden/>
          </w:rPr>
          <w:fldChar w:fldCharType="separate"/>
        </w:r>
        <w:r w:rsidR="000C6ECB">
          <w:rPr>
            <w:noProof/>
            <w:webHidden/>
          </w:rPr>
          <w:t>2</w:t>
        </w:r>
        <w:r w:rsidR="000C6ECB">
          <w:rPr>
            <w:noProof/>
            <w:webHidden/>
          </w:rPr>
          <w:fldChar w:fldCharType="end"/>
        </w:r>
      </w:hyperlink>
    </w:p>
    <w:p w14:paraId="5EAA6759" w14:textId="7E05D48D" w:rsidR="000C6ECB" w:rsidRDefault="00710D2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65" w:history="1">
        <w:r w:rsidR="000C6ECB" w:rsidRPr="001148AF">
          <w:rPr>
            <w:rStyle w:val="Hypertextovodkaz"/>
          </w:rPr>
          <w:t>1.</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SPECIFIKACE PŘEDMĚTU DÍLA</w:t>
        </w:r>
        <w:r w:rsidR="000C6ECB">
          <w:rPr>
            <w:noProof/>
            <w:webHidden/>
          </w:rPr>
          <w:tab/>
        </w:r>
        <w:r w:rsidR="000C6ECB">
          <w:rPr>
            <w:noProof/>
            <w:webHidden/>
          </w:rPr>
          <w:fldChar w:fldCharType="begin"/>
        </w:r>
        <w:r w:rsidR="000C6ECB">
          <w:rPr>
            <w:noProof/>
            <w:webHidden/>
          </w:rPr>
          <w:instrText xml:space="preserve"> PAGEREF _Toc152587965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4A4BA177" w14:textId="0FF02628"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66" w:history="1">
        <w:r w:rsidR="000C6ECB" w:rsidRPr="001148AF">
          <w:rPr>
            <w:rStyle w:val="Hypertextovodkaz"/>
            <w:rFonts w:asciiTheme="majorHAnsi" w:hAnsiTheme="majorHAnsi"/>
          </w:rPr>
          <w:t>1.1</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Účel a rozsah předmětu Díla</w:t>
        </w:r>
        <w:r w:rsidR="000C6ECB">
          <w:rPr>
            <w:noProof/>
            <w:webHidden/>
          </w:rPr>
          <w:tab/>
        </w:r>
        <w:r w:rsidR="000C6ECB">
          <w:rPr>
            <w:noProof/>
            <w:webHidden/>
          </w:rPr>
          <w:fldChar w:fldCharType="begin"/>
        </w:r>
        <w:r w:rsidR="000C6ECB">
          <w:rPr>
            <w:noProof/>
            <w:webHidden/>
          </w:rPr>
          <w:instrText xml:space="preserve"> PAGEREF _Toc152587966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527E2DCB" w14:textId="3A3783B5"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67" w:history="1">
        <w:r w:rsidR="000C6ECB" w:rsidRPr="001148AF">
          <w:rPr>
            <w:rStyle w:val="Hypertextovodkaz"/>
            <w:rFonts w:asciiTheme="majorHAnsi" w:hAnsiTheme="majorHAnsi"/>
          </w:rPr>
          <w:t>1.2</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Umístění stavby</w:t>
        </w:r>
        <w:r w:rsidR="000C6ECB">
          <w:rPr>
            <w:noProof/>
            <w:webHidden/>
          </w:rPr>
          <w:tab/>
        </w:r>
        <w:r w:rsidR="000C6ECB">
          <w:rPr>
            <w:noProof/>
            <w:webHidden/>
          </w:rPr>
          <w:fldChar w:fldCharType="begin"/>
        </w:r>
        <w:r w:rsidR="000C6ECB">
          <w:rPr>
            <w:noProof/>
            <w:webHidden/>
          </w:rPr>
          <w:instrText xml:space="preserve"> PAGEREF _Toc152587967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4DAF9D3C" w14:textId="194BBF7F" w:rsidR="000C6ECB" w:rsidRDefault="00710D2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68" w:history="1">
        <w:r w:rsidR="000C6ECB" w:rsidRPr="001148AF">
          <w:rPr>
            <w:rStyle w:val="Hypertextovodkaz"/>
          </w:rPr>
          <w:t>2.</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PŘEHLED VÝCHOZÍCH PODKLADŮ</w:t>
        </w:r>
        <w:r w:rsidR="000C6ECB">
          <w:rPr>
            <w:noProof/>
            <w:webHidden/>
          </w:rPr>
          <w:tab/>
        </w:r>
        <w:r w:rsidR="000C6ECB">
          <w:rPr>
            <w:noProof/>
            <w:webHidden/>
          </w:rPr>
          <w:fldChar w:fldCharType="begin"/>
        </w:r>
        <w:r w:rsidR="000C6ECB">
          <w:rPr>
            <w:noProof/>
            <w:webHidden/>
          </w:rPr>
          <w:instrText xml:space="preserve"> PAGEREF _Toc152587968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652FF47D" w14:textId="59BCE1F4"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69" w:history="1">
        <w:r w:rsidR="000C6ECB" w:rsidRPr="001148AF">
          <w:rPr>
            <w:rStyle w:val="Hypertextovodkaz"/>
            <w:rFonts w:asciiTheme="majorHAnsi" w:hAnsiTheme="majorHAnsi"/>
          </w:rPr>
          <w:t>2.1</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Projektová dokumentace</w:t>
        </w:r>
        <w:r w:rsidR="000C6ECB">
          <w:rPr>
            <w:noProof/>
            <w:webHidden/>
          </w:rPr>
          <w:tab/>
        </w:r>
        <w:r w:rsidR="000C6ECB">
          <w:rPr>
            <w:noProof/>
            <w:webHidden/>
          </w:rPr>
          <w:fldChar w:fldCharType="begin"/>
        </w:r>
        <w:r w:rsidR="000C6ECB">
          <w:rPr>
            <w:noProof/>
            <w:webHidden/>
          </w:rPr>
          <w:instrText xml:space="preserve"> PAGEREF _Toc152587969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7BC35C9D" w14:textId="1D98D466"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70" w:history="1">
        <w:r w:rsidR="000C6ECB" w:rsidRPr="001148AF">
          <w:rPr>
            <w:rStyle w:val="Hypertextovodkaz"/>
            <w:rFonts w:asciiTheme="majorHAnsi" w:hAnsiTheme="majorHAnsi"/>
          </w:rPr>
          <w:t>2.2</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Související dokumentace</w:t>
        </w:r>
        <w:r w:rsidR="000C6ECB">
          <w:rPr>
            <w:noProof/>
            <w:webHidden/>
          </w:rPr>
          <w:tab/>
        </w:r>
        <w:r w:rsidR="000C6ECB">
          <w:rPr>
            <w:noProof/>
            <w:webHidden/>
          </w:rPr>
          <w:fldChar w:fldCharType="begin"/>
        </w:r>
        <w:r w:rsidR="000C6ECB">
          <w:rPr>
            <w:noProof/>
            <w:webHidden/>
          </w:rPr>
          <w:instrText xml:space="preserve"> PAGEREF _Toc152587970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10C4E0E2" w14:textId="5F9C0F4E" w:rsidR="000C6ECB" w:rsidRDefault="00710D2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71" w:history="1">
        <w:r w:rsidR="000C6ECB" w:rsidRPr="001148AF">
          <w:rPr>
            <w:rStyle w:val="Hypertextovodkaz"/>
          </w:rPr>
          <w:t>3.</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KOORDINACE S JINÝMI STAVBAMI</w:t>
        </w:r>
        <w:r w:rsidR="000C6ECB">
          <w:rPr>
            <w:noProof/>
            <w:webHidden/>
          </w:rPr>
          <w:tab/>
        </w:r>
        <w:r w:rsidR="000C6ECB">
          <w:rPr>
            <w:noProof/>
            <w:webHidden/>
          </w:rPr>
          <w:fldChar w:fldCharType="begin"/>
        </w:r>
        <w:r w:rsidR="000C6ECB">
          <w:rPr>
            <w:noProof/>
            <w:webHidden/>
          </w:rPr>
          <w:instrText xml:space="preserve"> PAGEREF _Toc152587971 \h </w:instrText>
        </w:r>
        <w:r w:rsidR="000C6ECB">
          <w:rPr>
            <w:noProof/>
            <w:webHidden/>
          </w:rPr>
        </w:r>
        <w:r w:rsidR="000C6ECB">
          <w:rPr>
            <w:noProof/>
            <w:webHidden/>
          </w:rPr>
          <w:fldChar w:fldCharType="separate"/>
        </w:r>
        <w:r w:rsidR="000C6ECB">
          <w:rPr>
            <w:noProof/>
            <w:webHidden/>
          </w:rPr>
          <w:t>4</w:t>
        </w:r>
        <w:r w:rsidR="000C6ECB">
          <w:rPr>
            <w:noProof/>
            <w:webHidden/>
          </w:rPr>
          <w:fldChar w:fldCharType="end"/>
        </w:r>
      </w:hyperlink>
    </w:p>
    <w:p w14:paraId="6BF3FCAA" w14:textId="0C9A4F5E" w:rsidR="000C6ECB" w:rsidRDefault="00710D2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72" w:history="1">
        <w:r w:rsidR="000C6ECB" w:rsidRPr="001148AF">
          <w:rPr>
            <w:rStyle w:val="Hypertextovodkaz"/>
          </w:rPr>
          <w:t>4.</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Zvláštní TECHNICKÉ podmímky a požadavky na PROVEDENÍ DÍLA</w:t>
        </w:r>
        <w:r w:rsidR="000C6ECB">
          <w:rPr>
            <w:noProof/>
            <w:webHidden/>
          </w:rPr>
          <w:tab/>
        </w:r>
        <w:r w:rsidR="000C6ECB">
          <w:rPr>
            <w:noProof/>
            <w:webHidden/>
          </w:rPr>
          <w:fldChar w:fldCharType="begin"/>
        </w:r>
        <w:r w:rsidR="000C6ECB">
          <w:rPr>
            <w:noProof/>
            <w:webHidden/>
          </w:rPr>
          <w:instrText xml:space="preserve"> PAGEREF _Toc152587972 \h </w:instrText>
        </w:r>
        <w:r w:rsidR="000C6ECB">
          <w:rPr>
            <w:noProof/>
            <w:webHidden/>
          </w:rPr>
        </w:r>
        <w:r w:rsidR="000C6ECB">
          <w:rPr>
            <w:noProof/>
            <w:webHidden/>
          </w:rPr>
          <w:fldChar w:fldCharType="separate"/>
        </w:r>
        <w:r w:rsidR="000C6ECB">
          <w:rPr>
            <w:noProof/>
            <w:webHidden/>
          </w:rPr>
          <w:t>5</w:t>
        </w:r>
        <w:r w:rsidR="000C6ECB">
          <w:rPr>
            <w:noProof/>
            <w:webHidden/>
          </w:rPr>
          <w:fldChar w:fldCharType="end"/>
        </w:r>
      </w:hyperlink>
    </w:p>
    <w:p w14:paraId="0A30F94D" w14:textId="372BAD73"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73" w:history="1">
        <w:r w:rsidR="000C6ECB" w:rsidRPr="001148AF">
          <w:rPr>
            <w:rStyle w:val="Hypertextovodkaz"/>
            <w:rFonts w:asciiTheme="majorHAnsi" w:hAnsiTheme="majorHAnsi"/>
          </w:rPr>
          <w:t>4.1</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Všeobecně</w:t>
        </w:r>
        <w:r w:rsidR="000C6ECB">
          <w:rPr>
            <w:noProof/>
            <w:webHidden/>
          </w:rPr>
          <w:tab/>
        </w:r>
        <w:r w:rsidR="000C6ECB">
          <w:rPr>
            <w:noProof/>
            <w:webHidden/>
          </w:rPr>
          <w:fldChar w:fldCharType="begin"/>
        </w:r>
        <w:r w:rsidR="000C6ECB">
          <w:rPr>
            <w:noProof/>
            <w:webHidden/>
          </w:rPr>
          <w:instrText xml:space="preserve"> PAGEREF _Toc152587973 \h </w:instrText>
        </w:r>
        <w:r w:rsidR="000C6ECB">
          <w:rPr>
            <w:noProof/>
            <w:webHidden/>
          </w:rPr>
        </w:r>
        <w:r w:rsidR="000C6ECB">
          <w:rPr>
            <w:noProof/>
            <w:webHidden/>
          </w:rPr>
          <w:fldChar w:fldCharType="separate"/>
        </w:r>
        <w:r w:rsidR="000C6ECB">
          <w:rPr>
            <w:noProof/>
            <w:webHidden/>
          </w:rPr>
          <w:t>5</w:t>
        </w:r>
        <w:r w:rsidR="000C6ECB">
          <w:rPr>
            <w:noProof/>
            <w:webHidden/>
          </w:rPr>
          <w:fldChar w:fldCharType="end"/>
        </w:r>
      </w:hyperlink>
    </w:p>
    <w:p w14:paraId="13D8B60C" w14:textId="4991DA8B"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74" w:history="1">
        <w:r w:rsidR="000C6ECB" w:rsidRPr="001148AF">
          <w:rPr>
            <w:rStyle w:val="Hypertextovodkaz"/>
            <w:rFonts w:asciiTheme="majorHAnsi" w:hAnsiTheme="majorHAnsi"/>
          </w:rPr>
          <w:t>4.2</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Zeměměřická činnost zhotovitele</w:t>
        </w:r>
        <w:r w:rsidR="000C6ECB">
          <w:rPr>
            <w:noProof/>
            <w:webHidden/>
          </w:rPr>
          <w:tab/>
        </w:r>
        <w:r w:rsidR="000C6ECB">
          <w:rPr>
            <w:noProof/>
            <w:webHidden/>
          </w:rPr>
          <w:fldChar w:fldCharType="begin"/>
        </w:r>
        <w:r w:rsidR="000C6ECB">
          <w:rPr>
            <w:noProof/>
            <w:webHidden/>
          </w:rPr>
          <w:instrText xml:space="preserve"> PAGEREF _Toc152587974 \h </w:instrText>
        </w:r>
        <w:r w:rsidR="000C6ECB">
          <w:rPr>
            <w:noProof/>
            <w:webHidden/>
          </w:rPr>
        </w:r>
        <w:r w:rsidR="000C6ECB">
          <w:rPr>
            <w:noProof/>
            <w:webHidden/>
          </w:rPr>
          <w:fldChar w:fldCharType="separate"/>
        </w:r>
        <w:r w:rsidR="000C6ECB">
          <w:rPr>
            <w:noProof/>
            <w:webHidden/>
          </w:rPr>
          <w:t>12</w:t>
        </w:r>
        <w:r w:rsidR="000C6ECB">
          <w:rPr>
            <w:noProof/>
            <w:webHidden/>
          </w:rPr>
          <w:fldChar w:fldCharType="end"/>
        </w:r>
      </w:hyperlink>
    </w:p>
    <w:p w14:paraId="7BCCB13D" w14:textId="35D4E9D5"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75" w:history="1">
        <w:r w:rsidR="000C6ECB" w:rsidRPr="001148AF">
          <w:rPr>
            <w:rStyle w:val="Hypertextovodkaz"/>
            <w:rFonts w:asciiTheme="majorHAnsi" w:hAnsiTheme="majorHAnsi"/>
          </w:rPr>
          <w:t>4.3</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Doklady předkládané zhotovitelem</w:t>
        </w:r>
        <w:r w:rsidR="000C6ECB">
          <w:rPr>
            <w:noProof/>
            <w:webHidden/>
          </w:rPr>
          <w:tab/>
        </w:r>
        <w:r w:rsidR="000C6ECB">
          <w:rPr>
            <w:noProof/>
            <w:webHidden/>
          </w:rPr>
          <w:fldChar w:fldCharType="begin"/>
        </w:r>
        <w:r w:rsidR="000C6ECB">
          <w:rPr>
            <w:noProof/>
            <w:webHidden/>
          </w:rPr>
          <w:instrText xml:space="preserve"> PAGEREF _Toc152587975 \h </w:instrText>
        </w:r>
        <w:r w:rsidR="000C6ECB">
          <w:rPr>
            <w:noProof/>
            <w:webHidden/>
          </w:rPr>
        </w:r>
        <w:r w:rsidR="000C6ECB">
          <w:rPr>
            <w:noProof/>
            <w:webHidden/>
          </w:rPr>
          <w:fldChar w:fldCharType="separate"/>
        </w:r>
        <w:r w:rsidR="000C6ECB">
          <w:rPr>
            <w:noProof/>
            <w:webHidden/>
          </w:rPr>
          <w:t>13</w:t>
        </w:r>
        <w:r w:rsidR="000C6ECB">
          <w:rPr>
            <w:noProof/>
            <w:webHidden/>
          </w:rPr>
          <w:fldChar w:fldCharType="end"/>
        </w:r>
      </w:hyperlink>
    </w:p>
    <w:p w14:paraId="76B86AEA" w14:textId="261D4E69"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76" w:history="1">
        <w:r w:rsidR="000C6ECB" w:rsidRPr="001148AF">
          <w:rPr>
            <w:rStyle w:val="Hypertextovodkaz"/>
            <w:rFonts w:asciiTheme="majorHAnsi" w:hAnsiTheme="majorHAnsi"/>
          </w:rPr>
          <w:t>4.4</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Dokumentace zhotovitele pro stavbu</w:t>
        </w:r>
        <w:r w:rsidR="000C6ECB">
          <w:rPr>
            <w:noProof/>
            <w:webHidden/>
          </w:rPr>
          <w:tab/>
        </w:r>
        <w:r w:rsidR="000C6ECB">
          <w:rPr>
            <w:noProof/>
            <w:webHidden/>
          </w:rPr>
          <w:fldChar w:fldCharType="begin"/>
        </w:r>
        <w:r w:rsidR="000C6ECB">
          <w:rPr>
            <w:noProof/>
            <w:webHidden/>
          </w:rPr>
          <w:instrText xml:space="preserve"> PAGEREF _Toc152587976 \h </w:instrText>
        </w:r>
        <w:r w:rsidR="000C6ECB">
          <w:rPr>
            <w:noProof/>
            <w:webHidden/>
          </w:rPr>
        </w:r>
        <w:r w:rsidR="000C6ECB">
          <w:rPr>
            <w:noProof/>
            <w:webHidden/>
          </w:rPr>
          <w:fldChar w:fldCharType="separate"/>
        </w:r>
        <w:r w:rsidR="000C6ECB">
          <w:rPr>
            <w:noProof/>
            <w:webHidden/>
          </w:rPr>
          <w:t>14</w:t>
        </w:r>
        <w:r w:rsidR="000C6ECB">
          <w:rPr>
            <w:noProof/>
            <w:webHidden/>
          </w:rPr>
          <w:fldChar w:fldCharType="end"/>
        </w:r>
      </w:hyperlink>
    </w:p>
    <w:p w14:paraId="1BEA99A8" w14:textId="242C2E93"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77" w:history="1">
        <w:r w:rsidR="000C6ECB" w:rsidRPr="001148AF">
          <w:rPr>
            <w:rStyle w:val="Hypertextovodkaz"/>
            <w:rFonts w:asciiTheme="majorHAnsi" w:hAnsiTheme="majorHAnsi"/>
          </w:rPr>
          <w:t>4.5</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Dokumentace skutečného provedení stavby</w:t>
        </w:r>
        <w:r w:rsidR="000C6ECB">
          <w:rPr>
            <w:noProof/>
            <w:webHidden/>
          </w:rPr>
          <w:tab/>
        </w:r>
        <w:r w:rsidR="000C6ECB">
          <w:rPr>
            <w:noProof/>
            <w:webHidden/>
          </w:rPr>
          <w:fldChar w:fldCharType="begin"/>
        </w:r>
        <w:r w:rsidR="000C6ECB">
          <w:rPr>
            <w:noProof/>
            <w:webHidden/>
          </w:rPr>
          <w:instrText xml:space="preserve"> PAGEREF _Toc152587977 \h </w:instrText>
        </w:r>
        <w:r w:rsidR="000C6ECB">
          <w:rPr>
            <w:noProof/>
            <w:webHidden/>
          </w:rPr>
        </w:r>
        <w:r w:rsidR="000C6ECB">
          <w:rPr>
            <w:noProof/>
            <w:webHidden/>
          </w:rPr>
          <w:fldChar w:fldCharType="separate"/>
        </w:r>
        <w:r w:rsidR="000C6ECB">
          <w:rPr>
            <w:noProof/>
            <w:webHidden/>
          </w:rPr>
          <w:t>14</w:t>
        </w:r>
        <w:r w:rsidR="000C6ECB">
          <w:rPr>
            <w:noProof/>
            <w:webHidden/>
          </w:rPr>
          <w:fldChar w:fldCharType="end"/>
        </w:r>
      </w:hyperlink>
    </w:p>
    <w:p w14:paraId="1215853F" w14:textId="513EA799"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78" w:history="1">
        <w:r w:rsidR="000C6ECB" w:rsidRPr="001148AF">
          <w:rPr>
            <w:rStyle w:val="Hypertextovodkaz"/>
            <w:rFonts w:asciiTheme="majorHAnsi" w:hAnsiTheme="majorHAnsi"/>
          </w:rPr>
          <w:t>4.6</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Životní prostředí</w:t>
        </w:r>
        <w:r w:rsidR="000C6ECB">
          <w:rPr>
            <w:noProof/>
            <w:webHidden/>
          </w:rPr>
          <w:tab/>
        </w:r>
        <w:r w:rsidR="000C6ECB">
          <w:rPr>
            <w:noProof/>
            <w:webHidden/>
          </w:rPr>
          <w:fldChar w:fldCharType="begin"/>
        </w:r>
        <w:r w:rsidR="000C6ECB">
          <w:rPr>
            <w:noProof/>
            <w:webHidden/>
          </w:rPr>
          <w:instrText xml:space="preserve"> PAGEREF _Toc152587978 \h </w:instrText>
        </w:r>
        <w:r w:rsidR="000C6ECB">
          <w:rPr>
            <w:noProof/>
            <w:webHidden/>
          </w:rPr>
        </w:r>
        <w:r w:rsidR="000C6ECB">
          <w:rPr>
            <w:noProof/>
            <w:webHidden/>
          </w:rPr>
          <w:fldChar w:fldCharType="separate"/>
        </w:r>
        <w:r w:rsidR="000C6ECB">
          <w:rPr>
            <w:noProof/>
            <w:webHidden/>
          </w:rPr>
          <w:t>15</w:t>
        </w:r>
        <w:r w:rsidR="000C6ECB">
          <w:rPr>
            <w:noProof/>
            <w:webHidden/>
          </w:rPr>
          <w:fldChar w:fldCharType="end"/>
        </w:r>
      </w:hyperlink>
    </w:p>
    <w:p w14:paraId="5EA572BD" w14:textId="2D973DD7" w:rsidR="000C6ECB" w:rsidRDefault="00710D2D">
      <w:pPr>
        <w:pStyle w:val="Obsah2"/>
        <w:rPr>
          <w:rFonts w:asciiTheme="minorHAnsi" w:eastAsiaTheme="minorEastAsia" w:hAnsiTheme="minorHAnsi"/>
          <w:noProof/>
          <w:spacing w:val="0"/>
          <w:kern w:val="2"/>
          <w:sz w:val="22"/>
          <w:szCs w:val="22"/>
          <w:lang w:eastAsia="cs-CZ"/>
          <w14:ligatures w14:val="standardContextual"/>
        </w:rPr>
      </w:pPr>
      <w:hyperlink w:anchor="_Toc152587979" w:history="1">
        <w:r w:rsidR="000C6ECB" w:rsidRPr="001148AF">
          <w:rPr>
            <w:rStyle w:val="Hypertextovodkaz"/>
            <w:rFonts w:asciiTheme="majorHAnsi" w:hAnsiTheme="majorHAnsi"/>
          </w:rPr>
          <w:t>4.7</w:t>
        </w:r>
        <w:r w:rsidR="000C6ECB">
          <w:rPr>
            <w:rFonts w:asciiTheme="minorHAnsi" w:eastAsiaTheme="minorEastAsia" w:hAnsiTheme="minorHAnsi"/>
            <w:noProof/>
            <w:spacing w:val="0"/>
            <w:kern w:val="2"/>
            <w:sz w:val="22"/>
            <w:szCs w:val="22"/>
            <w:lang w:eastAsia="cs-CZ"/>
            <w14:ligatures w14:val="standardContextual"/>
          </w:rPr>
          <w:tab/>
        </w:r>
        <w:r w:rsidR="000C6ECB" w:rsidRPr="001148AF">
          <w:rPr>
            <w:rStyle w:val="Hypertextovodkaz"/>
          </w:rPr>
          <w:t>Materiál dodávaný objednatelem (mimo CNM)</w:t>
        </w:r>
        <w:r w:rsidR="000C6ECB">
          <w:rPr>
            <w:noProof/>
            <w:webHidden/>
          </w:rPr>
          <w:tab/>
        </w:r>
        <w:r w:rsidR="000C6ECB">
          <w:rPr>
            <w:noProof/>
            <w:webHidden/>
          </w:rPr>
          <w:fldChar w:fldCharType="begin"/>
        </w:r>
        <w:r w:rsidR="000C6ECB">
          <w:rPr>
            <w:noProof/>
            <w:webHidden/>
          </w:rPr>
          <w:instrText xml:space="preserve"> PAGEREF _Toc152587979 \h </w:instrText>
        </w:r>
        <w:r w:rsidR="000C6ECB">
          <w:rPr>
            <w:noProof/>
            <w:webHidden/>
          </w:rPr>
        </w:r>
        <w:r w:rsidR="000C6ECB">
          <w:rPr>
            <w:noProof/>
            <w:webHidden/>
          </w:rPr>
          <w:fldChar w:fldCharType="separate"/>
        </w:r>
        <w:r w:rsidR="000C6ECB">
          <w:rPr>
            <w:noProof/>
            <w:webHidden/>
          </w:rPr>
          <w:t>17</w:t>
        </w:r>
        <w:r w:rsidR="000C6ECB">
          <w:rPr>
            <w:noProof/>
            <w:webHidden/>
          </w:rPr>
          <w:fldChar w:fldCharType="end"/>
        </w:r>
      </w:hyperlink>
    </w:p>
    <w:p w14:paraId="0C2FA6FD" w14:textId="1DA20A83" w:rsidR="000C6ECB" w:rsidRDefault="00710D2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80" w:history="1">
        <w:r w:rsidR="000C6ECB" w:rsidRPr="001148AF">
          <w:rPr>
            <w:rStyle w:val="Hypertextovodkaz"/>
          </w:rPr>
          <w:t>5.</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ORGANIZACE VÝSTAVBY, VÝLUKY</w:t>
        </w:r>
        <w:r w:rsidR="000C6ECB">
          <w:rPr>
            <w:noProof/>
            <w:webHidden/>
          </w:rPr>
          <w:tab/>
        </w:r>
        <w:r w:rsidR="000C6ECB">
          <w:rPr>
            <w:noProof/>
            <w:webHidden/>
          </w:rPr>
          <w:fldChar w:fldCharType="begin"/>
        </w:r>
        <w:r w:rsidR="000C6ECB">
          <w:rPr>
            <w:noProof/>
            <w:webHidden/>
          </w:rPr>
          <w:instrText xml:space="preserve"> PAGEREF _Toc152587980 \h </w:instrText>
        </w:r>
        <w:r w:rsidR="000C6ECB">
          <w:rPr>
            <w:noProof/>
            <w:webHidden/>
          </w:rPr>
        </w:r>
        <w:r w:rsidR="000C6ECB">
          <w:rPr>
            <w:noProof/>
            <w:webHidden/>
          </w:rPr>
          <w:fldChar w:fldCharType="separate"/>
        </w:r>
        <w:r w:rsidR="000C6ECB">
          <w:rPr>
            <w:noProof/>
            <w:webHidden/>
          </w:rPr>
          <w:t>17</w:t>
        </w:r>
        <w:r w:rsidR="000C6ECB">
          <w:rPr>
            <w:noProof/>
            <w:webHidden/>
          </w:rPr>
          <w:fldChar w:fldCharType="end"/>
        </w:r>
      </w:hyperlink>
    </w:p>
    <w:p w14:paraId="1B25E1B9" w14:textId="1A0EB361" w:rsidR="000C6ECB" w:rsidRDefault="00710D2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81" w:history="1">
        <w:r w:rsidR="000C6ECB" w:rsidRPr="001148AF">
          <w:rPr>
            <w:rStyle w:val="Hypertextovodkaz"/>
          </w:rPr>
          <w:t>6.</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SOUVISEJÍCÍ DOKUMENTY A PŘEDPISY</w:t>
        </w:r>
        <w:r w:rsidR="000C6ECB">
          <w:rPr>
            <w:noProof/>
            <w:webHidden/>
          </w:rPr>
          <w:tab/>
        </w:r>
        <w:r w:rsidR="000C6ECB">
          <w:rPr>
            <w:noProof/>
            <w:webHidden/>
          </w:rPr>
          <w:fldChar w:fldCharType="begin"/>
        </w:r>
        <w:r w:rsidR="000C6ECB">
          <w:rPr>
            <w:noProof/>
            <w:webHidden/>
          </w:rPr>
          <w:instrText xml:space="preserve"> PAGEREF _Toc152587981 \h </w:instrText>
        </w:r>
        <w:r w:rsidR="000C6ECB">
          <w:rPr>
            <w:noProof/>
            <w:webHidden/>
          </w:rPr>
        </w:r>
        <w:r w:rsidR="000C6ECB">
          <w:rPr>
            <w:noProof/>
            <w:webHidden/>
          </w:rPr>
          <w:fldChar w:fldCharType="separate"/>
        </w:r>
        <w:r w:rsidR="000C6ECB">
          <w:rPr>
            <w:noProof/>
            <w:webHidden/>
          </w:rPr>
          <w:t>17</w:t>
        </w:r>
        <w:r w:rsidR="000C6ECB">
          <w:rPr>
            <w:noProof/>
            <w:webHidden/>
          </w:rPr>
          <w:fldChar w:fldCharType="end"/>
        </w:r>
      </w:hyperlink>
    </w:p>
    <w:p w14:paraId="17513753" w14:textId="578A3EBC" w:rsidR="000C6ECB" w:rsidRDefault="00710D2D">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2587982" w:history="1">
        <w:r w:rsidR="000C6ECB" w:rsidRPr="001148AF">
          <w:rPr>
            <w:rStyle w:val="Hypertextovodkaz"/>
          </w:rPr>
          <w:t>7.</w:t>
        </w:r>
        <w:r w:rsidR="000C6ECB">
          <w:rPr>
            <w:rFonts w:asciiTheme="minorHAnsi" w:eastAsiaTheme="minorEastAsia" w:hAnsiTheme="minorHAnsi"/>
            <w:b w:val="0"/>
            <w:caps w:val="0"/>
            <w:noProof/>
            <w:spacing w:val="0"/>
            <w:kern w:val="2"/>
            <w:sz w:val="22"/>
            <w:szCs w:val="22"/>
            <w:lang w:eastAsia="cs-CZ"/>
            <w14:ligatures w14:val="standardContextual"/>
          </w:rPr>
          <w:tab/>
        </w:r>
        <w:r w:rsidR="000C6ECB" w:rsidRPr="001148AF">
          <w:rPr>
            <w:rStyle w:val="Hypertextovodkaz"/>
          </w:rPr>
          <w:t>PŘÍLOHY</w:t>
        </w:r>
        <w:r w:rsidR="000C6ECB">
          <w:rPr>
            <w:noProof/>
            <w:webHidden/>
          </w:rPr>
          <w:tab/>
        </w:r>
        <w:r w:rsidR="000C6ECB">
          <w:rPr>
            <w:noProof/>
            <w:webHidden/>
          </w:rPr>
          <w:fldChar w:fldCharType="begin"/>
        </w:r>
        <w:r w:rsidR="000C6ECB">
          <w:rPr>
            <w:noProof/>
            <w:webHidden/>
          </w:rPr>
          <w:instrText xml:space="preserve"> PAGEREF _Toc152587982 \h </w:instrText>
        </w:r>
        <w:r w:rsidR="000C6ECB">
          <w:rPr>
            <w:noProof/>
            <w:webHidden/>
          </w:rPr>
        </w:r>
        <w:r w:rsidR="000C6ECB">
          <w:rPr>
            <w:noProof/>
            <w:webHidden/>
          </w:rPr>
          <w:fldChar w:fldCharType="separate"/>
        </w:r>
        <w:r w:rsidR="000C6ECB">
          <w:rPr>
            <w:noProof/>
            <w:webHidden/>
          </w:rPr>
          <w:t>18</w:t>
        </w:r>
        <w:r w:rsidR="000C6ECB">
          <w:rPr>
            <w:noProof/>
            <w:webHidden/>
          </w:rPr>
          <w:fldChar w:fldCharType="end"/>
        </w:r>
      </w:hyperlink>
    </w:p>
    <w:p w14:paraId="30D8D7FD" w14:textId="21C418B6" w:rsidR="00AD0C7B" w:rsidRDefault="00BD7E91" w:rsidP="008D03B9">
      <w:r>
        <w:fldChar w:fldCharType="end"/>
      </w:r>
    </w:p>
    <w:p w14:paraId="5E492BC7" w14:textId="77777777" w:rsidR="00AD0C7B" w:rsidRDefault="00AD0C7B" w:rsidP="00DA1C67">
      <w:pPr>
        <w:pStyle w:val="Nadpisbezsl1-1"/>
        <w:outlineLvl w:val="0"/>
      </w:pPr>
      <w:bookmarkStart w:id="1" w:name="_Toc152587963"/>
      <w:bookmarkStart w:id="2" w:name="_Toc13731854"/>
      <w:r>
        <w:t>SEZNAM ZKRATEK</w:t>
      </w:r>
      <w:bookmarkEnd w:id="1"/>
      <w:r w:rsidR="0076790E">
        <w:t xml:space="preserve"> </w:t>
      </w:r>
      <w:bookmarkEnd w:id="2"/>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0C6ECB" w:rsidRPr="00AD0C7B" w14:paraId="53B777DA" w14:textId="77777777" w:rsidTr="00041EC8">
        <w:tc>
          <w:tcPr>
            <w:tcW w:w="1250" w:type="dxa"/>
            <w:tcMar>
              <w:top w:w="28" w:type="dxa"/>
              <w:left w:w="0" w:type="dxa"/>
              <w:bottom w:w="28" w:type="dxa"/>
              <w:right w:w="0" w:type="dxa"/>
            </w:tcMar>
          </w:tcPr>
          <w:p w14:paraId="526E077D" w14:textId="0C8D7BFE" w:rsidR="000C6ECB" w:rsidRPr="00AD0C7B" w:rsidRDefault="000C6ECB" w:rsidP="000C6ECB">
            <w:pPr>
              <w:pStyle w:val="Zkratky1"/>
            </w:pPr>
            <w:r>
              <w:t xml:space="preserve">ESD </w:t>
            </w:r>
            <w:r>
              <w:tab/>
            </w:r>
          </w:p>
        </w:tc>
        <w:tc>
          <w:tcPr>
            <w:tcW w:w="7452" w:type="dxa"/>
            <w:tcMar>
              <w:top w:w="28" w:type="dxa"/>
              <w:left w:w="0" w:type="dxa"/>
              <w:bottom w:w="28" w:type="dxa"/>
              <w:right w:w="0" w:type="dxa"/>
            </w:tcMar>
          </w:tcPr>
          <w:p w14:paraId="62222A23" w14:textId="1C4B2093" w:rsidR="000C6ECB" w:rsidRPr="006115D3" w:rsidRDefault="000C6ECB" w:rsidP="000C6ECB">
            <w:pPr>
              <w:pStyle w:val="Zkratky2"/>
            </w:pPr>
            <w:r>
              <w:t>Elektronický stavební deník</w:t>
            </w:r>
          </w:p>
        </w:tc>
      </w:tr>
      <w:tr w:rsidR="000C6ECB" w:rsidRPr="00AD0C7B" w14:paraId="0C196FA9" w14:textId="77777777" w:rsidTr="00041EC8">
        <w:tc>
          <w:tcPr>
            <w:tcW w:w="1250" w:type="dxa"/>
            <w:tcMar>
              <w:top w:w="28" w:type="dxa"/>
              <w:left w:w="0" w:type="dxa"/>
              <w:bottom w:w="28" w:type="dxa"/>
              <w:right w:w="0" w:type="dxa"/>
            </w:tcMar>
          </w:tcPr>
          <w:p w14:paraId="407DB8B1" w14:textId="300F0CDB" w:rsidR="000C6ECB" w:rsidRPr="00AD0C7B" w:rsidRDefault="000C6ECB" w:rsidP="000C6ECB">
            <w:pPr>
              <w:pStyle w:val="Zkratky1"/>
            </w:pPr>
            <w:r>
              <w:t xml:space="preserve">D+B ………… </w:t>
            </w:r>
          </w:p>
        </w:tc>
        <w:tc>
          <w:tcPr>
            <w:tcW w:w="7452" w:type="dxa"/>
            <w:tcMar>
              <w:top w:w="28" w:type="dxa"/>
              <w:left w:w="0" w:type="dxa"/>
              <w:bottom w:w="28" w:type="dxa"/>
              <w:right w:w="0" w:type="dxa"/>
            </w:tcMar>
          </w:tcPr>
          <w:p w14:paraId="3223379E" w14:textId="09D392FF" w:rsidR="000C6ECB" w:rsidRPr="006115D3" w:rsidRDefault="000C6ECB" w:rsidP="000C6ECB">
            <w:pPr>
              <w:pStyle w:val="Zkratky2"/>
            </w:pPr>
            <w:r w:rsidRPr="005170AC">
              <w:t>Design &amp; Build (zadání stavby v režimu – „vyprojektuj a postav“)</w:t>
            </w:r>
          </w:p>
        </w:tc>
      </w:tr>
      <w:tr w:rsidR="000C6ECB" w:rsidRPr="00AD0C7B" w14:paraId="76DD89FC" w14:textId="77777777" w:rsidTr="00041EC8">
        <w:tc>
          <w:tcPr>
            <w:tcW w:w="1250" w:type="dxa"/>
            <w:tcMar>
              <w:top w:w="28" w:type="dxa"/>
              <w:left w:w="0" w:type="dxa"/>
              <w:bottom w:w="28" w:type="dxa"/>
              <w:right w:w="0" w:type="dxa"/>
            </w:tcMar>
          </w:tcPr>
          <w:p w14:paraId="46DD4FE8" w14:textId="60D2699F" w:rsidR="000C6ECB" w:rsidRPr="00AD0C7B" w:rsidRDefault="000C6ECB" w:rsidP="000C6ECB">
            <w:pPr>
              <w:pStyle w:val="Zkratky1"/>
            </w:pPr>
            <w:r>
              <w:t xml:space="preserve">OUA ………... </w:t>
            </w:r>
          </w:p>
        </w:tc>
        <w:tc>
          <w:tcPr>
            <w:tcW w:w="7452" w:type="dxa"/>
            <w:tcMar>
              <w:top w:w="28" w:type="dxa"/>
              <w:left w:w="0" w:type="dxa"/>
              <w:bottom w:w="28" w:type="dxa"/>
              <w:right w:w="0" w:type="dxa"/>
            </w:tcMar>
          </w:tcPr>
          <w:p w14:paraId="02C5BC82" w14:textId="032AEFD4" w:rsidR="000C6ECB" w:rsidRPr="006115D3" w:rsidRDefault="000C6ECB" w:rsidP="000C6ECB">
            <w:pPr>
              <w:pStyle w:val="Zkratky2"/>
            </w:pPr>
            <w:r>
              <w:t>Opravné a údržbové akce</w:t>
            </w:r>
          </w:p>
        </w:tc>
      </w:tr>
      <w:tr w:rsidR="000C6ECB" w:rsidRPr="00AD0C7B" w14:paraId="2589B206" w14:textId="77777777" w:rsidTr="00405E38">
        <w:tc>
          <w:tcPr>
            <w:tcW w:w="1250" w:type="dxa"/>
            <w:tcMar>
              <w:top w:w="28" w:type="dxa"/>
              <w:left w:w="0" w:type="dxa"/>
              <w:bottom w:w="28" w:type="dxa"/>
              <w:right w:w="0" w:type="dxa"/>
            </w:tcMar>
          </w:tcPr>
          <w:p w14:paraId="0C947373" w14:textId="77777777" w:rsidR="000C6ECB" w:rsidRPr="00AD0C7B" w:rsidRDefault="000C6ECB" w:rsidP="00405E38">
            <w:pPr>
              <w:pStyle w:val="Zkratky1"/>
            </w:pPr>
            <w:r>
              <w:t>ÚMVŽST……</w:t>
            </w:r>
          </w:p>
        </w:tc>
        <w:tc>
          <w:tcPr>
            <w:tcW w:w="7452" w:type="dxa"/>
            <w:tcMar>
              <w:top w:w="28" w:type="dxa"/>
              <w:left w:w="0" w:type="dxa"/>
              <w:bottom w:w="28" w:type="dxa"/>
              <w:right w:w="0" w:type="dxa"/>
            </w:tcMar>
          </w:tcPr>
          <w:p w14:paraId="361DBAF9" w14:textId="77777777" w:rsidR="000C6ECB" w:rsidRPr="00F92E3A" w:rsidRDefault="000C6ECB" w:rsidP="00405E38">
            <w:pPr>
              <w:pStyle w:val="Zkratky2"/>
            </w:pPr>
            <w:r w:rsidRPr="00F92E3A">
              <w:t>Úprava majetkových vztahů v železničních stanicích</w:t>
            </w:r>
          </w:p>
          <w:p w14:paraId="2D9AC524" w14:textId="77777777" w:rsidR="000C6ECB" w:rsidRPr="006115D3" w:rsidRDefault="000C6ECB" w:rsidP="00405E38">
            <w:pPr>
              <w:pStyle w:val="Zkratky2"/>
            </w:pPr>
          </w:p>
        </w:tc>
      </w:tr>
      <w:tr w:rsidR="000C6ECB" w:rsidRPr="00AD0C7B" w14:paraId="00D369DE" w14:textId="77777777" w:rsidTr="00041EC8">
        <w:tc>
          <w:tcPr>
            <w:tcW w:w="1250" w:type="dxa"/>
            <w:tcMar>
              <w:top w:w="28" w:type="dxa"/>
              <w:left w:w="0" w:type="dxa"/>
              <w:bottom w:w="28" w:type="dxa"/>
              <w:right w:w="0" w:type="dxa"/>
            </w:tcMar>
          </w:tcPr>
          <w:p w14:paraId="201A7949" w14:textId="77777777" w:rsidR="000C6ECB" w:rsidRDefault="000C6ECB" w:rsidP="000C6ECB">
            <w:pPr>
              <w:pStyle w:val="Zkratky1"/>
            </w:pPr>
          </w:p>
        </w:tc>
        <w:tc>
          <w:tcPr>
            <w:tcW w:w="7452" w:type="dxa"/>
            <w:tcMar>
              <w:top w:w="28" w:type="dxa"/>
              <w:left w:w="0" w:type="dxa"/>
              <w:bottom w:w="28" w:type="dxa"/>
              <w:right w:w="0" w:type="dxa"/>
            </w:tcMar>
          </w:tcPr>
          <w:p w14:paraId="32ABB88B" w14:textId="77777777" w:rsidR="000C6ECB" w:rsidRDefault="000C6ECB" w:rsidP="000C6ECB">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4C1A1F78" w14:textId="77777777" w:rsidR="00AD0C7B" w:rsidRDefault="00AD0C7B" w:rsidP="000F15F1">
            <w:pPr>
              <w:pStyle w:val="Zkratky2"/>
            </w:pPr>
          </w:p>
          <w:p w14:paraId="00DEEDA4" w14:textId="77777777" w:rsidR="000C6ECB" w:rsidRDefault="000C6ECB" w:rsidP="000F15F1">
            <w:pPr>
              <w:pStyle w:val="Zkratky2"/>
            </w:pPr>
          </w:p>
          <w:p w14:paraId="767275CF" w14:textId="77777777" w:rsidR="000C6ECB" w:rsidRDefault="000C6ECB" w:rsidP="000F15F1">
            <w:pPr>
              <w:pStyle w:val="Zkratky2"/>
            </w:pPr>
          </w:p>
          <w:p w14:paraId="171E3D34" w14:textId="77777777" w:rsidR="000C6ECB" w:rsidRDefault="000C6ECB" w:rsidP="000F15F1">
            <w:pPr>
              <w:pStyle w:val="Zkratky2"/>
            </w:pPr>
          </w:p>
          <w:p w14:paraId="6DD2B391" w14:textId="77777777" w:rsidR="000C6ECB" w:rsidRDefault="000C6ECB" w:rsidP="000F15F1">
            <w:pPr>
              <w:pStyle w:val="Zkratky2"/>
            </w:pPr>
          </w:p>
          <w:p w14:paraId="7116D0D9" w14:textId="77777777" w:rsidR="000C6ECB" w:rsidRDefault="000C6ECB" w:rsidP="000F15F1">
            <w:pPr>
              <w:pStyle w:val="Zkratky2"/>
            </w:pPr>
          </w:p>
          <w:p w14:paraId="4FB2829F" w14:textId="77777777" w:rsidR="000C6ECB" w:rsidRDefault="000C6ECB" w:rsidP="000F15F1">
            <w:pPr>
              <w:pStyle w:val="Zkratky2"/>
            </w:pPr>
          </w:p>
          <w:p w14:paraId="23AF1005" w14:textId="77777777" w:rsidR="000C6ECB" w:rsidRDefault="000C6ECB" w:rsidP="000F15F1">
            <w:pPr>
              <w:pStyle w:val="Zkratky2"/>
            </w:pPr>
          </w:p>
          <w:p w14:paraId="38BCD464" w14:textId="77777777" w:rsidR="000C6ECB" w:rsidRDefault="000C6ECB" w:rsidP="000F15F1">
            <w:pPr>
              <w:pStyle w:val="Zkratky2"/>
            </w:pPr>
          </w:p>
          <w:p w14:paraId="7C6EE98F" w14:textId="77777777" w:rsidR="000C6ECB" w:rsidRDefault="000C6ECB" w:rsidP="000F15F1">
            <w:pPr>
              <w:pStyle w:val="Zkratky2"/>
            </w:pPr>
          </w:p>
          <w:p w14:paraId="64A4C071" w14:textId="77777777" w:rsidR="000C6ECB" w:rsidRDefault="000C6ECB" w:rsidP="000F15F1">
            <w:pPr>
              <w:pStyle w:val="Zkratky2"/>
            </w:pPr>
          </w:p>
          <w:p w14:paraId="1C017B5E" w14:textId="77777777" w:rsidR="000C6ECB" w:rsidRDefault="000C6ECB" w:rsidP="000F15F1">
            <w:pPr>
              <w:pStyle w:val="Zkratky2"/>
            </w:pPr>
          </w:p>
          <w:p w14:paraId="090E50D7" w14:textId="77777777" w:rsidR="000C6ECB" w:rsidRDefault="000C6ECB" w:rsidP="000F15F1">
            <w:pPr>
              <w:pStyle w:val="Zkratky2"/>
            </w:pPr>
          </w:p>
          <w:p w14:paraId="277C4B94" w14:textId="77777777" w:rsidR="000C6ECB" w:rsidRDefault="000C6ECB" w:rsidP="000F15F1">
            <w:pPr>
              <w:pStyle w:val="Zkratky2"/>
            </w:pPr>
          </w:p>
          <w:p w14:paraId="21CF2BF8" w14:textId="77777777" w:rsidR="000C6ECB" w:rsidRDefault="000C6ECB" w:rsidP="000F15F1">
            <w:pPr>
              <w:pStyle w:val="Zkratky2"/>
            </w:pPr>
          </w:p>
          <w:p w14:paraId="1DB940FA" w14:textId="77777777" w:rsidR="000C6ECB" w:rsidRPr="006115D3" w:rsidRDefault="000C6ECB" w:rsidP="000F15F1">
            <w:pPr>
              <w:pStyle w:val="Zkratky2"/>
            </w:pPr>
          </w:p>
        </w:tc>
      </w:tr>
    </w:tbl>
    <w:p w14:paraId="78B680FB" w14:textId="77777777" w:rsidR="00F92E3A" w:rsidRDefault="00F92E3A" w:rsidP="003B0494">
      <w:pPr>
        <w:pStyle w:val="Nadpisbezsl1-1"/>
        <w:outlineLvl w:val="0"/>
      </w:pPr>
      <w:bookmarkStart w:id="3" w:name="_Toc152587964"/>
      <w:r w:rsidRPr="00F92E3A">
        <w:lastRenderedPageBreak/>
        <w:t>Pojmy a definice</w:t>
      </w:r>
      <w:bookmarkEnd w:id="3"/>
    </w:p>
    <w:p w14:paraId="564752E2" w14:textId="2C5FB337" w:rsidR="00F92E3A" w:rsidRPr="00746474" w:rsidRDefault="00F92E3A" w:rsidP="00280695">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Projektová dokumentace pro provádění stavby</w:t>
      </w:r>
      <w:r w:rsidRPr="00746474">
        <w:rPr>
          <w:sz w:val="18"/>
          <w:szCs w:val="18"/>
        </w:rPr>
        <w:t xml:space="preserve"> (PDPS) je projektovou dokumentací,</w:t>
      </w:r>
      <w:r w:rsidR="00746474" w:rsidRPr="00746474">
        <w:rPr>
          <w:sz w:val="18"/>
          <w:szCs w:val="18"/>
        </w:rPr>
        <w:t xml:space="preserve"> která </w:t>
      </w:r>
      <w:r w:rsidRPr="00746474">
        <w:rPr>
          <w:sz w:val="18"/>
          <w:szCs w:val="18"/>
        </w:rPr>
        <w:t>se zpracovává v členění a rozsahu přílohy č. 4 vyhlášky č. 146/2008 Sb. Jedná</w:t>
      </w:r>
      <w:r w:rsidR="00746474" w:rsidRPr="00746474">
        <w:rPr>
          <w:sz w:val="18"/>
          <w:szCs w:val="18"/>
        </w:rPr>
        <w:t xml:space="preserve"> se o do</w:t>
      </w:r>
      <w:r w:rsidRPr="00746474">
        <w:rPr>
          <w:sz w:val="18"/>
          <w:szCs w:val="18"/>
        </w:rPr>
        <w:t>kumentaci, jež obsahově i věcně vychází z dokumentace, na jejímž základě byla</w:t>
      </w:r>
      <w:r w:rsidR="00746474" w:rsidRPr="00746474">
        <w:rPr>
          <w:sz w:val="18"/>
          <w:szCs w:val="18"/>
        </w:rPr>
        <w:t xml:space="preserve"> stavba povolena </w:t>
      </w:r>
      <w:r w:rsidRPr="00746474">
        <w:rPr>
          <w:sz w:val="18"/>
          <w:szCs w:val="18"/>
        </w:rPr>
        <w:t>(DUSL, DUSP resp. DSP), které dopracovává a rozpracovává do větší</w:t>
      </w:r>
      <w:r w:rsidR="00746474" w:rsidRPr="00746474">
        <w:rPr>
          <w:sz w:val="18"/>
          <w:szCs w:val="18"/>
        </w:rPr>
        <w:t xml:space="preserve"> podrobnosti a rozsahu </w:t>
      </w:r>
      <w:r w:rsidRPr="00746474">
        <w:rPr>
          <w:sz w:val="18"/>
          <w:szCs w:val="18"/>
        </w:rPr>
        <w:t>potřebných pro výběr zhotovitele stavby v zadávacím řízení, a to</w:t>
      </w:r>
      <w:r w:rsidR="00746474" w:rsidRPr="00746474">
        <w:rPr>
          <w:sz w:val="18"/>
          <w:szCs w:val="18"/>
        </w:rPr>
        <w:t xml:space="preserve"> s dodržením zásad</w:t>
      </w:r>
      <w:r w:rsidRPr="00746474">
        <w:rPr>
          <w:sz w:val="18"/>
          <w:szCs w:val="18"/>
        </w:rPr>
        <w:t xml:space="preserve"> transparentnosti, přiměřenosti a rovného zacházení. PDPS lze</w:t>
      </w:r>
      <w:r w:rsidR="00746474" w:rsidRPr="00746474">
        <w:rPr>
          <w:sz w:val="18"/>
          <w:szCs w:val="18"/>
        </w:rPr>
        <w:t xml:space="preserve"> zpracovat se zohledněním konk</w:t>
      </w:r>
      <w:r w:rsidRPr="00746474">
        <w:rPr>
          <w:sz w:val="18"/>
          <w:szCs w:val="18"/>
        </w:rPr>
        <w:t>rétních výrobků, dodávaných technologií, technologických</w:t>
      </w:r>
      <w:r w:rsidR="00746474" w:rsidRPr="00746474">
        <w:rPr>
          <w:sz w:val="18"/>
          <w:szCs w:val="18"/>
        </w:rPr>
        <w:t xml:space="preserve"> postupů a</w:t>
      </w:r>
      <w:r w:rsidR="00746474">
        <w:rPr>
          <w:sz w:val="18"/>
          <w:szCs w:val="18"/>
        </w:rPr>
        <w:t xml:space="preserve"> </w:t>
      </w:r>
      <w:r w:rsidR="00746474" w:rsidRPr="00746474">
        <w:rPr>
          <w:sz w:val="18"/>
          <w:szCs w:val="18"/>
        </w:rPr>
        <w:t xml:space="preserve">výrobních </w:t>
      </w:r>
      <w:r w:rsidRPr="00746474">
        <w:rPr>
          <w:sz w:val="18"/>
          <w:szCs w:val="18"/>
        </w:rPr>
        <w:t>konkrétního Zhotovitele pouze v případě, že je stavba</w:t>
      </w:r>
      <w:r w:rsidR="00746474" w:rsidRPr="00746474">
        <w:rPr>
          <w:sz w:val="18"/>
          <w:szCs w:val="18"/>
        </w:rPr>
        <w:t xml:space="preserve"> </w:t>
      </w:r>
      <w:r w:rsidRPr="00746474">
        <w:rPr>
          <w:sz w:val="18"/>
          <w:szCs w:val="18"/>
        </w:rPr>
        <w:t xml:space="preserve">zadávána v režimu D+B. </w:t>
      </w:r>
    </w:p>
    <w:p w14:paraId="094394E7"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354E3F4F" w14:textId="2D8D718C" w:rsidR="00F92E3A" w:rsidRPr="00746474" w:rsidRDefault="00F92E3A" w:rsidP="00280695">
      <w:pPr>
        <w:pStyle w:val="Odstavecseseznamem"/>
        <w:numPr>
          <w:ilvl w:val="0"/>
          <w:numId w:val="18"/>
        </w:numPr>
        <w:autoSpaceDE w:val="0"/>
        <w:autoSpaceDN w:val="0"/>
        <w:adjustRightInd w:val="0"/>
        <w:spacing w:after="0" w:line="240" w:lineRule="auto"/>
        <w:jc w:val="both"/>
        <w:rPr>
          <w:sz w:val="18"/>
          <w:szCs w:val="18"/>
        </w:rPr>
      </w:pPr>
      <w:r w:rsidRPr="00746474">
        <w:rPr>
          <w:b/>
          <w:sz w:val="18"/>
          <w:szCs w:val="18"/>
        </w:rPr>
        <w:t>Realizační dokumentace stavby</w:t>
      </w:r>
      <w:r w:rsidRPr="00746474">
        <w:rPr>
          <w:sz w:val="18"/>
          <w:szCs w:val="18"/>
        </w:rPr>
        <w:t xml:space="preserve"> (RDS) je dokumentací zhotovitele stavby a zpracovává</w:t>
      </w:r>
      <w:r w:rsidR="00746474" w:rsidRPr="00746474">
        <w:rPr>
          <w:sz w:val="18"/>
          <w:szCs w:val="18"/>
        </w:rPr>
        <w:t xml:space="preserve"> se samostatně </w:t>
      </w:r>
      <w:r w:rsidRPr="00746474">
        <w:rPr>
          <w:sz w:val="18"/>
          <w:szCs w:val="18"/>
        </w:rPr>
        <w:t>pro jednotlivé objekty. Jedná se o dokumentaci, která rozpracovává PDPS</w:t>
      </w:r>
      <w:r w:rsidR="00746474" w:rsidRPr="00746474">
        <w:rPr>
          <w:sz w:val="18"/>
          <w:szCs w:val="18"/>
        </w:rPr>
        <w:t xml:space="preserve"> s ohledem </w:t>
      </w:r>
      <w:r w:rsidRPr="00746474">
        <w:rPr>
          <w:sz w:val="18"/>
          <w:szCs w:val="18"/>
        </w:rPr>
        <w:t>na znalosti konkrétních výrobků, dodávaných technologií, technologických</w:t>
      </w:r>
      <w:r w:rsidR="00746474" w:rsidRPr="00746474">
        <w:rPr>
          <w:sz w:val="18"/>
          <w:szCs w:val="18"/>
        </w:rPr>
        <w:t xml:space="preserve"> postupů </w:t>
      </w:r>
      <w:r w:rsidRPr="00746474">
        <w:rPr>
          <w:sz w:val="18"/>
          <w:szCs w:val="18"/>
        </w:rPr>
        <w:t>a výrobních podmínek konkrétního zhotovitele stavby. Součástí je také</w:t>
      </w:r>
      <w:r w:rsidR="00746474">
        <w:rPr>
          <w:sz w:val="18"/>
          <w:szCs w:val="18"/>
        </w:rPr>
        <w:t xml:space="preserve"> dokumentace</w:t>
      </w:r>
    </w:p>
    <w:p w14:paraId="4BA8DB12" w14:textId="56930FEF" w:rsidR="00F92E3A" w:rsidRPr="00746474" w:rsidRDefault="00F92E3A" w:rsidP="00517E55">
      <w:pPr>
        <w:autoSpaceDE w:val="0"/>
        <w:autoSpaceDN w:val="0"/>
        <w:adjustRightInd w:val="0"/>
        <w:spacing w:after="0" w:line="240" w:lineRule="auto"/>
        <w:ind w:left="360"/>
        <w:jc w:val="both"/>
        <w:rPr>
          <w:sz w:val="18"/>
        </w:rPr>
      </w:pPr>
      <w:r w:rsidRPr="00746474">
        <w:rPr>
          <w:sz w:val="18"/>
          <w:szCs w:val="18"/>
        </w:rPr>
        <w:t>dokumentace výrobní, montážní, dílenská a dokumentace dodavatele mostních objektů.</w:t>
      </w:r>
      <w:r w:rsidR="00746474">
        <w:rPr>
          <w:sz w:val="18"/>
          <w:szCs w:val="18"/>
        </w:rPr>
        <w:t xml:space="preserve"> RDS</w:t>
      </w:r>
      <w:r w:rsidRPr="00746474">
        <w:rPr>
          <w:sz w:val="18"/>
          <w:szCs w:val="18"/>
        </w:rPr>
        <w:t xml:space="preserve"> se vždy zpracovává v případě, že to vyžadují TKP nebo požadavek na její zpracování</w:t>
      </w:r>
      <w:r w:rsidR="00746474">
        <w:rPr>
          <w:sz w:val="18"/>
          <w:szCs w:val="18"/>
        </w:rPr>
        <w:t xml:space="preserve"> </w:t>
      </w:r>
      <w:r w:rsidRPr="00746474">
        <w:rPr>
          <w:sz w:val="18"/>
          <w:szCs w:val="18"/>
        </w:rPr>
        <w:t>vychází z předcházejícího stupně dokumentace nebo smluvního ujednání. RDS nemění</w:t>
      </w:r>
      <w:r w:rsidR="00746474">
        <w:rPr>
          <w:sz w:val="18"/>
          <w:szCs w:val="18"/>
        </w:rPr>
        <w:t xml:space="preserve"> koncepčně-technické </w:t>
      </w:r>
      <w:r w:rsidRPr="00746474">
        <w:rPr>
          <w:sz w:val="18"/>
          <w:szCs w:val="18"/>
        </w:rPr>
        <w:t>řešení stavby navržené v rámci předcházející projektové přípravy,</w:t>
      </w:r>
      <w:r w:rsidR="00746474">
        <w:rPr>
          <w:sz w:val="18"/>
          <w:szCs w:val="18"/>
        </w:rPr>
        <w:t xml:space="preserve"> pokud není OP stan</w:t>
      </w:r>
      <w:r w:rsidRPr="00746474">
        <w:rPr>
          <w:sz w:val="18"/>
          <w:szCs w:val="18"/>
        </w:rPr>
        <w:t>oveno jinak. Obsah a rozsah RDS je definován přílohou P8 SŽ SM011.</w:t>
      </w:r>
      <w:r w:rsidR="00746474">
        <w:rPr>
          <w:sz w:val="18"/>
          <w:szCs w:val="18"/>
        </w:rPr>
        <w:t xml:space="preserve"> Náklady spojené se zpra</w:t>
      </w:r>
      <w:r w:rsidRPr="00746474">
        <w:rPr>
          <w:sz w:val="18"/>
          <w:szCs w:val="18"/>
        </w:rPr>
        <w:t>cováním RDS budou uvedené v samostatné položce</w:t>
      </w:r>
      <w:r w:rsidR="00746474">
        <w:rPr>
          <w:sz w:val="18"/>
          <w:szCs w:val="18"/>
        </w:rPr>
        <w:t xml:space="preserve"> </w:t>
      </w:r>
      <w:r w:rsidRPr="00746474">
        <w:rPr>
          <w:sz w:val="18"/>
          <w:szCs w:val="18"/>
        </w:rPr>
        <w:t>v soupisu prací příslušných objektů (SO/PS), u kterých je opodstatněné takovéto činnosti vyžadovat.</w:t>
      </w:r>
    </w:p>
    <w:p w14:paraId="27E91F93"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776CC8E" w14:textId="3EC05787" w:rsidR="00F92E3A" w:rsidRPr="005D336A" w:rsidRDefault="00F92E3A" w:rsidP="005D336A">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Dokumentace skutečného provedení stavby</w:t>
      </w:r>
      <w:r w:rsidRPr="005D336A">
        <w:rPr>
          <w:sz w:val="18"/>
          <w:szCs w:val="18"/>
        </w:rPr>
        <w:t xml:space="preserve"> (DSPS</w:t>
      </w:r>
      <w:r w:rsidR="00241A2D" w:rsidRPr="005D336A">
        <w:rPr>
          <w:sz w:val="18"/>
          <w:szCs w:val="18"/>
        </w:rPr>
        <w:t>)</w:t>
      </w:r>
      <w:r w:rsidRPr="005D336A">
        <w:rPr>
          <w:sz w:val="18"/>
          <w:szCs w:val="18"/>
        </w:rPr>
        <w:t xml:space="preserve"> je dokumentace, která se</w:t>
      </w:r>
      <w:r w:rsidR="005D336A" w:rsidRPr="005D336A">
        <w:rPr>
          <w:sz w:val="18"/>
          <w:szCs w:val="18"/>
        </w:rPr>
        <w:t xml:space="preserve"> zpracovává </w:t>
      </w:r>
      <w:r w:rsidRPr="005D336A">
        <w:rPr>
          <w:sz w:val="18"/>
          <w:szCs w:val="18"/>
        </w:rPr>
        <w:t>v rozsahu přílohy č. 14 vyhlášky č. 499/2006 Sb. a požadavků Smlouvy.</w:t>
      </w:r>
      <w:r w:rsidR="005D336A" w:rsidRPr="005D336A">
        <w:rPr>
          <w:sz w:val="18"/>
          <w:szCs w:val="18"/>
        </w:rPr>
        <w:t xml:space="preserve"> Jedná se o </w:t>
      </w:r>
      <w:r w:rsidRPr="005D336A">
        <w:rPr>
          <w:sz w:val="18"/>
          <w:szCs w:val="18"/>
        </w:rPr>
        <w:t>dokumentaci, kterou zpracovává Zhotovitel stavby po ukončení stavebních</w:t>
      </w:r>
      <w:r w:rsidR="005D336A">
        <w:rPr>
          <w:sz w:val="18"/>
          <w:szCs w:val="18"/>
        </w:rPr>
        <w:t xml:space="preserve"> prací. </w:t>
      </w:r>
      <w:r w:rsidRPr="005D336A">
        <w:rPr>
          <w:sz w:val="18"/>
          <w:szCs w:val="18"/>
        </w:rPr>
        <w:t>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69C48D5E"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b/>
          <w:sz w:val="18"/>
          <w:szCs w:val="18"/>
        </w:rPr>
      </w:pPr>
      <w:r w:rsidRPr="005D336A">
        <w:rPr>
          <w:b/>
          <w:sz w:val="18"/>
          <w:szCs w:val="18"/>
        </w:rPr>
        <w:t>Etapa je ucelená Část Díla určená v Harmonogramu postupu prací.</w:t>
      </w:r>
    </w:p>
    <w:p w14:paraId="34702F0F"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2C1010F8" w14:textId="1E97E1ED" w:rsidR="00F92E3A" w:rsidRPr="005D336A" w:rsidRDefault="00F92E3A" w:rsidP="00280695">
      <w:pPr>
        <w:pStyle w:val="Odstavecseseznamem"/>
        <w:numPr>
          <w:ilvl w:val="0"/>
          <w:numId w:val="18"/>
        </w:numPr>
        <w:autoSpaceDE w:val="0"/>
        <w:autoSpaceDN w:val="0"/>
        <w:adjustRightInd w:val="0"/>
        <w:spacing w:after="0" w:line="240" w:lineRule="auto"/>
        <w:jc w:val="both"/>
        <w:rPr>
          <w:sz w:val="18"/>
        </w:rPr>
      </w:pPr>
      <w:r w:rsidRPr="005D336A">
        <w:rPr>
          <w:b/>
          <w:sz w:val="18"/>
          <w:szCs w:val="18"/>
        </w:rPr>
        <w:t xml:space="preserve">Zadávací dokumentace </w:t>
      </w:r>
      <w:r w:rsidRPr="005D336A">
        <w:rPr>
          <w:sz w:val="18"/>
          <w:szCs w:val="18"/>
        </w:rPr>
        <w:t>(dále také „ZD“) je soubor dokumentů (OP, Technické</w:t>
      </w:r>
      <w:r w:rsidR="005D336A" w:rsidRPr="005D336A">
        <w:rPr>
          <w:sz w:val="18"/>
          <w:szCs w:val="18"/>
        </w:rPr>
        <w:t xml:space="preserve"> podmínky, D</w:t>
      </w:r>
      <w:r w:rsidRPr="005D336A">
        <w:rPr>
          <w:sz w:val="18"/>
          <w:szCs w:val="18"/>
        </w:rPr>
        <w:t>okumentace atd.), které vymezují předmět veřejné zakázky v</w:t>
      </w:r>
      <w:r w:rsidR="005D336A" w:rsidRPr="005D336A">
        <w:rPr>
          <w:sz w:val="18"/>
          <w:szCs w:val="18"/>
        </w:rPr>
        <w:t> </w:t>
      </w:r>
      <w:r w:rsidRPr="005D336A">
        <w:rPr>
          <w:sz w:val="18"/>
          <w:szCs w:val="18"/>
        </w:rPr>
        <w:t>podrobnostech</w:t>
      </w:r>
      <w:r w:rsidR="005D336A" w:rsidRPr="005D336A">
        <w:rPr>
          <w:sz w:val="18"/>
          <w:szCs w:val="18"/>
        </w:rPr>
        <w:t xml:space="preserve"> nezbytných pro </w:t>
      </w:r>
      <w:r w:rsidRPr="005D336A">
        <w:rPr>
          <w:sz w:val="18"/>
          <w:szCs w:val="18"/>
        </w:rPr>
        <w:t>zpracování nabídky (viz vyhláška č. 169/2016 Sb., s obsahem stanoveným zákonem č. 134/2016 Sb., o zadávání veřejných zakázek.</w:t>
      </w:r>
    </w:p>
    <w:p w14:paraId="7F67B522" w14:textId="77777777" w:rsidR="00F92E3A" w:rsidRPr="00F606EE" w:rsidRDefault="00F92E3A" w:rsidP="00517E55">
      <w:pPr>
        <w:autoSpaceDE w:val="0"/>
        <w:autoSpaceDN w:val="0"/>
        <w:adjustRightInd w:val="0"/>
        <w:spacing w:after="0" w:line="240" w:lineRule="auto"/>
        <w:jc w:val="both"/>
        <w:rPr>
          <w:rFonts w:ascii="Verdana-Bold" w:hAnsi="Verdana-Bold" w:cs="Verdana-Bold"/>
          <w:b/>
          <w:bCs/>
          <w:highlight w:val="red"/>
          <w:lang w:eastAsia="cs-CZ"/>
        </w:rPr>
      </w:pPr>
    </w:p>
    <w:p w14:paraId="489CDEA6" w14:textId="1896DFCB" w:rsidR="00F92E3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 xml:space="preserve">Projektová dokumentace </w:t>
      </w:r>
      <w:r w:rsidRPr="005D336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w:t>
      </w:r>
      <w:r w:rsidR="00A861B4">
        <w:rPr>
          <w:sz w:val="18"/>
          <w:szCs w:val="18"/>
        </w:rPr>
        <w:t>i</w:t>
      </w:r>
      <w:r w:rsidRPr="005D336A">
        <w:rPr>
          <w:sz w:val="18"/>
          <w:szCs w:val="18"/>
        </w:rPr>
        <w:t xml:space="preserve"> pro provádění stavby (PDPS).</w:t>
      </w:r>
    </w:p>
    <w:p w14:paraId="05CA276B" w14:textId="77777777" w:rsidR="000C6ECB" w:rsidRPr="000C6ECB" w:rsidRDefault="000C6ECB" w:rsidP="000C6ECB">
      <w:pPr>
        <w:pStyle w:val="Odstavecseseznamem"/>
        <w:rPr>
          <w:sz w:val="18"/>
          <w:szCs w:val="18"/>
        </w:rPr>
      </w:pPr>
    </w:p>
    <w:p w14:paraId="622DC103" w14:textId="74CB2B8F" w:rsidR="000C6ECB" w:rsidRDefault="000C6ECB" w:rsidP="00517E55">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r>
        <w:rPr>
          <w:sz w:val="18"/>
          <w:szCs w:val="18"/>
        </w:rPr>
        <w:t xml:space="preserve"> </w:t>
      </w:r>
      <w:r w:rsidRPr="00837668">
        <w:rPr>
          <w:sz w:val="18"/>
          <w:szCs w:val="18"/>
        </w:rPr>
        <w:t>z veřejného rozpočtu, které provádí Zhotovitel, zajistit technický dozor stavebníka (dále jen „TDS“) nad prováděním Díla dle § 152 odst. (4) zákona č. 183/2006 Sb. Funkce</w:t>
      </w:r>
      <w:r>
        <w:rPr>
          <w:sz w:val="18"/>
          <w:szCs w:val="18"/>
        </w:rPr>
        <w:t xml:space="preserve"> </w:t>
      </w:r>
      <w:r w:rsidRPr="00837668">
        <w:rPr>
          <w:sz w:val="18"/>
          <w:szCs w:val="18"/>
        </w:rPr>
        <w:t>technický dozor stavebníka není totožná s funkcí stavební dozor dle § 2 odst. (2) písm. d) stavebního zákona</w:t>
      </w:r>
    </w:p>
    <w:p w14:paraId="7F7A5D56" w14:textId="77777777" w:rsidR="000C6ECB" w:rsidRPr="000C6ECB" w:rsidRDefault="000C6ECB" w:rsidP="000C6ECB">
      <w:pPr>
        <w:pStyle w:val="Odstavecseseznamem"/>
        <w:rPr>
          <w:sz w:val="18"/>
          <w:szCs w:val="18"/>
        </w:rPr>
      </w:pPr>
    </w:p>
    <w:p w14:paraId="3B7FA086" w14:textId="2D59F20F" w:rsidR="000C6ECB" w:rsidRPr="005D336A" w:rsidRDefault="000C6ECB" w:rsidP="00517E55">
      <w:pPr>
        <w:pStyle w:val="Odstavecseseznamem"/>
        <w:numPr>
          <w:ilvl w:val="0"/>
          <w:numId w:val="18"/>
        </w:numPr>
        <w:autoSpaceDE w:val="0"/>
        <w:autoSpaceDN w:val="0"/>
        <w:adjustRightInd w:val="0"/>
        <w:spacing w:after="0" w:line="240" w:lineRule="auto"/>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4516658A" w14:textId="77777777" w:rsidR="00F92E3A" w:rsidRPr="005D336A" w:rsidRDefault="00F92E3A" w:rsidP="00517E55">
      <w:pPr>
        <w:autoSpaceDE w:val="0"/>
        <w:autoSpaceDN w:val="0"/>
        <w:adjustRightInd w:val="0"/>
        <w:spacing w:after="0" w:line="240" w:lineRule="auto"/>
        <w:jc w:val="both"/>
        <w:rPr>
          <w:sz w:val="18"/>
          <w:szCs w:val="18"/>
        </w:rPr>
      </w:pPr>
    </w:p>
    <w:p w14:paraId="262F8722" w14:textId="77777777" w:rsidR="00F92E3A" w:rsidRPr="005D336A" w:rsidRDefault="00F92E3A" w:rsidP="00517E55">
      <w:pPr>
        <w:pStyle w:val="Odstavecseseznamem"/>
        <w:numPr>
          <w:ilvl w:val="0"/>
          <w:numId w:val="18"/>
        </w:numPr>
        <w:autoSpaceDE w:val="0"/>
        <w:autoSpaceDN w:val="0"/>
        <w:adjustRightInd w:val="0"/>
        <w:spacing w:after="0" w:line="240" w:lineRule="auto"/>
        <w:jc w:val="both"/>
        <w:rPr>
          <w:sz w:val="18"/>
          <w:szCs w:val="18"/>
        </w:rPr>
      </w:pPr>
      <w:r w:rsidRPr="005D336A">
        <w:rPr>
          <w:b/>
          <w:sz w:val="18"/>
          <w:szCs w:val="18"/>
        </w:rPr>
        <w:t>Pojmy s velkými začátečnými písmeny</w:t>
      </w:r>
      <w:r w:rsidRPr="005D336A">
        <w:rPr>
          <w:sz w:val="18"/>
          <w:szCs w:val="18"/>
        </w:rPr>
        <w:t xml:space="preserve"> použité v těchto </w:t>
      </w:r>
      <w:r w:rsidR="00A774DB" w:rsidRPr="005D336A">
        <w:rPr>
          <w:b/>
          <w:sz w:val="18"/>
          <w:szCs w:val="18"/>
        </w:rPr>
        <w:t>Zvláštních technických podmínkách</w:t>
      </w:r>
      <w:r w:rsidR="00A774DB" w:rsidRPr="005D336A">
        <w:rPr>
          <w:sz w:val="18"/>
          <w:szCs w:val="18"/>
        </w:rPr>
        <w:t xml:space="preserve"> (dále jen „ZTP“)</w:t>
      </w:r>
      <w:r w:rsidRPr="005D336A">
        <w:rPr>
          <w:sz w:val="18"/>
          <w:szCs w:val="18"/>
        </w:rPr>
        <w:t xml:space="preserve"> mají stejný význam jako shodné pojmy uvedené v Obchodních podmínkách (dále jen „OP“), není-li v ZTP výslovně uvedeno jinak nebo nevyplývá-li něco jiného z povahy věci.</w:t>
      </w:r>
    </w:p>
    <w:p w14:paraId="085FDDA6" w14:textId="77777777" w:rsidR="00A774DB" w:rsidRPr="005D336A" w:rsidRDefault="00A774DB" w:rsidP="00517E55">
      <w:pPr>
        <w:autoSpaceDE w:val="0"/>
        <w:autoSpaceDN w:val="0"/>
        <w:adjustRightInd w:val="0"/>
        <w:spacing w:after="0" w:line="240" w:lineRule="auto"/>
        <w:jc w:val="both"/>
        <w:rPr>
          <w:sz w:val="18"/>
          <w:szCs w:val="18"/>
        </w:rPr>
      </w:pPr>
    </w:p>
    <w:p w14:paraId="60C6E8EB" w14:textId="77777777" w:rsidR="00A774DB" w:rsidRPr="005D336A" w:rsidRDefault="00A774DB" w:rsidP="00517E55">
      <w:pPr>
        <w:pStyle w:val="Odstavecseseznamem"/>
        <w:numPr>
          <w:ilvl w:val="0"/>
          <w:numId w:val="18"/>
        </w:numPr>
        <w:autoSpaceDE w:val="0"/>
        <w:autoSpaceDN w:val="0"/>
        <w:adjustRightInd w:val="0"/>
        <w:spacing w:after="0" w:line="240" w:lineRule="auto"/>
        <w:jc w:val="both"/>
        <w:rPr>
          <w:sz w:val="18"/>
          <w:szCs w:val="18"/>
        </w:rPr>
      </w:pPr>
      <w:r w:rsidRPr="005D336A">
        <w:rPr>
          <w:sz w:val="18"/>
          <w:szCs w:val="18"/>
        </w:rPr>
        <w:t>V</w:t>
      </w:r>
      <w:r w:rsidRPr="005D336A">
        <w:rPr>
          <w:rFonts w:cs="Verdana"/>
          <w:sz w:val="18"/>
          <w:szCs w:val="18"/>
        </w:rPr>
        <w:t xml:space="preserve"> ZTP jsou použité odkazy na </w:t>
      </w:r>
      <w:r w:rsidRPr="005D336A">
        <w:rPr>
          <w:rFonts w:cs="Verdana"/>
          <w:b/>
          <w:sz w:val="18"/>
          <w:szCs w:val="18"/>
        </w:rPr>
        <w:t>oddíly, články a podčlánky</w:t>
      </w:r>
      <w:r w:rsidRPr="005D336A">
        <w:rPr>
          <w:rFonts w:cs="Verdana"/>
          <w:sz w:val="18"/>
          <w:szCs w:val="18"/>
        </w:rPr>
        <w:t xml:space="preserve"> souboru </w:t>
      </w:r>
      <w:r w:rsidRPr="005D336A">
        <w:rPr>
          <w:rFonts w:cs="Verdana"/>
          <w:b/>
          <w:sz w:val="18"/>
          <w:szCs w:val="18"/>
        </w:rPr>
        <w:t>Technické kvalitativní podmínky staveb státních drah</w:t>
      </w:r>
      <w:r w:rsidRPr="005D336A">
        <w:rPr>
          <w:rFonts w:cs="Verdana"/>
          <w:sz w:val="18"/>
          <w:szCs w:val="18"/>
        </w:rPr>
        <w:t xml:space="preserve"> (dále jen „TKP“)</w:t>
      </w:r>
    </w:p>
    <w:p w14:paraId="49E26161" w14:textId="77777777" w:rsidR="00826B7B" w:rsidRPr="00A16611" w:rsidRDefault="00826B7B" w:rsidP="00517E55">
      <w:pPr>
        <w:autoSpaceDE w:val="0"/>
        <w:autoSpaceDN w:val="0"/>
        <w:adjustRightInd w:val="0"/>
        <w:spacing w:after="0" w:line="240" w:lineRule="auto"/>
        <w:jc w:val="both"/>
        <w:rPr>
          <w:sz w:val="18"/>
          <w:szCs w:val="18"/>
        </w:rPr>
      </w:pPr>
      <w:r w:rsidRPr="00A16611">
        <w:rPr>
          <w:sz w:val="18"/>
          <w:szCs w:val="18"/>
        </w:rPr>
        <w:br w:type="page"/>
      </w:r>
    </w:p>
    <w:p w14:paraId="0CBE9032" w14:textId="77777777" w:rsidR="00DF7BAA" w:rsidRDefault="00DF7BAA" w:rsidP="00DF7BAA">
      <w:pPr>
        <w:pStyle w:val="Nadpis2-1"/>
      </w:pPr>
      <w:bookmarkStart w:id="4" w:name="_Toc6410429"/>
      <w:bookmarkStart w:id="5" w:name="_Toc152587965"/>
      <w:bookmarkStart w:id="6" w:name="_Toc389559699"/>
      <w:bookmarkStart w:id="7" w:name="_Toc397429847"/>
      <w:bookmarkStart w:id="8" w:name="_Ref433028040"/>
      <w:bookmarkStart w:id="9" w:name="_Toc1048197"/>
      <w:bookmarkStart w:id="10" w:name="_Toc13731855"/>
      <w:r w:rsidRPr="00782CE4">
        <w:lastRenderedPageBreak/>
        <w:t>SPECIFIKACE</w:t>
      </w:r>
      <w:r>
        <w:t xml:space="preserve"> PŘEDMĚTU DÍLA</w:t>
      </w:r>
      <w:bookmarkEnd w:id="4"/>
      <w:bookmarkEnd w:id="5"/>
    </w:p>
    <w:p w14:paraId="05AE8C5C" w14:textId="77777777" w:rsidR="00DF7BAA" w:rsidRDefault="00DF7BAA" w:rsidP="00DF7BAA">
      <w:pPr>
        <w:pStyle w:val="Nadpis2-2"/>
      </w:pPr>
      <w:bookmarkStart w:id="11" w:name="_Toc6410430"/>
      <w:bookmarkStart w:id="12" w:name="_Toc152587966"/>
      <w:r>
        <w:t>Účel a rozsah předmětu Díla</w:t>
      </w:r>
      <w:bookmarkEnd w:id="11"/>
      <w:bookmarkEnd w:id="12"/>
    </w:p>
    <w:p w14:paraId="144B4FC2" w14:textId="0A71F036" w:rsidR="00DF7BAA" w:rsidRPr="00A16611" w:rsidRDefault="00DF7BAA" w:rsidP="00DF7BAA">
      <w:pPr>
        <w:pStyle w:val="Text2-1"/>
      </w:pPr>
      <w:r w:rsidRPr="00A16611">
        <w:t>Předmětem díla je zhotovení stavby</w:t>
      </w:r>
      <w:r w:rsidR="00280695">
        <w:t xml:space="preserve"> – </w:t>
      </w:r>
      <w:r w:rsidR="000C6ECB">
        <w:t xml:space="preserve">provedení </w:t>
      </w:r>
      <w:r w:rsidR="00280695">
        <w:t>stavebních prací pod názvem</w:t>
      </w:r>
      <w:r w:rsidRPr="00A16611">
        <w:t xml:space="preserve"> </w:t>
      </w:r>
      <w:r w:rsidR="00251CE3" w:rsidRPr="002126AD">
        <w:rPr>
          <w:b/>
        </w:rPr>
        <w:t>„</w:t>
      </w:r>
      <w:r w:rsidR="00251CE3" w:rsidRPr="00667543">
        <w:t>Údržba</w:t>
      </w:r>
      <w:r w:rsidR="00251CE3">
        <w:t xml:space="preserve">, </w:t>
      </w:r>
      <w:r w:rsidR="00251CE3" w:rsidRPr="00667543">
        <w:t xml:space="preserve">opravy </w:t>
      </w:r>
      <w:r w:rsidR="00251CE3">
        <w:t>a odstraňování závad u SPS v obvodu OŘ Ostrava rok 2024 - provozní pozemní objekty“</w:t>
      </w:r>
      <w:r w:rsidR="00EC4FA5" w:rsidRPr="00A16611">
        <w:t>,</w:t>
      </w:r>
      <w:r w:rsidRPr="00A16611">
        <w:t xml:space="preserve"> jejímž cílem</w:t>
      </w:r>
      <w:r w:rsidR="00280695" w:rsidRPr="00280695">
        <w:t xml:space="preserve"> </w:t>
      </w:r>
      <w:r w:rsidR="00280695">
        <w:t xml:space="preserve">je realizace údržbových a opravných stavebních prací včetně odstranění závad na </w:t>
      </w:r>
      <w:r w:rsidR="00251CE3">
        <w:t xml:space="preserve">pozemních objektech </w:t>
      </w:r>
      <w:r w:rsidR="008825BA">
        <w:t>za</w:t>
      </w:r>
      <w:r w:rsidR="00280695">
        <w:t xml:space="preserve"> účelem zajištění bezpečného a provozuschopného stavu železniční dopravní infrastruktury. </w:t>
      </w:r>
      <w:r w:rsidR="00280695" w:rsidRPr="00A16611">
        <w:t xml:space="preserve"> </w:t>
      </w:r>
    </w:p>
    <w:p w14:paraId="29AAB0CD" w14:textId="34BE1920" w:rsidR="00E70AB8" w:rsidRPr="00517E55" w:rsidRDefault="00A16611" w:rsidP="00F52698">
      <w:pPr>
        <w:pStyle w:val="Text2-1"/>
      </w:pPr>
      <w:r w:rsidRPr="00517E55">
        <w:t xml:space="preserve">Rozsah Díla </w:t>
      </w:r>
      <w:r w:rsidR="00251CE3" w:rsidRPr="002126AD">
        <w:rPr>
          <w:b/>
        </w:rPr>
        <w:t>„</w:t>
      </w:r>
      <w:r w:rsidR="00251CE3" w:rsidRPr="00667543">
        <w:t>Údržba</w:t>
      </w:r>
      <w:r w:rsidR="00251CE3">
        <w:t xml:space="preserve">, </w:t>
      </w:r>
      <w:r w:rsidR="00251CE3" w:rsidRPr="00667543">
        <w:t xml:space="preserve">opravy </w:t>
      </w:r>
      <w:r w:rsidR="00251CE3">
        <w:t>a odstraňování závad u SPS v obvodu OŘ Ostrava rok 2024 - provozní pozemní objekty“</w:t>
      </w:r>
      <w:r w:rsidRPr="00517E55">
        <w:t xml:space="preserve"> </w:t>
      </w:r>
      <w:r w:rsidR="00280695">
        <w:t>z hlediska věcného rozsahu a požadovaného množství (předpoklad) uveden v</w:t>
      </w:r>
      <w:r w:rsidR="000C6ECB">
        <w:t> Bližší specifikaci díla (Díl 2_2 Zadávací dokumentace) a F</w:t>
      </w:r>
      <w:r w:rsidR="00280695">
        <w:t>ormulář</w:t>
      </w:r>
      <w:r w:rsidR="000C6ECB">
        <w:t>i</w:t>
      </w:r>
      <w:r w:rsidR="00280695">
        <w:t xml:space="preserve"> pro cenovou nabídku (</w:t>
      </w:r>
      <w:r w:rsidR="000C6ECB">
        <w:t>Díl 2_3a</w:t>
      </w:r>
      <w:r w:rsidR="00A861B4">
        <w:t xml:space="preserve"> </w:t>
      </w:r>
      <w:r w:rsidR="00280695">
        <w:t>Zadávací dokumentace</w:t>
      </w:r>
      <w:r w:rsidR="000C6ECB">
        <w:t xml:space="preserve">). </w:t>
      </w:r>
      <w:r w:rsidR="000C6ECB" w:rsidRPr="00883327">
        <w:t>Přesný rozsah Díla bude stanoven až na základě dílčích smluv – objednávek (dále jen „Objednávky“) zadávaných v souladu s rámcovou dohodou.</w:t>
      </w:r>
    </w:p>
    <w:p w14:paraId="79B5C973" w14:textId="77777777" w:rsidR="00DF7BAA" w:rsidRDefault="00DF7BAA" w:rsidP="00DF7BAA">
      <w:pPr>
        <w:pStyle w:val="Nadpis2-2"/>
      </w:pPr>
      <w:bookmarkStart w:id="13" w:name="_Toc6410431"/>
      <w:bookmarkStart w:id="14" w:name="_Toc152587967"/>
      <w:r>
        <w:t>Umístění stavby</w:t>
      </w:r>
      <w:bookmarkEnd w:id="13"/>
      <w:bookmarkEnd w:id="14"/>
    </w:p>
    <w:p w14:paraId="4DFE4759" w14:textId="37BD844E" w:rsidR="008825BA" w:rsidRDefault="005C5596" w:rsidP="008825BA">
      <w:pPr>
        <w:pStyle w:val="Text2-1"/>
      </w:pPr>
      <w:r>
        <w:t>Stavební práce</w:t>
      </w:r>
      <w:r w:rsidR="00DF7BAA">
        <w:t xml:space="preserve"> bud</w:t>
      </w:r>
      <w:r>
        <w:t>ou</w:t>
      </w:r>
      <w:r w:rsidR="00DF7BAA">
        <w:t xml:space="preserve"> probíhat </w:t>
      </w:r>
      <w:r w:rsidR="00280695">
        <w:t>v </w:t>
      </w:r>
      <w:r w:rsidR="008825BA">
        <w:t>obvodu</w:t>
      </w:r>
      <w:r w:rsidR="00280695">
        <w:t xml:space="preserve"> </w:t>
      </w:r>
      <w:r w:rsidR="00251CE3" w:rsidRPr="00547136">
        <w:t>Správy pozemních staveb</w:t>
      </w:r>
      <w:r w:rsidR="00251CE3">
        <w:t xml:space="preserve"> (SPS), </w:t>
      </w:r>
      <w:r w:rsidR="00280695">
        <w:t>Oblastního ředitelství Ostrava</w:t>
      </w:r>
      <w:r w:rsidR="000C6ECB">
        <w:t xml:space="preserve"> s vymezenou oblastí Ostrava nebo Olomouc, </w:t>
      </w:r>
      <w:r w:rsidR="000C6ECB" w:rsidRPr="00837668">
        <w:t>jehož vymezení je stanoveno v dalších částech Zadávací dokumentace</w:t>
      </w:r>
      <w:r w:rsidR="000C6ECB" w:rsidRPr="00883327">
        <w:t>.</w:t>
      </w:r>
      <w:r w:rsidR="000C6ECB" w:rsidRPr="00837668">
        <w:t xml:space="preserve"> </w:t>
      </w:r>
      <w:r w:rsidR="000C6ECB" w:rsidRPr="00883327">
        <w:t>Přesné vymezení místa plnění bude stanoveno v Objednávce při zadávání dílčích veřejných zakázek zadávaných v souladu s rámcovou dohodou.</w:t>
      </w:r>
    </w:p>
    <w:p w14:paraId="481509A7" w14:textId="77777777" w:rsidR="00DF7BAA" w:rsidRDefault="00DF7BAA" w:rsidP="00DF7BAA">
      <w:pPr>
        <w:pStyle w:val="Nadpis2-1"/>
      </w:pPr>
      <w:bookmarkStart w:id="15" w:name="_Toc6410432"/>
      <w:bookmarkStart w:id="16" w:name="_Toc152587968"/>
      <w:r>
        <w:t>PŘEHLED VÝCHOZÍCH PODKLADŮ</w:t>
      </w:r>
      <w:bookmarkEnd w:id="15"/>
      <w:bookmarkEnd w:id="16"/>
    </w:p>
    <w:p w14:paraId="6A2039BC" w14:textId="77777777" w:rsidR="00DF7BAA" w:rsidRDefault="00DF7BAA" w:rsidP="00DF7BAA">
      <w:pPr>
        <w:pStyle w:val="Nadpis2-2"/>
      </w:pPr>
      <w:bookmarkStart w:id="17" w:name="_Toc6410433"/>
      <w:bookmarkStart w:id="18" w:name="_Toc152587969"/>
      <w:r>
        <w:t>Projektová dokumentace</w:t>
      </w:r>
      <w:bookmarkEnd w:id="17"/>
      <w:bookmarkEnd w:id="18"/>
    </w:p>
    <w:p w14:paraId="4D8E81F7" w14:textId="243EE8EA" w:rsidR="005E47F4" w:rsidRDefault="000C6ECB" w:rsidP="00615BEC">
      <w:pPr>
        <w:pStyle w:val="Text2-1"/>
      </w:pPr>
      <w:r>
        <w:t xml:space="preserve">Budou-li stavební práce zadávány na základě projektové dokumentace, bude tato předána před uzavřením Objednávky </w:t>
      </w:r>
      <w:bookmarkStart w:id="19" w:name="_Hlk144282388"/>
      <w:r>
        <w:t xml:space="preserve">při zadávání dílčích veřejných zakázek. </w:t>
      </w:r>
      <w:bookmarkEnd w:id="19"/>
      <w:r>
        <w:t>V ostatních případech bude řešeno formou Technické specifikace požadovaných stavebních prací, která bude nedílnou součástí Objednávky při zadávání dílčích veřejných zakázek zadávaných v souladu s rámcovou dohodou.</w:t>
      </w:r>
    </w:p>
    <w:p w14:paraId="52904154" w14:textId="77777777" w:rsidR="00DF7BAA" w:rsidRPr="00860F4E" w:rsidRDefault="00DF7BAA" w:rsidP="00DF7BAA">
      <w:pPr>
        <w:pStyle w:val="Nadpis2-2"/>
      </w:pPr>
      <w:bookmarkStart w:id="20" w:name="_Toc6410434"/>
      <w:bookmarkStart w:id="21" w:name="_Toc152587970"/>
      <w:r w:rsidRPr="00860F4E">
        <w:t>Související dokumentace</w:t>
      </w:r>
      <w:bookmarkEnd w:id="20"/>
      <w:bookmarkEnd w:id="21"/>
    </w:p>
    <w:p w14:paraId="0C10CA0D" w14:textId="77777777" w:rsidR="000C6ECB" w:rsidRPr="003D097F" w:rsidRDefault="000C6ECB" w:rsidP="000C6ECB">
      <w:pPr>
        <w:pStyle w:val="Text2-1"/>
      </w:pPr>
      <w:r w:rsidRPr="003D097F">
        <w:t xml:space="preserve">Prováděné stavební práce vzhledem k jejich charakteru zpravidla nepodléhají stavebnímu či jinému řízení, nebo nevyžadují ohlášení stavby stavebnímu úřadu. </w:t>
      </w:r>
    </w:p>
    <w:p w14:paraId="241A176F" w14:textId="2E44B641" w:rsidR="008170FD" w:rsidRDefault="000C6ECB" w:rsidP="000C6ECB">
      <w:pPr>
        <w:pStyle w:val="Text2-1"/>
      </w:pPr>
      <w:r w:rsidRPr="003D097F">
        <w:t>V případě požadavku na provedení stavebních prací, které podléhají stavebnímu povolení nebo jinému veřejnoprávnímu rozhodnutí, bude příslušný dokument předán Zhotoviteli před uzavřením Objednávky při zadávání dílčích veřejných zakázek. V takovém případě bude v Objednávce uveden odkaz na uvedené stavební povolení nebo jiné veřejnoprávní rozhodnutí, které bude pro Zhotovitele závazné</w:t>
      </w:r>
      <w:r w:rsidR="008170FD">
        <w:t xml:space="preserve"> </w:t>
      </w:r>
    </w:p>
    <w:p w14:paraId="68275920" w14:textId="77777777" w:rsidR="00DF7BAA" w:rsidRDefault="00DF7BAA" w:rsidP="00DF7BAA">
      <w:pPr>
        <w:pStyle w:val="Nadpis2-1"/>
      </w:pPr>
      <w:bookmarkStart w:id="22" w:name="_Toc6410435"/>
      <w:bookmarkStart w:id="23" w:name="_Toc152587971"/>
      <w:r>
        <w:t>KOORDINACE S JINÝMI STAVBAMI</w:t>
      </w:r>
      <w:bookmarkEnd w:id="22"/>
      <w:bookmarkEnd w:id="23"/>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76BB2726" w14:textId="6F56EB94" w:rsidR="00A10D37" w:rsidRPr="008170FD" w:rsidRDefault="001F25FE" w:rsidP="00A10D37">
      <w:pPr>
        <w:pStyle w:val="Text2-1"/>
      </w:pPr>
      <w:r>
        <w:t>V případě požadavku na koordinaci s jinými stavbami bude řešeno Objednatelem se Zhotovitelem před uzavřením Objednávky při zadávání dílčích veřejných zakázek zadávaných v souladu s rámcovou dohodou, příp. v průběhu realizace Díla, pokud by nastala objektivní okolnost požadavku na koordinaci až v okamžiku po uzavření Objednávky, o které v době jejího uzavření Objednatel nevěděl ani ji nemohl předpokládat</w:t>
      </w:r>
      <w:r w:rsidR="00234F48" w:rsidRPr="008170FD">
        <w:t xml:space="preserve">. </w:t>
      </w:r>
    </w:p>
    <w:p w14:paraId="32E3FFCA" w14:textId="77777777" w:rsidR="00DF7BAA" w:rsidRPr="002F3B4D" w:rsidRDefault="0025048A" w:rsidP="00DF7BAA">
      <w:pPr>
        <w:pStyle w:val="Nadpis2-1"/>
      </w:pPr>
      <w:bookmarkStart w:id="24" w:name="_Toc6410436"/>
      <w:bookmarkStart w:id="25" w:name="_Toc152587972"/>
      <w:r w:rsidRPr="002F3B4D">
        <w:lastRenderedPageBreak/>
        <w:t xml:space="preserve">Zvláštní </w:t>
      </w:r>
      <w:r w:rsidR="00DF7BAA" w:rsidRPr="002F3B4D">
        <w:t xml:space="preserve">TECHNICKÉ </w:t>
      </w:r>
      <w:r w:rsidRPr="002F3B4D">
        <w:t>podmímky a požadavky na</w:t>
      </w:r>
      <w:r w:rsidR="00DF7BAA" w:rsidRPr="002F3B4D">
        <w:t xml:space="preserve"> PROVEDENÍ DÍLA</w:t>
      </w:r>
      <w:bookmarkEnd w:id="24"/>
      <w:bookmarkEnd w:id="25"/>
    </w:p>
    <w:p w14:paraId="6FD8A9DE" w14:textId="77777777" w:rsidR="00DF7BAA" w:rsidRDefault="00DF7BAA" w:rsidP="00DF7BAA">
      <w:pPr>
        <w:pStyle w:val="Nadpis2-2"/>
      </w:pPr>
      <w:bookmarkStart w:id="26" w:name="_Toc6410437"/>
      <w:bookmarkStart w:id="27" w:name="_Toc152587973"/>
      <w:r>
        <w:t>Všeobecně</w:t>
      </w:r>
      <w:bookmarkEnd w:id="26"/>
      <w:bookmarkEnd w:id="27"/>
    </w:p>
    <w:p w14:paraId="65532685" w14:textId="7DEBE4BF" w:rsidR="00700A8A" w:rsidRPr="00700A8A" w:rsidRDefault="000C6ECB" w:rsidP="00251CE3">
      <w:pPr>
        <w:pStyle w:val="Text2-1"/>
      </w:pPr>
      <w:r w:rsidRPr="0056233E">
        <w:rPr>
          <w:b/>
        </w:rPr>
        <w:t>ZTP</w:t>
      </w:r>
      <w:r>
        <w:t xml:space="preserve"> jsou vydávány pro každou Rámcovou dohodu zvlášť. Definují další parametry Díla a upřesňují konkrétní podmínky a specifické požadavky, dle účelu a rozsahu předmětu Díla dle </w:t>
      </w:r>
      <w:r w:rsidRPr="000258E6">
        <w:t>aktuálních TKP</w:t>
      </w:r>
      <w:r>
        <w:t>, není-li v dílčí smlouvě (Objednávce) dohodnuto jinak</w:t>
      </w:r>
      <w:r w:rsidR="00700A8A" w:rsidRPr="00700A8A">
        <w:t>.</w:t>
      </w:r>
    </w:p>
    <w:p w14:paraId="6D100930" w14:textId="77777777" w:rsidR="000C6ECB" w:rsidRDefault="000C6ECB" w:rsidP="000C6ECB">
      <w:pPr>
        <w:pStyle w:val="Text2-1"/>
      </w:pPr>
      <w:r>
        <w:t>V</w:t>
      </w:r>
      <w:r w:rsidRPr="00EB6387">
        <w:t> ZTP upraven</w:t>
      </w:r>
      <w:r>
        <w:t>é</w:t>
      </w:r>
      <w:r w:rsidRPr="00EB6387">
        <w:t xml:space="preserve"> znění ustanovení TKP, Kapitoly 1 se uplatní </w:t>
      </w:r>
      <w:r w:rsidRPr="003B0494">
        <w:t>přiměřeně</w:t>
      </w:r>
      <w:r>
        <w:t xml:space="preserve"> dle účelu a rozsahu předmětu Díla Rámcové dohody.</w:t>
      </w:r>
      <w:r w:rsidRPr="003B0494">
        <w:t xml:space="preserve">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1B3D6B07" w14:textId="77777777" w:rsidR="000C6ECB" w:rsidRPr="003B0494" w:rsidRDefault="000C6ECB" w:rsidP="000C6ECB">
      <w:pPr>
        <w:pStyle w:val="Text2-2"/>
        <w:tabs>
          <w:tab w:val="clear" w:pos="5076"/>
          <w:tab w:val="num" w:pos="1701"/>
        </w:tabs>
        <w:ind w:left="1701"/>
      </w:pPr>
      <w:r w:rsidRPr="003B0494">
        <w:t>Čl. 1.4.8 TKP, odst. 5 Text „…</w:t>
      </w:r>
      <w:bookmarkStart w:id="28" w:name="_Hlk115084506"/>
      <w:r w:rsidRPr="003B0494">
        <w:t>nejméně 5 pracovních dnů před termínem</w:t>
      </w:r>
      <w:bookmarkEnd w:id="28"/>
      <w:r w:rsidRPr="003B0494">
        <w:t>…“ se mění na „…nejméně 2 pracovní dny před termínem …“.</w:t>
      </w:r>
    </w:p>
    <w:p w14:paraId="1E3FB74C" w14:textId="77777777" w:rsidR="000C6ECB" w:rsidRPr="003B0494" w:rsidRDefault="000C6ECB" w:rsidP="000C6ECB">
      <w:pPr>
        <w:pStyle w:val="Text2-2"/>
        <w:tabs>
          <w:tab w:val="clear" w:pos="5076"/>
          <w:tab w:val="num" w:pos="1701"/>
        </w:tabs>
        <w:ind w:left="1701"/>
      </w:pPr>
      <w:r w:rsidRPr="003B0494">
        <w:t>V čl. 1.7.1 TKP, odst. 1 se doplňuje text „…se zásadami směrnice SŽ SM011</w:t>
      </w:r>
      <w:r>
        <w:t xml:space="preserve"> (Dokumentace staveb Správy železnic, státní organizace)</w:t>
      </w:r>
      <w:r w:rsidRPr="003B0494">
        <w:t xml:space="preserve"> směrnice SŽDC</w:t>
      </w:r>
      <w:r>
        <w:t xml:space="preserve"> </w:t>
      </w:r>
      <w:r w:rsidRPr="003B0494">
        <w:t>č.</w:t>
      </w:r>
      <w:r>
        <w:t> </w:t>
      </w:r>
      <w:r w:rsidRPr="003B0494">
        <w:t>117</w:t>
      </w:r>
      <w:r w:rsidRPr="000258E6">
        <w:t xml:space="preserve"> </w:t>
      </w:r>
      <w:r>
        <w:t>(Předávání digitální dokumentace z investiční výstavby SŽDC)</w:t>
      </w:r>
      <w:r w:rsidRPr="003B0494">
        <w:t xml:space="preserve"> a pokynu GŘ č.</w:t>
      </w:r>
      <w:r>
        <w:t> </w:t>
      </w:r>
      <w:r w:rsidRPr="003B0494">
        <w:t>4/2016</w:t>
      </w:r>
      <w:r>
        <w:t xml:space="preserve"> (Předávání digitální dokumentace a dat mezi SŽDC a externími subjekty)</w:t>
      </w:r>
      <w:r w:rsidRPr="003B0494">
        <w:t xml:space="preserve"> a pokynu GŘ SŽ PO-06/2020-GŘ</w:t>
      </w:r>
      <w:r w:rsidRPr="00F04838">
        <w:t xml:space="preserve"> </w:t>
      </w:r>
      <w:r>
        <w:t>(Pokyn generálního ředitele k poskytování geodetických podkladů a činností pro přípravu a realizaci opravných a investičních akcí)</w:t>
      </w:r>
      <w:r w:rsidRPr="003B0494">
        <w:t xml:space="preserve"> a dále v souladu s dokumenty v této kapitole citovanými.“</w:t>
      </w:r>
    </w:p>
    <w:p w14:paraId="0D67AA97" w14:textId="77777777" w:rsidR="000C6ECB" w:rsidRPr="003B0494" w:rsidRDefault="000C6ECB" w:rsidP="000C6ECB">
      <w:pPr>
        <w:pStyle w:val="Text2-2"/>
        <w:tabs>
          <w:tab w:val="clear" w:pos="5076"/>
          <w:tab w:val="num" w:pos="1701"/>
        </w:tabs>
        <w:ind w:left="1701"/>
      </w:pPr>
      <w:r w:rsidRPr="003B0494">
        <w:t xml:space="preserve">Čl. 1.7.3.2 TKP, odst. 1 se </w:t>
      </w:r>
      <w:r>
        <w:t>nepoužije.</w:t>
      </w:r>
    </w:p>
    <w:p w14:paraId="5D081D5F" w14:textId="77777777" w:rsidR="000C6ECB" w:rsidRPr="003B0494" w:rsidRDefault="000C6ECB" w:rsidP="000C6ECB">
      <w:pPr>
        <w:pStyle w:val="Text2-2"/>
        <w:tabs>
          <w:tab w:val="clear" w:pos="5076"/>
          <w:tab w:val="num" w:pos="1701"/>
        </w:tabs>
        <w:ind w:left="1701"/>
      </w:pPr>
      <w:r w:rsidRPr="003B0494">
        <w:t xml:space="preserve">Čl. </w:t>
      </w:r>
      <w:bookmarkStart w:id="29" w:name="_Hlk115950514"/>
      <w:r w:rsidRPr="003B0494">
        <w:t xml:space="preserve">1.7.3.2 TKP, odst. 7 </w:t>
      </w:r>
      <w:bookmarkEnd w:id="29"/>
      <w:r w:rsidRPr="003B0494">
        <w:t xml:space="preserve">se </w:t>
      </w:r>
      <w:r>
        <w:t>nepoužije</w:t>
      </w:r>
      <w:r w:rsidRPr="003B0494">
        <w:t>.</w:t>
      </w:r>
    </w:p>
    <w:p w14:paraId="1B5BC066" w14:textId="77777777" w:rsidR="000C6ECB" w:rsidRPr="003B0494" w:rsidRDefault="000C6ECB" w:rsidP="000C6ECB">
      <w:pPr>
        <w:pStyle w:val="Text2-2"/>
        <w:tabs>
          <w:tab w:val="clear" w:pos="5076"/>
          <w:tab w:val="num" w:pos="1701"/>
        </w:tabs>
        <w:ind w:left="1701"/>
      </w:pPr>
      <w:r w:rsidRPr="003B0494">
        <w:t>Čl. 1.7.3.3 TKP, odst. 1 se mění takto:</w:t>
      </w:r>
    </w:p>
    <w:p w14:paraId="29F0B856" w14:textId="77777777" w:rsidR="000C6ECB" w:rsidRDefault="000C6ECB" w:rsidP="000C6ECB">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12DC8653" w14:textId="77777777" w:rsidR="000C6ECB" w:rsidRPr="00F23487" w:rsidRDefault="000C6ECB" w:rsidP="000C6ECB">
      <w:pPr>
        <w:pStyle w:val="Text2-2"/>
        <w:tabs>
          <w:tab w:val="clear" w:pos="5076"/>
          <w:tab w:val="num" w:pos="1701"/>
        </w:tabs>
        <w:ind w:left="1701"/>
      </w:pPr>
      <w:r w:rsidRPr="00F23487">
        <w:t xml:space="preserve">V čl. 1.7.3.5 TKP, odst.1 se mění takto: </w:t>
      </w:r>
    </w:p>
    <w:p w14:paraId="3119D1C7" w14:textId="77777777" w:rsidR="000C6ECB" w:rsidRDefault="000C6ECB" w:rsidP="000C6ECB">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46919EE7" w14:textId="77777777" w:rsidR="000C6ECB" w:rsidRDefault="000C6ECB" w:rsidP="000C6ECB">
      <w:pPr>
        <w:pStyle w:val="Text2-2"/>
        <w:tabs>
          <w:tab w:val="clear" w:pos="5076"/>
          <w:tab w:val="num" w:pos="1701"/>
        </w:tabs>
        <w:ind w:left="1701"/>
      </w:pPr>
      <w:r w:rsidRPr="00EB6387">
        <w:t xml:space="preserve">V čl. 1.7.3.5 TKP, se </w:t>
      </w:r>
      <w:r>
        <w:t>nepoužijí</w:t>
      </w:r>
      <w:r w:rsidRPr="00EB6387">
        <w:t xml:space="preserve"> odstavce 5 a 6.</w:t>
      </w:r>
    </w:p>
    <w:p w14:paraId="5B89D510" w14:textId="77777777" w:rsidR="000C6ECB" w:rsidRDefault="000C6ECB" w:rsidP="000C6ECB">
      <w:pPr>
        <w:pStyle w:val="Text2-2"/>
        <w:tabs>
          <w:tab w:val="clear" w:pos="5076"/>
          <w:tab w:val="num" w:pos="1701"/>
        </w:tabs>
        <w:ind w:left="1701"/>
      </w:pPr>
      <w:r w:rsidRPr="00EB6387">
        <w:t>Čl.</w:t>
      </w:r>
      <w:r>
        <w:t xml:space="preserve"> </w:t>
      </w:r>
      <w:r w:rsidRPr="00EB6387">
        <w:t>1.8.2 TKP, odst. 6 písm. a) se doplňuje textem „…byla-li RDS zpracována</w:t>
      </w:r>
      <w:bookmarkStart w:id="30" w:name="_Hlk115329733"/>
      <w:bookmarkStart w:id="31" w:name="_Hlk115427294"/>
      <w:r w:rsidRPr="00EB6387">
        <w:t>…“</w:t>
      </w:r>
      <w:bookmarkEnd w:id="30"/>
      <w:r w:rsidRPr="00EB6387">
        <w:t>.</w:t>
      </w:r>
      <w:bookmarkEnd w:id="31"/>
    </w:p>
    <w:p w14:paraId="51BFBC26" w14:textId="77777777" w:rsidR="000C6ECB" w:rsidRPr="00F832AA" w:rsidRDefault="000C6ECB" w:rsidP="000C6ECB">
      <w:pPr>
        <w:pStyle w:val="Text2-2"/>
        <w:tabs>
          <w:tab w:val="clear" w:pos="5076"/>
          <w:tab w:val="num" w:pos="1701"/>
        </w:tabs>
        <w:ind w:left="1701"/>
      </w:pPr>
      <w:r w:rsidRPr="00F832AA">
        <w:t xml:space="preserve">Čl. 1.8.2 TKP, odst. 7 se </w:t>
      </w:r>
      <w:r>
        <w:t>nepoužije</w:t>
      </w:r>
      <w:r w:rsidRPr="00F832AA">
        <w:t>.</w:t>
      </w:r>
    </w:p>
    <w:p w14:paraId="43A1E8E1" w14:textId="77777777" w:rsidR="000C6ECB" w:rsidRPr="00F832AA" w:rsidRDefault="000C6ECB" w:rsidP="000C6ECB">
      <w:pPr>
        <w:pStyle w:val="Text2-2"/>
        <w:tabs>
          <w:tab w:val="clear" w:pos="5076"/>
          <w:tab w:val="num" w:pos="1701"/>
        </w:tabs>
        <w:ind w:left="1701"/>
      </w:pPr>
      <w:r w:rsidRPr="00F832AA">
        <w:t xml:space="preserve">V čl. 1.8.3.1 TKP, odst. 2 se ruší text </w:t>
      </w:r>
      <w:bookmarkStart w:id="32" w:name="_Hlk115877962"/>
      <w:r w:rsidRPr="00F832AA">
        <w:t>„…</w:t>
      </w:r>
      <w:bookmarkEnd w:id="32"/>
      <w:r w:rsidRPr="00F832AA">
        <w:t xml:space="preserve"> tj. zpravidla Stavební správa SŽ</w:t>
      </w:r>
      <w:bookmarkStart w:id="33" w:name="_Hlk115334079"/>
      <w:r w:rsidRPr="00F832AA">
        <w:t>…“.</w:t>
      </w:r>
      <w:bookmarkEnd w:id="33"/>
    </w:p>
    <w:p w14:paraId="356FC8DF" w14:textId="77777777" w:rsidR="000C6ECB" w:rsidRPr="00F832AA" w:rsidRDefault="000C6ECB" w:rsidP="000C6ECB">
      <w:pPr>
        <w:pStyle w:val="Text2-2"/>
        <w:tabs>
          <w:tab w:val="clear" w:pos="5076"/>
          <w:tab w:val="num" w:pos="1701"/>
        </w:tabs>
        <w:ind w:left="1701"/>
      </w:pPr>
      <w:r w:rsidRPr="00F832AA">
        <w:t>V čl. 1.9.2 TKP, odst. 3 se mění lhůta z 14 kalendářních dní na 7 kalendářních dní.</w:t>
      </w:r>
    </w:p>
    <w:p w14:paraId="1C79D148" w14:textId="77777777" w:rsidR="000C6ECB" w:rsidRPr="00F832AA" w:rsidRDefault="000C6ECB" w:rsidP="000C6ECB">
      <w:pPr>
        <w:pStyle w:val="Text2-2"/>
        <w:tabs>
          <w:tab w:val="clear" w:pos="5076"/>
          <w:tab w:val="num" w:pos="1701"/>
        </w:tabs>
        <w:ind w:left="1701"/>
      </w:pPr>
      <w:r w:rsidRPr="00F832AA">
        <w:t xml:space="preserve">V čl. 1.9.2 TKP, odst. 4 v odrážce „body ŽBP“ se ruší </w:t>
      </w:r>
      <w:proofErr w:type="gramStart"/>
      <w:r w:rsidRPr="00F832AA">
        <w:t>text „...v Dokladové</w:t>
      </w:r>
      <w:proofErr w:type="gramEnd"/>
      <w:r w:rsidRPr="00F832AA">
        <w:t xml:space="preserve"> části – Geodetický podklad pro projektovou činnost zpracovaný podle jiných právních předpisů…“</w:t>
      </w:r>
    </w:p>
    <w:p w14:paraId="085E6876" w14:textId="77777777" w:rsidR="000C6ECB" w:rsidRPr="001A001A" w:rsidRDefault="000C6ECB" w:rsidP="000C6ECB">
      <w:pPr>
        <w:pStyle w:val="Text2-2"/>
        <w:tabs>
          <w:tab w:val="clear" w:pos="5076"/>
          <w:tab w:val="num" w:pos="1701"/>
        </w:tabs>
        <w:ind w:left="1701"/>
      </w:pPr>
      <w:r w:rsidRPr="001A001A">
        <w:t xml:space="preserve">Čl. 1.9.2 TKP, odst. 7 se </w:t>
      </w:r>
      <w:r>
        <w:t>nepoužije</w:t>
      </w:r>
      <w:r w:rsidRPr="001A001A">
        <w:t>.</w:t>
      </w:r>
    </w:p>
    <w:p w14:paraId="28DA3E47" w14:textId="77777777" w:rsidR="000C6ECB" w:rsidRDefault="000C6ECB" w:rsidP="000C6ECB">
      <w:pPr>
        <w:pStyle w:val="Text2-2"/>
        <w:tabs>
          <w:tab w:val="clear" w:pos="5076"/>
          <w:tab w:val="num" w:pos="1701"/>
        </w:tabs>
        <w:ind w:left="1701"/>
      </w:pPr>
      <w:r>
        <w:t xml:space="preserve">Čl. 1.9.4 TKP, odst. 2 se mění takto: </w:t>
      </w:r>
    </w:p>
    <w:p w14:paraId="5793E13D" w14:textId="77777777" w:rsidR="000C6ECB" w:rsidRPr="00EB6387" w:rsidRDefault="000C6ECB" w:rsidP="000C6ECB">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5F34CAE2" w14:textId="77777777" w:rsidR="000C6ECB" w:rsidRPr="001A001A" w:rsidRDefault="000C6ECB" w:rsidP="000C6ECB">
      <w:pPr>
        <w:pStyle w:val="Text2-2"/>
        <w:tabs>
          <w:tab w:val="clear" w:pos="5076"/>
          <w:tab w:val="num" w:pos="1701"/>
        </w:tabs>
        <w:ind w:left="1701"/>
      </w:pPr>
      <w:r w:rsidRPr="001A001A">
        <w:t>Čl. 1.9.4 TKP, odst.5 se mění takto:</w:t>
      </w:r>
    </w:p>
    <w:p w14:paraId="07582542" w14:textId="77777777" w:rsidR="000C6ECB" w:rsidRDefault="000C6ECB" w:rsidP="000C6ECB">
      <w:pPr>
        <w:pStyle w:val="Text2-2"/>
        <w:numPr>
          <w:ilvl w:val="0"/>
          <w:numId w:val="0"/>
        </w:numPr>
        <w:ind w:left="1701"/>
      </w:pPr>
      <w:r w:rsidRPr="001A001A">
        <w:t>Zhotovitel se zavazuje zpracovat havarijní plán pro případný únik ropných látek ve smyslu zákona č. 254/2001</w:t>
      </w:r>
      <w:r>
        <w:t> </w:t>
      </w:r>
      <w:r w:rsidRPr="001A001A">
        <w:t>Sb.</w:t>
      </w:r>
      <w:r>
        <w:t xml:space="preserve"> (vodní zákon). </w:t>
      </w:r>
      <w:r w:rsidRPr="001A001A">
        <w:t xml:space="preserve"> Zhotovitel bude řešit způsob odstavení stavebních strojů, zásobování strojů pohonnými hmotami, ochranu proti znečištění povrchových a podzemních vod a ovzduší.</w:t>
      </w:r>
    </w:p>
    <w:p w14:paraId="5B9A10B1" w14:textId="77777777" w:rsidR="000C6ECB" w:rsidRPr="002E5B84" w:rsidRDefault="000C6ECB" w:rsidP="000C6ECB">
      <w:pPr>
        <w:pStyle w:val="Text2-2"/>
        <w:tabs>
          <w:tab w:val="clear" w:pos="5076"/>
          <w:tab w:val="num" w:pos="1701"/>
        </w:tabs>
        <w:ind w:left="1701"/>
      </w:pPr>
      <w:r w:rsidRPr="002E5B84">
        <w:t xml:space="preserve">V čl. </w:t>
      </w:r>
      <w:bookmarkStart w:id="34" w:name="_Hlk115953274"/>
      <w:r w:rsidRPr="002E5B84">
        <w:t xml:space="preserve">1.9.5.1 TKP, odst. 1, </w:t>
      </w:r>
      <w:bookmarkEnd w:id="34"/>
      <w:r w:rsidRPr="002E5B84">
        <w:t>písm. e) se mění lhůta z 21 dnů na 7 dnů.</w:t>
      </w:r>
    </w:p>
    <w:p w14:paraId="407F4D96" w14:textId="77777777" w:rsidR="000C6ECB" w:rsidRPr="002E5B84" w:rsidRDefault="000C6ECB" w:rsidP="000C6ECB">
      <w:pPr>
        <w:pStyle w:val="Text2-2"/>
        <w:tabs>
          <w:tab w:val="clear" w:pos="5076"/>
          <w:tab w:val="num" w:pos="1701"/>
        </w:tabs>
        <w:ind w:left="1701"/>
      </w:pPr>
      <w:r w:rsidRPr="002E5B84">
        <w:t>V čl. 1.10.5.2 TKP, odst. 3 se ruší text „… (zpravidla Stavební správa)“.</w:t>
      </w:r>
    </w:p>
    <w:p w14:paraId="6ED053EC" w14:textId="77777777" w:rsidR="000C6ECB" w:rsidRPr="002E5B84" w:rsidRDefault="000C6ECB" w:rsidP="000C6ECB">
      <w:pPr>
        <w:pStyle w:val="Text2-2"/>
        <w:tabs>
          <w:tab w:val="clear" w:pos="5076"/>
          <w:tab w:val="num" w:pos="1701"/>
        </w:tabs>
        <w:ind w:left="1701"/>
      </w:pPr>
      <w:r w:rsidRPr="002E5B84">
        <w:t>V článcích 1.10.9 TKP a navazujících je „stavebním deníkem v listinné podobě“ pro údržbu a opravy myšlena vždy forma dle čl. 1.10.9.1 TKP, odst. 4.</w:t>
      </w:r>
    </w:p>
    <w:p w14:paraId="49307C2B" w14:textId="77777777" w:rsidR="000C6ECB" w:rsidRPr="00DF7856" w:rsidRDefault="000C6ECB" w:rsidP="000C6ECB">
      <w:pPr>
        <w:pStyle w:val="Text2-2"/>
        <w:tabs>
          <w:tab w:val="clear" w:pos="5076"/>
          <w:tab w:val="num" w:pos="1701"/>
        </w:tabs>
        <w:ind w:left="1701"/>
      </w:pPr>
      <w:r w:rsidRPr="00DF7856">
        <w:t xml:space="preserve">Čl. 1.10.9.3 TKP, odst. 7 se </w:t>
      </w:r>
      <w:r>
        <w:t>nepoužije</w:t>
      </w:r>
      <w:r w:rsidRPr="00DF7856">
        <w:t>.</w:t>
      </w:r>
    </w:p>
    <w:p w14:paraId="64186C23" w14:textId="77777777" w:rsidR="000C6ECB" w:rsidRPr="00DF7856" w:rsidRDefault="000C6ECB" w:rsidP="000C6ECB">
      <w:pPr>
        <w:pStyle w:val="Text2-2"/>
        <w:tabs>
          <w:tab w:val="clear" w:pos="5076"/>
          <w:tab w:val="num" w:pos="1701"/>
        </w:tabs>
        <w:ind w:left="1701"/>
      </w:pPr>
      <w:r w:rsidRPr="00DF7856">
        <w:t>V čl. 1.11.3 TKP, odst. 4, písm. c) se mění lhůta z 90 dnů na 15 dnů a dále se mění počet z tří na jedno pracovní vyhotovení RDS osobě vykonávající Stavební dozor k posouzení a ke schválení</w:t>
      </w:r>
      <w:r>
        <w:t>.</w:t>
      </w:r>
    </w:p>
    <w:p w14:paraId="17F977D9" w14:textId="77777777" w:rsidR="000C6ECB" w:rsidRPr="00DF7856" w:rsidRDefault="000C6ECB" w:rsidP="000C6ECB">
      <w:pPr>
        <w:pStyle w:val="Text2-2"/>
        <w:tabs>
          <w:tab w:val="clear" w:pos="5076"/>
          <w:tab w:val="num" w:pos="1701"/>
        </w:tabs>
        <w:ind w:left="1701"/>
      </w:pPr>
      <w:r w:rsidRPr="00DF7856">
        <w:t>V čl. 1.11.3 TKP, odst. 4, písm. d) se mění počet 4 souprav závěrových tabulek na 3 soupravy závěrových tabulek.</w:t>
      </w:r>
    </w:p>
    <w:p w14:paraId="58778058" w14:textId="77777777" w:rsidR="000C6ECB" w:rsidRDefault="000C6ECB" w:rsidP="000C6ECB">
      <w:pPr>
        <w:pStyle w:val="Text2-2"/>
        <w:tabs>
          <w:tab w:val="clear" w:pos="5076"/>
          <w:tab w:val="num" w:pos="1701"/>
        </w:tabs>
        <w:ind w:left="1701"/>
      </w:pPr>
      <w:r w:rsidRPr="00DF7856">
        <w:t>V čl. 1.11.3 TKP, odst. 4, písm. e) se mění takto:</w:t>
      </w:r>
    </w:p>
    <w:p w14:paraId="7B8398DD" w14:textId="77777777" w:rsidR="000C6ECB" w:rsidRDefault="000C6ECB" w:rsidP="000C6ECB">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28C61E1" w14:textId="77777777" w:rsidR="000C6ECB" w:rsidRPr="00DF7856" w:rsidRDefault="000C6ECB" w:rsidP="000C6ECB">
      <w:pPr>
        <w:pStyle w:val="Text2-2"/>
        <w:tabs>
          <w:tab w:val="clear" w:pos="5076"/>
          <w:tab w:val="num" w:pos="1701"/>
        </w:tabs>
        <w:ind w:left="1701"/>
      </w:pPr>
      <w:r w:rsidRPr="00DF7856">
        <w:t>V čl. 1.11.3 TKP, odst. 5, se mění lhůta z 45 dnů na 15 dnů</w:t>
      </w:r>
      <w:r>
        <w:t>.</w:t>
      </w:r>
    </w:p>
    <w:p w14:paraId="5E93B77F" w14:textId="77777777" w:rsidR="000C6ECB" w:rsidRPr="00DF7856" w:rsidRDefault="000C6ECB" w:rsidP="000C6ECB">
      <w:pPr>
        <w:pStyle w:val="Text2-2"/>
        <w:tabs>
          <w:tab w:val="clear" w:pos="5076"/>
          <w:tab w:val="num" w:pos="1701"/>
        </w:tabs>
        <w:ind w:left="1701"/>
      </w:pPr>
      <w:r w:rsidRPr="00DF7856">
        <w:t xml:space="preserve">V čl. 1.11.5 TKP, odst. 2 se vypouští text: </w:t>
      </w:r>
      <w:bookmarkStart w:id="35" w:name="_Hlk115869021"/>
      <w:r w:rsidRPr="00DF7856">
        <w:t>„…</w:t>
      </w:r>
      <w:bookmarkEnd w:id="35"/>
      <w:r w:rsidRPr="00DF7856">
        <w:t>a v podrobnostech směrnice SŽ SM011“</w:t>
      </w:r>
    </w:p>
    <w:p w14:paraId="63F37D45" w14:textId="77777777" w:rsidR="000C6ECB" w:rsidRPr="000C6ECB" w:rsidRDefault="000C6ECB" w:rsidP="000C6ECB">
      <w:pPr>
        <w:pStyle w:val="Text2-2"/>
        <w:tabs>
          <w:tab w:val="clear" w:pos="5076"/>
          <w:tab w:val="num" w:pos="1701"/>
        </w:tabs>
        <w:ind w:left="1701"/>
      </w:pPr>
      <w:bookmarkStart w:id="36" w:name="_Ref137828191"/>
      <w:r w:rsidRPr="000C6ECB">
        <w:t>Čl. 1.11.5.1 TKP, odst. 3 se mění takto:</w:t>
      </w:r>
      <w:bookmarkEnd w:id="36"/>
    </w:p>
    <w:p w14:paraId="0F19B3C2" w14:textId="2BE49B03" w:rsidR="000C6ECB" w:rsidRPr="000C6ECB" w:rsidRDefault="000C6ECB" w:rsidP="000C6ECB">
      <w:pPr>
        <w:pStyle w:val="Text2-2"/>
        <w:numPr>
          <w:ilvl w:val="0"/>
          <w:numId w:val="0"/>
        </w:numPr>
        <w:ind w:left="1701"/>
      </w:pPr>
      <w:r w:rsidRPr="000C6ECB">
        <w:t xml:space="preserve">Předání Dokumentace skutečného provedení stavby týkající se díla Zhotovitelem Objednateli proběhne </w:t>
      </w:r>
      <w:r w:rsidRPr="000C6ECB">
        <w:rPr>
          <w:b/>
        </w:rPr>
        <w:t>v listinné podobě ve třech vyhotoveních</w:t>
      </w:r>
      <w:r w:rsidRPr="000C6ECB">
        <w:t xml:space="preserve"> pro technickou část do 2 měsíců, pro souborné zpracování geodetické části do 2 měsíců a kompletní </w:t>
      </w:r>
      <w:r w:rsidRPr="000C6ECB">
        <w:rPr>
          <w:b/>
        </w:rPr>
        <w:t xml:space="preserve">dokumentace v elektronické podobě v rozsahu dle </w:t>
      </w:r>
      <w:proofErr w:type="gramStart"/>
      <w:r w:rsidRPr="000C6ECB">
        <w:rPr>
          <w:b/>
        </w:rPr>
        <w:t xml:space="preserve">čl. </w:t>
      </w:r>
      <w:r w:rsidRPr="000C6ECB">
        <w:rPr>
          <w:b/>
        </w:rPr>
        <w:fldChar w:fldCharType="begin"/>
      </w:r>
      <w:r w:rsidRPr="000C6ECB">
        <w:rPr>
          <w:b/>
        </w:rPr>
        <w:instrText xml:space="preserve"> REF _Ref137824493 \r \h </w:instrText>
      </w:r>
      <w:r>
        <w:rPr>
          <w:b/>
        </w:rPr>
        <w:instrText xml:space="preserve"> \* MERGEFORMAT </w:instrText>
      </w:r>
      <w:r w:rsidRPr="000C6ECB">
        <w:rPr>
          <w:b/>
        </w:rPr>
      </w:r>
      <w:r w:rsidRPr="000C6ECB">
        <w:rPr>
          <w:b/>
        </w:rPr>
        <w:fldChar w:fldCharType="separate"/>
      </w:r>
      <w:r w:rsidRPr="000C6ECB">
        <w:rPr>
          <w:b/>
        </w:rPr>
        <w:t>4.1.2.27</w:t>
      </w:r>
      <w:proofErr w:type="gramEnd"/>
      <w:r w:rsidRPr="000C6ECB">
        <w:rPr>
          <w:b/>
        </w:rPr>
        <w:fldChar w:fldCharType="end"/>
      </w:r>
      <w:r w:rsidRPr="000C6ECB">
        <w:rPr>
          <w:b/>
        </w:rPr>
        <w:t xml:space="preserve"> těchto ZTP</w:t>
      </w:r>
      <w:r w:rsidRPr="000C6ECB">
        <w:t xml:space="preserve"> do 3 měsíců ode dne, kdy byl proveden poslední Zápis o předání a převzetí díla.</w:t>
      </w:r>
    </w:p>
    <w:p w14:paraId="6811DE55" w14:textId="77777777" w:rsidR="000C6ECB" w:rsidRPr="004C1240" w:rsidRDefault="000C6ECB" w:rsidP="000C6ECB">
      <w:pPr>
        <w:pStyle w:val="Text2-2"/>
        <w:tabs>
          <w:tab w:val="clear" w:pos="5076"/>
          <w:tab w:val="num" w:pos="1701"/>
        </w:tabs>
        <w:ind w:left="1701"/>
      </w:pPr>
      <w:r>
        <w:t>Čl. 1.11.5.1 TKP, se nepoužijí odstavce 4 a 5.</w:t>
      </w:r>
    </w:p>
    <w:p w14:paraId="108B6050" w14:textId="77777777" w:rsidR="000C6ECB" w:rsidRPr="000C6ECB" w:rsidRDefault="000C6ECB" w:rsidP="000C6ECB">
      <w:pPr>
        <w:pStyle w:val="Text2-2"/>
        <w:tabs>
          <w:tab w:val="clear" w:pos="5076"/>
          <w:tab w:val="num" w:pos="1701"/>
        </w:tabs>
        <w:ind w:left="1701"/>
      </w:pPr>
      <w:bookmarkStart w:id="37" w:name="_Ref137824493"/>
      <w:r w:rsidRPr="000C6ECB">
        <w:t>ČL 1.11.5.1 TKP, odst. 6 se mění takto:</w:t>
      </w:r>
      <w:bookmarkEnd w:id="37"/>
    </w:p>
    <w:p w14:paraId="4DFA9316" w14:textId="77777777" w:rsidR="000C6ECB" w:rsidRPr="000C6ECB" w:rsidRDefault="000C6ECB" w:rsidP="000C6ECB">
      <w:pPr>
        <w:pStyle w:val="Text2-2"/>
        <w:numPr>
          <w:ilvl w:val="0"/>
          <w:numId w:val="0"/>
        </w:numPr>
        <w:ind w:left="1701"/>
      </w:pPr>
      <w:r w:rsidRPr="000C6ECB">
        <w:t>Odevzdání dokumentace (DSPS) bude v elektronické podobě provedeno dle směrnice SŽDC č. 117 a pokynu GŘ č. 4/2016 na záznamovém médiu uvedeném v ZD:</w:t>
      </w:r>
    </w:p>
    <w:p w14:paraId="20E98B69" w14:textId="77777777" w:rsidR="000C6ECB" w:rsidRPr="000C6ECB" w:rsidRDefault="000C6ECB" w:rsidP="000C6ECB">
      <w:pPr>
        <w:pStyle w:val="Text2-2"/>
        <w:numPr>
          <w:ilvl w:val="0"/>
          <w:numId w:val="22"/>
        </w:numPr>
      </w:pPr>
      <w:r w:rsidRPr="000C6ECB">
        <w:t>kompletní dokumentace stavby v otevřené formě</w:t>
      </w:r>
    </w:p>
    <w:p w14:paraId="3A95FB82" w14:textId="77777777" w:rsidR="000C6ECB" w:rsidRPr="000C6ECB" w:rsidRDefault="000C6ECB" w:rsidP="000C6ECB">
      <w:pPr>
        <w:pStyle w:val="Text2-2"/>
        <w:numPr>
          <w:ilvl w:val="0"/>
          <w:numId w:val="22"/>
        </w:numPr>
      </w:pPr>
      <w:r w:rsidRPr="000C6ECB">
        <w:t>kompletní dokumentace stavby v uzavřené formě</w:t>
      </w:r>
    </w:p>
    <w:p w14:paraId="26DE8531" w14:textId="77777777" w:rsidR="000C6ECB" w:rsidRPr="000C6ECB" w:rsidRDefault="000C6ECB" w:rsidP="000C6ECB">
      <w:pPr>
        <w:pStyle w:val="Text2-2"/>
        <w:numPr>
          <w:ilvl w:val="0"/>
          <w:numId w:val="22"/>
        </w:numPr>
      </w:pPr>
      <w:r w:rsidRPr="000C6ECB">
        <w:t xml:space="preserve">kompletní dokumentace stavby ve struktuře </w:t>
      </w:r>
      <w:proofErr w:type="spellStart"/>
      <w:r w:rsidRPr="000C6ECB">
        <w:t>TreeInfo</w:t>
      </w:r>
      <w:proofErr w:type="spellEnd"/>
      <w:r w:rsidRPr="000C6ECB">
        <w:t xml:space="preserve"> (</w:t>
      </w:r>
      <w:proofErr w:type="spellStart"/>
      <w:r w:rsidRPr="000C6ECB">
        <w:t>InvestDokument</w:t>
      </w:r>
      <w:proofErr w:type="spellEnd"/>
      <w:r w:rsidRPr="000C6ECB">
        <w:t>) v otevřené a uzavřené formě.</w:t>
      </w:r>
    </w:p>
    <w:p w14:paraId="75D9FF94" w14:textId="77777777" w:rsidR="000C6ECB" w:rsidRPr="000C6ECB" w:rsidRDefault="000C6ECB" w:rsidP="000C6ECB">
      <w:pPr>
        <w:pStyle w:val="Text2-2"/>
        <w:tabs>
          <w:tab w:val="clear" w:pos="5076"/>
          <w:tab w:val="num" w:pos="1701"/>
        </w:tabs>
        <w:ind w:left="1701"/>
      </w:pPr>
      <w:bookmarkStart w:id="38" w:name="_Ref137828246"/>
      <w:r w:rsidRPr="000C6ECB">
        <w:t>V čl. 1.11.5.1 TKP, odst. 7 se ruší text: „</w:t>
      </w:r>
      <w:proofErr w:type="gramStart"/>
      <w:r w:rsidRPr="000C6ECB">
        <w:t>…*.XML</w:t>
      </w:r>
      <w:proofErr w:type="gramEnd"/>
      <w:r w:rsidRPr="000C6ECB">
        <w:t xml:space="preserve"> (datový předpis XDC)“.</w:t>
      </w:r>
      <w:bookmarkEnd w:id="38"/>
    </w:p>
    <w:p w14:paraId="472ECAF9" w14:textId="77777777" w:rsidR="000C6ECB" w:rsidRPr="000C6ECB" w:rsidRDefault="000C6ECB" w:rsidP="000C6ECB">
      <w:pPr>
        <w:pStyle w:val="Text2-1"/>
        <w:rPr>
          <w:b/>
        </w:rPr>
      </w:pPr>
      <w:r w:rsidRPr="000C6ECB">
        <w:t>Vzhledem k tomu, že Zadávací dokumentace neobsahuje Všeobecní technické podmínky (VTP), tak odkazy v TKP na VTP jsou odkazem na ZTP.</w:t>
      </w:r>
    </w:p>
    <w:p w14:paraId="692D962F" w14:textId="77777777" w:rsidR="000C6ECB" w:rsidRPr="000C6ECB" w:rsidRDefault="000C6ECB" w:rsidP="000C6ECB">
      <w:pPr>
        <w:pStyle w:val="Text2-2"/>
        <w:numPr>
          <w:ilvl w:val="3"/>
          <w:numId w:val="21"/>
        </w:numPr>
        <w:ind w:left="1701" w:hanging="992"/>
        <w:rPr>
          <w:rFonts w:asciiTheme="minorHAnsi" w:hAnsiTheme="minorHAnsi"/>
        </w:rPr>
      </w:pPr>
      <w:r w:rsidRPr="000C6ECB">
        <w:lastRenderedPageBreak/>
        <w:t xml:space="preserve">Objednatel se zavazuje zajistit Zhotoviteli právo užívání Staveniště, včetně železniční dopravní cesty, v době, kdy je toho třeba, aby mohl Zhotovitel Dílo dokončit řádně a včas za podmínek sjednaných ve Smlouvě. Staveniště (jako celek) bude Zhotoviteli předáno Objednatelem bez zbytečného odkladu </w:t>
      </w:r>
      <w:r w:rsidRPr="000C6ECB">
        <w:rPr>
          <w:rFonts w:asciiTheme="minorHAnsi" w:hAnsiTheme="minorHAnsi"/>
        </w:rPr>
        <w:t>v souladu s čl.  2.6 Rámcové dohody a </w:t>
      </w:r>
      <w:proofErr w:type="gramStart"/>
      <w:r w:rsidRPr="000C6ECB">
        <w:rPr>
          <w:rFonts w:asciiTheme="minorHAnsi" w:hAnsiTheme="minorHAnsi"/>
        </w:rPr>
        <w:t xml:space="preserve">čl. </w:t>
      </w:r>
      <w:r w:rsidRPr="000C6ECB">
        <w:rPr>
          <w:rFonts w:asciiTheme="minorHAnsi" w:hAnsiTheme="minorHAnsi"/>
        </w:rPr>
        <w:fldChar w:fldCharType="begin"/>
      </w:r>
      <w:r w:rsidRPr="000C6ECB">
        <w:rPr>
          <w:rFonts w:asciiTheme="minorHAnsi" w:hAnsiTheme="minorHAnsi"/>
        </w:rPr>
        <w:instrText xml:space="preserve"> REF _Ref143240729 \r \h  \* MERGEFORMAT </w:instrText>
      </w:r>
      <w:r w:rsidRPr="000C6ECB">
        <w:rPr>
          <w:rFonts w:asciiTheme="minorHAnsi" w:hAnsiTheme="minorHAnsi"/>
        </w:rPr>
      </w:r>
      <w:r w:rsidRPr="000C6ECB">
        <w:rPr>
          <w:rFonts w:asciiTheme="minorHAnsi" w:hAnsiTheme="minorHAnsi"/>
        </w:rPr>
        <w:fldChar w:fldCharType="separate"/>
      </w:r>
      <w:r w:rsidRPr="000C6ECB">
        <w:rPr>
          <w:rFonts w:asciiTheme="minorHAnsi" w:hAnsiTheme="minorHAnsi"/>
        </w:rPr>
        <w:t>5.1.3</w:t>
      </w:r>
      <w:proofErr w:type="gramEnd"/>
      <w:r w:rsidRPr="000C6ECB">
        <w:rPr>
          <w:rFonts w:asciiTheme="minorHAnsi" w:hAnsiTheme="minorHAnsi"/>
        </w:rPr>
        <w:fldChar w:fldCharType="end"/>
      </w:r>
      <w:r w:rsidRPr="000C6ECB">
        <w:rPr>
          <w:rFonts w:asciiTheme="minorHAnsi" w:hAnsiTheme="minorHAnsi"/>
        </w:rPr>
        <w:t xml:space="preserve"> těchto ZTP.</w:t>
      </w:r>
    </w:p>
    <w:p w14:paraId="14E78037" w14:textId="42DD9641" w:rsidR="000C6ECB" w:rsidRPr="000C6ECB" w:rsidRDefault="000C6ECB" w:rsidP="000C6ECB">
      <w:pPr>
        <w:pStyle w:val="Text2-2"/>
        <w:tabs>
          <w:tab w:val="clear" w:pos="5076"/>
          <w:tab w:val="num" w:pos="1701"/>
        </w:tabs>
        <w:ind w:left="1701"/>
      </w:pPr>
      <w:r w:rsidRPr="000C6ECB">
        <w:t>Neobsazeno.</w:t>
      </w:r>
    </w:p>
    <w:p w14:paraId="102E6A1E" w14:textId="77777777" w:rsidR="000C6ECB" w:rsidRPr="000C6ECB" w:rsidRDefault="000C6ECB" w:rsidP="000C6ECB">
      <w:pPr>
        <w:pStyle w:val="Text2-2"/>
        <w:tabs>
          <w:tab w:val="clear" w:pos="5076"/>
          <w:tab w:val="num" w:pos="1701"/>
        </w:tabs>
        <w:ind w:left="1701"/>
      </w:pPr>
      <w:r w:rsidRPr="000C6ECB">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p>
    <w:p w14:paraId="0C657975" w14:textId="50BF98A5" w:rsidR="000C6ECB" w:rsidRPr="000C6ECB" w:rsidRDefault="000C6ECB" w:rsidP="000C6ECB">
      <w:pPr>
        <w:pStyle w:val="Text2-2"/>
        <w:tabs>
          <w:tab w:val="clear" w:pos="5076"/>
          <w:tab w:val="num" w:pos="1701"/>
        </w:tabs>
        <w:ind w:left="1701"/>
      </w:pPr>
      <w:r w:rsidRPr="000C6ECB">
        <w:t>Neobsazeno.</w:t>
      </w:r>
    </w:p>
    <w:p w14:paraId="2BF12704" w14:textId="193CD711" w:rsidR="000C6ECB" w:rsidRPr="000C6ECB" w:rsidRDefault="000C6ECB" w:rsidP="000C6ECB">
      <w:pPr>
        <w:pStyle w:val="Text2-2"/>
        <w:tabs>
          <w:tab w:val="clear" w:pos="5076"/>
          <w:tab w:val="num" w:pos="1701"/>
        </w:tabs>
        <w:ind w:left="1701"/>
      </w:pPr>
      <w:r w:rsidRPr="000C6ECB">
        <w:t>Neobsazeno.</w:t>
      </w:r>
    </w:p>
    <w:p w14:paraId="69C64CE8" w14:textId="6EDF74B8" w:rsidR="000C6ECB" w:rsidRPr="000C6ECB" w:rsidRDefault="000C6ECB" w:rsidP="000C6ECB">
      <w:pPr>
        <w:pStyle w:val="Text2-2"/>
        <w:tabs>
          <w:tab w:val="clear" w:pos="5076"/>
          <w:tab w:val="num" w:pos="1701"/>
        </w:tabs>
        <w:ind w:left="1701"/>
      </w:pPr>
      <w:r w:rsidRPr="000C6ECB">
        <w:t>Neobsazeno</w:t>
      </w:r>
      <w:r w:rsidRPr="000C6ECB">
        <w:rPr>
          <w:b/>
        </w:rPr>
        <w:t xml:space="preserve"> </w:t>
      </w:r>
    </w:p>
    <w:p w14:paraId="40864919" w14:textId="77777777" w:rsidR="000C6ECB" w:rsidRPr="000C6ECB" w:rsidRDefault="000C6ECB" w:rsidP="000C6ECB">
      <w:pPr>
        <w:pStyle w:val="Text2-2"/>
        <w:tabs>
          <w:tab w:val="clear" w:pos="5076"/>
          <w:tab w:val="num" w:pos="1701"/>
        </w:tabs>
        <w:ind w:left="1701"/>
      </w:pPr>
      <w:r w:rsidRPr="000C6ECB">
        <w:t>Zhotovitel je povinen zajistit veřejnoprávní projednání a vydání potřebných rozhodnutí, povolení, souhlasů a jiných opatření, nad rámec rozhodnutí, povolení, souhlasů zajištěných Objednatelem. Zejména se jedná o:</w:t>
      </w:r>
    </w:p>
    <w:p w14:paraId="7AAF22CA" w14:textId="77777777" w:rsidR="000C6ECB" w:rsidRPr="000C6ECB" w:rsidRDefault="000C6ECB" w:rsidP="000C6ECB">
      <w:pPr>
        <w:pStyle w:val="Odstavecseseznamem"/>
        <w:numPr>
          <w:ilvl w:val="4"/>
          <w:numId w:val="6"/>
        </w:numPr>
        <w:jc w:val="both"/>
        <w:rPr>
          <w:sz w:val="18"/>
          <w:szCs w:val="18"/>
        </w:rPr>
      </w:pPr>
      <w:r w:rsidRPr="000C6ECB">
        <w:rPr>
          <w:sz w:val="18"/>
          <w:szCs w:val="18"/>
        </w:rPr>
        <w:t>stavební povolení na ZS včetně všech potřebných přípojek inženýrských sítí a odpadového hospodářství a zodpovídá za soulad ZS se ZD,</w:t>
      </w:r>
    </w:p>
    <w:p w14:paraId="2BD69000" w14:textId="77777777" w:rsidR="000C6ECB" w:rsidRPr="000C6ECB" w:rsidRDefault="000C6ECB" w:rsidP="000C6ECB">
      <w:pPr>
        <w:pStyle w:val="Odstavecseseznamem"/>
        <w:numPr>
          <w:ilvl w:val="4"/>
          <w:numId w:val="6"/>
        </w:numPr>
        <w:jc w:val="both"/>
        <w:rPr>
          <w:sz w:val="18"/>
          <w:szCs w:val="18"/>
        </w:rPr>
      </w:pPr>
      <w:r w:rsidRPr="000C6ECB">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615F2A23" w14:textId="77777777" w:rsidR="000C6ECB" w:rsidRPr="000C6ECB" w:rsidRDefault="000C6ECB" w:rsidP="000C6ECB">
      <w:pPr>
        <w:pStyle w:val="Odstavecseseznamem"/>
        <w:numPr>
          <w:ilvl w:val="4"/>
          <w:numId w:val="6"/>
        </w:numPr>
        <w:jc w:val="both"/>
        <w:rPr>
          <w:sz w:val="18"/>
          <w:szCs w:val="18"/>
        </w:rPr>
      </w:pPr>
      <w:r w:rsidRPr="000C6ECB">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2EF2C93F" w14:textId="52970E2E" w:rsidR="000C6ECB" w:rsidRPr="000C6ECB" w:rsidRDefault="000C6ECB" w:rsidP="000C6ECB">
      <w:pPr>
        <w:pStyle w:val="Odstavecseseznamem"/>
        <w:numPr>
          <w:ilvl w:val="4"/>
          <w:numId w:val="6"/>
        </w:numPr>
        <w:jc w:val="both"/>
        <w:rPr>
          <w:sz w:val="18"/>
          <w:szCs w:val="18"/>
        </w:rPr>
      </w:pPr>
      <w:r w:rsidRPr="000C6ECB">
        <w:rPr>
          <w:sz w:val="18"/>
          <w:szCs w:val="18"/>
        </w:rPr>
        <w:t>obnovení propadlých stanovisek a vyjádření pro zhotovení stavby, zejména vyjádření sítí technické infrastruktury.</w:t>
      </w:r>
    </w:p>
    <w:p w14:paraId="331F459D" w14:textId="77777777" w:rsidR="000C6ECB" w:rsidRPr="00BD583A" w:rsidRDefault="000C6ECB" w:rsidP="000C6ECB">
      <w:pPr>
        <w:pStyle w:val="Text2-2"/>
        <w:tabs>
          <w:tab w:val="clear" w:pos="5076"/>
          <w:tab w:val="num" w:pos="1701"/>
        </w:tabs>
        <w:ind w:left="1701"/>
      </w:pPr>
      <w:r w:rsidRPr="00BD583A">
        <w:rPr>
          <w:b/>
        </w:rPr>
        <w:t>U majetkoprávního vypořádání s ČD</w:t>
      </w:r>
      <w:r>
        <w:t xml:space="preserve"> se Zhotovitel zavazuje respektovat aktuální stav a postupy vypořádání v rámci </w:t>
      </w:r>
      <w:r w:rsidRPr="00BD583A">
        <w:rPr>
          <w:b/>
        </w:rPr>
        <w:t>UMVŽST.</w:t>
      </w:r>
    </w:p>
    <w:p w14:paraId="51BE55B3" w14:textId="77777777" w:rsidR="000C6ECB" w:rsidRPr="009358DC" w:rsidRDefault="000C6ECB" w:rsidP="000C6ECB">
      <w:pPr>
        <w:pStyle w:val="Text2-2"/>
        <w:tabs>
          <w:tab w:val="clear" w:pos="5076"/>
          <w:tab w:val="num" w:pos="1701"/>
        </w:tabs>
        <w:ind w:left="1701"/>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0DEAA0AD" w14:textId="77777777" w:rsidR="000C6ECB" w:rsidRPr="00065260" w:rsidRDefault="000C6ECB" w:rsidP="000C6ECB">
      <w:pPr>
        <w:pStyle w:val="Text2-2"/>
        <w:tabs>
          <w:tab w:val="clear" w:pos="5076"/>
          <w:tab w:val="num" w:pos="1701"/>
        </w:tabs>
        <w:ind w:left="1701"/>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D22CEDB" w14:textId="77777777" w:rsidR="000C6ECB" w:rsidRDefault="000C6ECB" w:rsidP="000C6ECB">
      <w:pPr>
        <w:pStyle w:val="Text2-2"/>
        <w:tabs>
          <w:tab w:val="clear" w:pos="5076"/>
          <w:tab w:val="num" w:pos="1701"/>
        </w:tabs>
        <w:ind w:left="1701"/>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3B66A8BC" w14:textId="77777777" w:rsidR="000C6ECB" w:rsidRDefault="000C6ECB" w:rsidP="000C6ECB">
      <w:pPr>
        <w:pStyle w:val="Text2-2"/>
        <w:tabs>
          <w:tab w:val="clear" w:pos="5076"/>
          <w:tab w:val="num" w:pos="1701"/>
        </w:tabs>
        <w:ind w:left="1701"/>
      </w:pPr>
      <w:r w:rsidRPr="00C711EA">
        <w:t>Výkopové práce pro podzemní vedení a zařízení technické infrastruktury se Zhotovitel zavazuje koordinovat s ostatní stavební činností v rámci Staveniště.</w:t>
      </w:r>
    </w:p>
    <w:p w14:paraId="6C6413D4" w14:textId="77777777" w:rsidR="000C6ECB" w:rsidRPr="0020474A" w:rsidRDefault="000C6ECB" w:rsidP="000C6ECB">
      <w:pPr>
        <w:pStyle w:val="Text2-2"/>
        <w:tabs>
          <w:tab w:val="clear" w:pos="5076"/>
          <w:tab w:val="num" w:pos="1701"/>
        </w:tabs>
        <w:ind w:left="1701"/>
      </w:pPr>
      <w:r w:rsidRPr="0020474A">
        <w:lastRenderedPageBreak/>
        <w:t>Zhotovitel provede ruční kopané sondy za účelem ověření skutečného vedení inženýrské sítě před započetím zemních prací strojmo.</w:t>
      </w:r>
    </w:p>
    <w:p w14:paraId="46D7ED32" w14:textId="31CFF6E8" w:rsidR="000C6ECB" w:rsidRPr="003E555B" w:rsidRDefault="000C6ECB" w:rsidP="000C6ECB">
      <w:pPr>
        <w:pStyle w:val="Text2-2"/>
        <w:tabs>
          <w:tab w:val="clear" w:pos="5076"/>
          <w:tab w:val="num" w:pos="1701"/>
        </w:tabs>
        <w:ind w:left="1701"/>
      </w:pPr>
      <w:r w:rsidRPr="0020474A">
        <w:t>V rámci výkopových prací pro podzemní vedení sítí technické infrastruktury bude kladen zvýšený důraz na ruční výkopy. Strojní mechanizace se bude moc použít až po odhalení všech podzemních vedení a se souhlasem jejich správce.</w:t>
      </w:r>
    </w:p>
    <w:p w14:paraId="64B3696F" w14:textId="574BE4FC" w:rsidR="000C6ECB" w:rsidRPr="000C6ECB" w:rsidRDefault="000C6ECB" w:rsidP="000C6ECB">
      <w:pPr>
        <w:pStyle w:val="Text2-2"/>
        <w:tabs>
          <w:tab w:val="clear" w:pos="5076"/>
          <w:tab w:val="num" w:pos="1701"/>
        </w:tabs>
        <w:ind w:left="1701"/>
      </w:pPr>
      <w:r w:rsidRPr="000C6ECB">
        <w:t xml:space="preserve">Neobsazeno. </w:t>
      </w:r>
    </w:p>
    <w:p w14:paraId="51E0B219" w14:textId="77777777" w:rsidR="000C6ECB" w:rsidRPr="000C6ECB" w:rsidRDefault="000C6ECB" w:rsidP="000C6ECB">
      <w:pPr>
        <w:pStyle w:val="Text2-2"/>
        <w:tabs>
          <w:tab w:val="clear" w:pos="5076"/>
          <w:tab w:val="num" w:pos="1701"/>
        </w:tabs>
        <w:ind w:left="1701"/>
      </w:pPr>
      <w:r w:rsidRPr="000C6ECB">
        <w:t xml:space="preserve">Pro vyznačení všech stávajících, provizorních a nových kabelových tras Zhotovitel použije a bude pravidelně aktualizovat veřejně dostupnou mapovou mobilní aplikaci (např. Google </w:t>
      </w:r>
      <w:proofErr w:type="spellStart"/>
      <w:r w:rsidRPr="000C6ECB">
        <w:t>Maps</w:t>
      </w:r>
      <w:proofErr w:type="spellEnd"/>
      <w:r w:rsidRPr="000C6ECB">
        <w:t>, Mapy.cz), kterou bude mít každý podzhotovitel a TDS k dispozici. Cílem je vytvoření vrstev vedení kabelových tras v mapovém podkladu v běžně využívané aplikaci. Data pro import mohou být ve formátu *.KML a/nebo *.GPX.</w:t>
      </w:r>
    </w:p>
    <w:p w14:paraId="341D3CB4" w14:textId="77777777" w:rsidR="000C6ECB" w:rsidRPr="000C6ECB" w:rsidRDefault="000C6ECB" w:rsidP="000C6ECB">
      <w:pPr>
        <w:pStyle w:val="Text2-2"/>
        <w:tabs>
          <w:tab w:val="clear" w:pos="5076"/>
          <w:tab w:val="num" w:pos="1701"/>
        </w:tabs>
        <w:ind w:left="1701"/>
        <w:rPr>
          <w:b/>
        </w:rPr>
      </w:pPr>
      <w:r w:rsidRPr="000C6ECB">
        <w:t xml:space="preserve">Zhotovitel se zavazuje nejméně 5 dní před zahájením příslušné činnosti oznámit TDS a projednat s příslušným vlastníkem (správcem) </w:t>
      </w:r>
      <w:r w:rsidRPr="000C6ECB">
        <w:rPr>
          <w:b/>
        </w:rPr>
        <w:t>zásahy do jeho provozovaného zařízení technické infrastruktury.</w:t>
      </w:r>
    </w:p>
    <w:p w14:paraId="60AE9423" w14:textId="124526ED" w:rsidR="000C6ECB" w:rsidRPr="000C6ECB" w:rsidRDefault="000C6ECB" w:rsidP="000C6ECB">
      <w:pPr>
        <w:pStyle w:val="Text2-2"/>
        <w:tabs>
          <w:tab w:val="clear" w:pos="5076"/>
          <w:tab w:val="num" w:pos="1701"/>
        </w:tabs>
        <w:ind w:left="1701"/>
      </w:pPr>
      <w:r w:rsidRPr="000C6ECB">
        <w:t xml:space="preserve">Neobsazeno. </w:t>
      </w:r>
    </w:p>
    <w:p w14:paraId="2475FF3F" w14:textId="473CE229" w:rsidR="000C6ECB" w:rsidRPr="000C6ECB" w:rsidRDefault="000C6ECB" w:rsidP="000C6ECB">
      <w:pPr>
        <w:pStyle w:val="Text2-2"/>
        <w:tabs>
          <w:tab w:val="clear" w:pos="5076"/>
          <w:tab w:val="num" w:pos="1701"/>
        </w:tabs>
        <w:ind w:left="1701"/>
      </w:pPr>
      <w:r w:rsidRPr="000C6ECB">
        <w:t>Neobsazeno.</w:t>
      </w:r>
    </w:p>
    <w:p w14:paraId="36B59131" w14:textId="77777777" w:rsidR="000C6ECB" w:rsidRPr="000C6ECB" w:rsidRDefault="000C6ECB" w:rsidP="000C6ECB">
      <w:pPr>
        <w:pStyle w:val="Text2-2"/>
        <w:tabs>
          <w:tab w:val="clear" w:pos="5076"/>
          <w:tab w:val="num" w:pos="1701"/>
        </w:tabs>
        <w:ind w:left="1701"/>
      </w:pPr>
      <w:r w:rsidRPr="000C6ECB">
        <w:t>Neobsazeno.</w:t>
      </w:r>
    </w:p>
    <w:p w14:paraId="22F47FFD" w14:textId="77777777" w:rsidR="000C6ECB" w:rsidRPr="000C6ECB" w:rsidRDefault="000C6ECB" w:rsidP="000C6ECB">
      <w:pPr>
        <w:pStyle w:val="Text2-2"/>
        <w:tabs>
          <w:tab w:val="clear" w:pos="5076"/>
          <w:tab w:val="num" w:pos="1701"/>
        </w:tabs>
        <w:ind w:left="1701"/>
      </w:pPr>
      <w:r w:rsidRPr="000C6ECB">
        <w:t>Neobsazeno.</w:t>
      </w:r>
    </w:p>
    <w:p w14:paraId="65722273" w14:textId="77777777" w:rsidR="000C6ECB" w:rsidRPr="000C6ECB" w:rsidRDefault="000C6ECB" w:rsidP="000C6ECB">
      <w:pPr>
        <w:pStyle w:val="Text2-2"/>
        <w:tabs>
          <w:tab w:val="clear" w:pos="5076"/>
          <w:tab w:val="num" w:pos="1701"/>
        </w:tabs>
        <w:ind w:left="1701"/>
      </w:pPr>
      <w:r w:rsidRPr="000C6ECB">
        <w:t>Neobsazeno.</w:t>
      </w:r>
    </w:p>
    <w:p w14:paraId="77958CD2" w14:textId="77777777" w:rsidR="000C6ECB" w:rsidRPr="000C6ECB" w:rsidRDefault="000C6ECB" w:rsidP="000C6ECB">
      <w:pPr>
        <w:pStyle w:val="Text2-2"/>
        <w:tabs>
          <w:tab w:val="clear" w:pos="5076"/>
          <w:tab w:val="num" w:pos="1701"/>
        </w:tabs>
        <w:ind w:left="1701"/>
      </w:pPr>
      <w:r w:rsidRPr="000C6ECB">
        <w:t>Neobsazeno.</w:t>
      </w:r>
    </w:p>
    <w:p w14:paraId="5C36B6EC" w14:textId="77777777" w:rsidR="000C6ECB" w:rsidRPr="000C6ECB" w:rsidRDefault="000C6ECB" w:rsidP="000C6ECB">
      <w:pPr>
        <w:pStyle w:val="Text2-2"/>
        <w:tabs>
          <w:tab w:val="clear" w:pos="5076"/>
          <w:tab w:val="num" w:pos="1701"/>
        </w:tabs>
        <w:ind w:left="1701"/>
      </w:pPr>
      <w:r w:rsidRPr="000C6ECB">
        <w:t>Neobsazeno.</w:t>
      </w:r>
    </w:p>
    <w:p w14:paraId="56D679B3" w14:textId="77777777" w:rsidR="000C6ECB" w:rsidRPr="00BB2CFA" w:rsidRDefault="000C6ECB" w:rsidP="000C6ECB">
      <w:pPr>
        <w:pStyle w:val="Text2-2"/>
        <w:tabs>
          <w:tab w:val="clear" w:pos="5076"/>
          <w:tab w:val="num" w:pos="1701"/>
        </w:tabs>
        <w:ind w:left="1701"/>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7D07B652" w14:textId="77777777" w:rsidR="000C6ECB" w:rsidRPr="00837668" w:rsidRDefault="000C6ECB" w:rsidP="000C6ECB">
      <w:pPr>
        <w:pStyle w:val="Odstavecseseznamem"/>
        <w:numPr>
          <w:ilvl w:val="4"/>
          <w:numId w:val="6"/>
        </w:numPr>
        <w:jc w:val="both"/>
        <w:rPr>
          <w:sz w:val="18"/>
          <w:szCs w:val="18"/>
        </w:rPr>
      </w:pPr>
      <w:r w:rsidRPr="00837668">
        <w:rPr>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BEA5004" w14:textId="77777777" w:rsidR="000C6ECB" w:rsidRPr="00837668" w:rsidRDefault="000C6ECB" w:rsidP="000C6ECB">
      <w:pPr>
        <w:pStyle w:val="Text2-2"/>
        <w:numPr>
          <w:ilvl w:val="4"/>
          <w:numId w:val="6"/>
        </w:numPr>
      </w:pPr>
      <w:r w:rsidRPr="00837668">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570C7667" w14:textId="77777777" w:rsidR="000C6ECB" w:rsidRPr="00837668" w:rsidRDefault="000C6ECB" w:rsidP="000C6ECB">
      <w:pPr>
        <w:pStyle w:val="Text2-2"/>
        <w:numPr>
          <w:ilvl w:val="4"/>
          <w:numId w:val="6"/>
        </w:numPr>
      </w:pPr>
      <w:r w:rsidRPr="00837668">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14273C2A" w14:textId="77777777" w:rsidR="000C6ECB" w:rsidRPr="00837668" w:rsidRDefault="000C6ECB" w:rsidP="000C6ECB">
      <w:pPr>
        <w:pStyle w:val="Text2-2"/>
        <w:numPr>
          <w:ilvl w:val="4"/>
          <w:numId w:val="6"/>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403BDC91" w14:textId="77777777" w:rsidR="000C6ECB" w:rsidRPr="00837668" w:rsidRDefault="000C6ECB" w:rsidP="000C6ECB">
      <w:pPr>
        <w:pStyle w:val="Odstavecseseznamem"/>
        <w:numPr>
          <w:ilvl w:val="4"/>
          <w:numId w:val="6"/>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w:t>
      </w:r>
      <w:r w:rsidRPr="00837668">
        <w:rPr>
          <w:sz w:val="18"/>
          <w:szCs w:val="18"/>
        </w:rPr>
        <w:lastRenderedPageBreak/>
        <w:t>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3898130" w14:textId="77777777" w:rsidR="000C6ECB" w:rsidRPr="00837668" w:rsidRDefault="000C6ECB" w:rsidP="000C6ECB">
      <w:pPr>
        <w:pStyle w:val="Text2-2"/>
        <w:numPr>
          <w:ilvl w:val="4"/>
          <w:numId w:val="6"/>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D2DF876" w14:textId="77777777" w:rsidR="000C6ECB" w:rsidRPr="00837668" w:rsidRDefault="000C6ECB" w:rsidP="000C6ECB">
      <w:pPr>
        <w:pStyle w:val="Text2-2"/>
        <w:tabs>
          <w:tab w:val="clear" w:pos="5076"/>
          <w:tab w:val="num" w:pos="1701"/>
        </w:tabs>
        <w:ind w:left="1701"/>
      </w:pPr>
      <w:r w:rsidRPr="00837668">
        <w:t>Označníky je nutno k uloženým kabelům, potrubím a podzemním zařízením pevně upevňovat (např. plastovou vázací páskou).</w:t>
      </w:r>
    </w:p>
    <w:p w14:paraId="47A1A188" w14:textId="77777777" w:rsidR="000C6ECB" w:rsidRPr="00837668" w:rsidRDefault="000C6ECB" w:rsidP="000C6ECB">
      <w:pPr>
        <w:pStyle w:val="Text2-2"/>
        <w:tabs>
          <w:tab w:val="clear" w:pos="5076"/>
          <w:tab w:val="num" w:pos="1701"/>
        </w:tabs>
        <w:ind w:left="1701"/>
      </w:pPr>
      <w:r w:rsidRPr="00837668">
        <w:t>U sdělovacích a zabezpečovacích kabelů OŘ se bude informace o markerech zadávat do pasportu do volitelné položky 2 pod označením „RFID“.</w:t>
      </w:r>
    </w:p>
    <w:p w14:paraId="1EBEB001" w14:textId="77777777" w:rsidR="000C6ECB" w:rsidRPr="00837668" w:rsidRDefault="000C6ECB" w:rsidP="000C6ECB">
      <w:pPr>
        <w:pStyle w:val="Text2-2"/>
        <w:tabs>
          <w:tab w:val="clear" w:pos="5076"/>
          <w:tab w:val="num" w:pos="1701"/>
        </w:tabs>
        <w:ind w:left="1701"/>
      </w:pPr>
      <w:r w:rsidRPr="00837668">
        <w:t>U složek, které nemají žádnou elektronickou databázi, se bude tato informace zadávat ve stejném znění do dokumentace.</w:t>
      </w:r>
    </w:p>
    <w:p w14:paraId="1472E8CA" w14:textId="77777777" w:rsidR="000C6ECB" w:rsidRPr="00837668" w:rsidRDefault="000C6ECB" w:rsidP="000C6ECB">
      <w:pPr>
        <w:pStyle w:val="Text2-2"/>
        <w:tabs>
          <w:tab w:val="clear" w:pos="5076"/>
          <w:tab w:val="num" w:pos="1701"/>
        </w:tabs>
        <w:ind w:left="1701"/>
      </w:pPr>
      <w:r w:rsidRPr="00837668">
        <w:t>Informace o použití markerů bude zaznamenaná do DSPS.</w:t>
      </w:r>
    </w:p>
    <w:p w14:paraId="1759395E" w14:textId="77777777" w:rsidR="000C6ECB" w:rsidRPr="00837668" w:rsidRDefault="000C6ECB" w:rsidP="000C6ECB">
      <w:pPr>
        <w:pStyle w:val="Text2-2"/>
        <w:tabs>
          <w:tab w:val="clear" w:pos="5076"/>
          <w:tab w:val="num" w:pos="1701"/>
        </w:tabs>
        <w:ind w:left="1701"/>
      </w:pPr>
      <w:r w:rsidRPr="00837668">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54FA9686" w14:textId="77777777" w:rsidR="000C6ECB" w:rsidRPr="000C6ECB" w:rsidRDefault="000C6ECB" w:rsidP="000C6ECB">
      <w:pPr>
        <w:pStyle w:val="Text2-2"/>
        <w:tabs>
          <w:tab w:val="clear" w:pos="5076"/>
          <w:tab w:val="num" w:pos="1701"/>
        </w:tabs>
        <w:ind w:left="1701"/>
      </w:pPr>
      <w:r w:rsidRPr="00837668">
        <w:rPr>
          <w:b/>
        </w:rPr>
        <w:t xml:space="preserve">V dokumentaci skutečného provedení stavby (DSPS) </w:t>
      </w:r>
      <w:r w:rsidRPr="00837668">
        <w:t xml:space="preserve">budou zapracované veškeré změny a dodatky, jak ve výkresové, tak v textové části. Součástí dokumentace dle skutečného stavu provedení kromě jiného budou informace o použití RFID markerů k lokalizaci podzemních inženýrských sítí v </w:t>
      </w:r>
      <w:r w:rsidRPr="000C6ECB">
        <w:t>majetku SŽ.</w:t>
      </w:r>
    </w:p>
    <w:p w14:paraId="515657F8" w14:textId="77777777" w:rsidR="000C6ECB" w:rsidRPr="000C6ECB" w:rsidRDefault="000C6ECB" w:rsidP="000C6ECB">
      <w:pPr>
        <w:pStyle w:val="Text2-2"/>
        <w:tabs>
          <w:tab w:val="clear" w:pos="5076"/>
          <w:tab w:val="num" w:pos="1701"/>
        </w:tabs>
        <w:ind w:left="1701"/>
      </w:pPr>
      <w:r w:rsidRPr="000C6ECB">
        <w:t>Neobsazeno.</w:t>
      </w:r>
    </w:p>
    <w:p w14:paraId="011C0BA0" w14:textId="77777777" w:rsidR="000C6ECB" w:rsidRPr="000C6ECB" w:rsidRDefault="000C6ECB" w:rsidP="000C6ECB">
      <w:pPr>
        <w:pStyle w:val="Text2-2"/>
        <w:tabs>
          <w:tab w:val="clear" w:pos="5076"/>
          <w:tab w:val="num" w:pos="1701"/>
        </w:tabs>
        <w:ind w:left="1701"/>
      </w:pPr>
      <w:bookmarkStart w:id="39" w:name="_Ref137827505"/>
      <w:r w:rsidRPr="000C6ECB">
        <w:rPr>
          <w:b/>
        </w:rPr>
        <w:t>Souborné zpracování geodetické části DSPS</w:t>
      </w:r>
      <w:r w:rsidRPr="000C6ECB">
        <w:t xml:space="preserve"> bude předáno Objednateli v listinné a elektronické podobě v tomto členění:</w:t>
      </w:r>
      <w:bookmarkEnd w:id="39"/>
    </w:p>
    <w:p w14:paraId="2BF6A569" w14:textId="77777777" w:rsidR="000C6ECB" w:rsidRPr="000C6ECB" w:rsidRDefault="000C6ECB" w:rsidP="000C6ECB">
      <w:pPr>
        <w:pStyle w:val="Text2-2"/>
        <w:numPr>
          <w:ilvl w:val="4"/>
          <w:numId w:val="6"/>
        </w:numPr>
      </w:pPr>
      <w:r w:rsidRPr="000C6ECB">
        <w:t>Technická zpráva a Předávací protokol (ve formátu *.</w:t>
      </w:r>
      <w:proofErr w:type="spellStart"/>
      <w:r w:rsidRPr="000C6ECB">
        <w:t>pdf</w:t>
      </w:r>
      <w:proofErr w:type="spellEnd"/>
      <w:r w:rsidRPr="000C6ECB">
        <w:t>),</w:t>
      </w:r>
    </w:p>
    <w:p w14:paraId="30346E09" w14:textId="77777777" w:rsidR="000C6ECB" w:rsidRPr="000C6ECB" w:rsidRDefault="000C6ECB" w:rsidP="000C6ECB">
      <w:pPr>
        <w:pStyle w:val="Odstavecseseznamem"/>
        <w:numPr>
          <w:ilvl w:val="4"/>
          <w:numId w:val="6"/>
        </w:numPr>
        <w:jc w:val="both"/>
        <w:rPr>
          <w:sz w:val="18"/>
          <w:szCs w:val="18"/>
        </w:rPr>
      </w:pPr>
      <w:r w:rsidRPr="000C6ECB">
        <w:rPr>
          <w:sz w:val="18"/>
          <w:szCs w:val="18"/>
        </w:rPr>
        <w:t>Přehled kladu mapových listů JŽM a bodového pole v M 1:10000 formát *.</w:t>
      </w:r>
      <w:proofErr w:type="spellStart"/>
      <w:r w:rsidRPr="000C6ECB">
        <w:rPr>
          <w:sz w:val="18"/>
          <w:szCs w:val="18"/>
        </w:rPr>
        <w:t>dgn</w:t>
      </w:r>
      <w:proofErr w:type="spellEnd"/>
      <w:r w:rsidRPr="000C6ECB">
        <w:rPr>
          <w:sz w:val="18"/>
          <w:szCs w:val="18"/>
        </w:rPr>
        <w:t xml:space="preserve"> a *.</w:t>
      </w:r>
      <w:proofErr w:type="spellStart"/>
      <w:r w:rsidRPr="000C6ECB">
        <w:rPr>
          <w:sz w:val="18"/>
          <w:szCs w:val="18"/>
        </w:rPr>
        <w:t>pdf</w:t>
      </w:r>
      <w:proofErr w:type="spellEnd"/>
      <w:r w:rsidRPr="000C6ECB">
        <w:rPr>
          <w:sz w:val="18"/>
          <w:szCs w:val="18"/>
        </w:rPr>
        <w:t>),</w:t>
      </w:r>
    </w:p>
    <w:p w14:paraId="666E19C9" w14:textId="77777777" w:rsidR="000C6ECB" w:rsidRPr="000C6ECB" w:rsidRDefault="000C6ECB" w:rsidP="000C6ECB">
      <w:pPr>
        <w:pStyle w:val="Odstavecseseznamem"/>
        <w:numPr>
          <w:ilvl w:val="4"/>
          <w:numId w:val="6"/>
        </w:numPr>
        <w:jc w:val="both"/>
        <w:rPr>
          <w:sz w:val="18"/>
          <w:szCs w:val="18"/>
        </w:rPr>
      </w:pPr>
      <w:r w:rsidRPr="000C6ECB">
        <w:rPr>
          <w:sz w:val="18"/>
          <w:szCs w:val="18"/>
        </w:rPr>
        <w:t>Elaborát bodového pole:</w:t>
      </w:r>
    </w:p>
    <w:p w14:paraId="28E0134B" w14:textId="77777777" w:rsidR="000C6ECB" w:rsidRPr="000C6ECB" w:rsidRDefault="000C6ECB" w:rsidP="000C6ECB">
      <w:pPr>
        <w:pStyle w:val="Text2-2"/>
        <w:numPr>
          <w:ilvl w:val="5"/>
          <w:numId w:val="6"/>
        </w:numPr>
      </w:pPr>
      <w:r w:rsidRPr="000C6ECB">
        <w:t>dokumentace po stavbě předaného ŽBP do správy SŽG, zřízeného v souladu Metodickým pokynem SŽDC M20/MP007 Železniční bodové pole (způsob stabilizace, měření, zpracování, obsah dokumentace),</w:t>
      </w:r>
    </w:p>
    <w:p w14:paraId="3750E92E" w14:textId="77777777" w:rsidR="000C6ECB" w:rsidRPr="000C6ECB" w:rsidRDefault="000C6ECB" w:rsidP="000C6ECB">
      <w:pPr>
        <w:pStyle w:val="Odstavecseseznamem"/>
        <w:numPr>
          <w:ilvl w:val="5"/>
          <w:numId w:val="6"/>
        </w:numPr>
        <w:jc w:val="both"/>
        <w:rPr>
          <w:sz w:val="18"/>
          <w:szCs w:val="18"/>
        </w:rPr>
      </w:pPr>
      <w:r w:rsidRPr="000C6ECB">
        <w:rPr>
          <w:sz w:val="18"/>
          <w:szCs w:val="18"/>
        </w:rPr>
        <w:t>dokumentaci o vývoji vytyčovací sítě (seznam souřadnic a výšek bodů, geodetické údaje o bodech)</w:t>
      </w:r>
    </w:p>
    <w:p w14:paraId="360E67BF" w14:textId="77777777" w:rsidR="000C6ECB" w:rsidRPr="000C6ECB" w:rsidRDefault="000C6ECB" w:rsidP="000C6ECB">
      <w:pPr>
        <w:pStyle w:val="Text2-2"/>
        <w:numPr>
          <w:ilvl w:val="4"/>
          <w:numId w:val="6"/>
        </w:numPr>
      </w:pPr>
      <w:r w:rsidRPr="000C6ECB">
        <w:t>Seznamy souřadnic podrobných bodů (ve formátu *.</w:t>
      </w:r>
      <w:proofErr w:type="spellStart"/>
      <w:r w:rsidRPr="000C6ECB">
        <w:t>txt</w:t>
      </w:r>
      <w:proofErr w:type="spellEnd"/>
      <w:r w:rsidRPr="000C6ECB">
        <w:t>):</w:t>
      </w:r>
    </w:p>
    <w:p w14:paraId="61AEE2A7" w14:textId="77777777" w:rsidR="000C6ECB" w:rsidRPr="000C6ECB" w:rsidRDefault="000C6ECB" w:rsidP="000C6ECB">
      <w:pPr>
        <w:pStyle w:val="Odstavecseseznamem"/>
        <w:numPr>
          <w:ilvl w:val="5"/>
          <w:numId w:val="6"/>
        </w:numPr>
        <w:jc w:val="both"/>
        <w:rPr>
          <w:sz w:val="18"/>
          <w:szCs w:val="18"/>
        </w:rPr>
      </w:pPr>
      <w:r w:rsidRPr="000C6ECB">
        <w:rPr>
          <w:sz w:val="18"/>
          <w:szCs w:val="18"/>
        </w:rPr>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0D39F976" w14:textId="77777777" w:rsidR="000C6ECB" w:rsidRPr="000C6ECB" w:rsidRDefault="000C6ECB" w:rsidP="000C6ECB">
      <w:pPr>
        <w:pStyle w:val="Text2-2"/>
        <w:numPr>
          <w:ilvl w:val="5"/>
          <w:numId w:val="6"/>
        </w:numPr>
      </w:pPr>
      <w:r w:rsidRPr="000C6ECB">
        <w:t>Seznam (seznamy) souřadnic výšek a charakteristik bodů k výkresu (výkresům) editovaného mapového podkladu s vymazáním neplatných prvků, který bude odpovídat předpisu SŽ M20/MP010 příloha C,</w:t>
      </w:r>
    </w:p>
    <w:p w14:paraId="0423E0B7" w14:textId="77777777" w:rsidR="000C6ECB" w:rsidRPr="000C6ECB" w:rsidRDefault="000C6ECB" w:rsidP="000C6ECB">
      <w:pPr>
        <w:pStyle w:val="Odstavecseseznamem"/>
        <w:numPr>
          <w:ilvl w:val="5"/>
          <w:numId w:val="6"/>
        </w:numPr>
        <w:jc w:val="both"/>
        <w:rPr>
          <w:sz w:val="18"/>
          <w:szCs w:val="18"/>
        </w:rPr>
      </w:pPr>
      <w:r w:rsidRPr="000C6ECB">
        <w:rPr>
          <w:sz w:val="18"/>
          <w:szCs w:val="18"/>
        </w:rPr>
        <w:t>Seznam souřadnic bodů ŽBP nebo dalších výchozích bodů použitých pro zaměření skutečného provedení stavby.</w:t>
      </w:r>
    </w:p>
    <w:p w14:paraId="6F706C79" w14:textId="77777777" w:rsidR="000C6ECB" w:rsidRPr="000C6ECB" w:rsidRDefault="000C6ECB" w:rsidP="000C6ECB">
      <w:pPr>
        <w:pStyle w:val="Text2-2"/>
        <w:numPr>
          <w:ilvl w:val="4"/>
          <w:numId w:val="6"/>
        </w:numPr>
      </w:pPr>
      <w:r w:rsidRPr="000C6ECB">
        <w:lastRenderedPageBreak/>
        <w:t>Výkresové soubory (ve formátu *.</w:t>
      </w:r>
      <w:proofErr w:type="spellStart"/>
      <w:r w:rsidRPr="000C6ECB">
        <w:t>dgn</w:t>
      </w:r>
      <w:proofErr w:type="spellEnd"/>
      <w:r w:rsidRPr="000C6ECB">
        <w:t>). Název souboru musí začínat „DSPS_PVS_, KN_, NH_, PS_ nebo SO_“:</w:t>
      </w:r>
    </w:p>
    <w:p w14:paraId="46FE4D4D" w14:textId="77777777" w:rsidR="000C6ECB" w:rsidRPr="000C6ECB" w:rsidRDefault="000C6ECB" w:rsidP="000C6ECB">
      <w:pPr>
        <w:pStyle w:val="Odstavecseseznamem"/>
        <w:numPr>
          <w:ilvl w:val="5"/>
          <w:numId w:val="6"/>
        </w:numPr>
        <w:spacing w:after="120"/>
        <w:contextualSpacing w:val="0"/>
        <w:jc w:val="both"/>
        <w:rPr>
          <w:sz w:val="18"/>
          <w:szCs w:val="18"/>
        </w:rPr>
      </w:pPr>
      <w:r w:rsidRPr="000C6ECB">
        <w:rPr>
          <w:sz w:val="18"/>
          <w:szCs w:val="18"/>
        </w:rPr>
        <w:t>Výkres geodetického zaměření skutečného provedení všech definitivních PS a SO doplněný o štítky a soubor „identifikace.csv“, který bude obsahovat seznam těchto PS a SO,</w:t>
      </w:r>
    </w:p>
    <w:p w14:paraId="24E859D1" w14:textId="77777777" w:rsidR="000C6ECB" w:rsidRPr="000C6ECB" w:rsidRDefault="000C6ECB" w:rsidP="000C6ECB">
      <w:pPr>
        <w:pStyle w:val="Odstavecseseznamem"/>
        <w:numPr>
          <w:ilvl w:val="5"/>
          <w:numId w:val="6"/>
        </w:numPr>
        <w:spacing w:after="120"/>
        <w:contextualSpacing w:val="0"/>
        <w:jc w:val="both"/>
        <w:rPr>
          <w:sz w:val="18"/>
          <w:szCs w:val="18"/>
        </w:rPr>
      </w:pPr>
      <w:r w:rsidRPr="000C6ECB">
        <w:rPr>
          <w:sz w:val="18"/>
          <w:szCs w:val="18"/>
        </w:rPr>
        <w:t xml:space="preserve">Výkres nebo výkresy v M 1:1000 editovaného mapového podkladu s vymazáním neplatných prvků, který bude odpovídat předpisu SŽ M20/MP010, příloha C. </w:t>
      </w:r>
    </w:p>
    <w:p w14:paraId="00CA6E69" w14:textId="77777777" w:rsidR="000C6ECB" w:rsidRPr="000C6ECB" w:rsidRDefault="000C6ECB" w:rsidP="000C6ECB">
      <w:pPr>
        <w:pStyle w:val="Text2-2"/>
        <w:numPr>
          <w:ilvl w:val="5"/>
          <w:numId w:val="6"/>
        </w:numPr>
      </w:pPr>
      <w:r w:rsidRPr="000C6ECB">
        <w:t>Výkres v M 1:1000 se zákresem platné mapy KN,</w:t>
      </w:r>
    </w:p>
    <w:p w14:paraId="70FA708F" w14:textId="77777777" w:rsidR="000C6ECB" w:rsidRPr="000C6ECB" w:rsidRDefault="000C6ECB" w:rsidP="000C6ECB">
      <w:pPr>
        <w:pStyle w:val="Text2-2"/>
        <w:numPr>
          <w:ilvl w:val="5"/>
          <w:numId w:val="6"/>
        </w:numPr>
      </w:pPr>
      <w:r w:rsidRPr="000C6ECB">
        <w:t>Výkres v M 1:1000 se zákresem nové hranice ČD, SŽ po stavbě.</w:t>
      </w:r>
    </w:p>
    <w:p w14:paraId="52BD038D" w14:textId="77777777" w:rsidR="000C6ECB" w:rsidRPr="000C6ECB" w:rsidRDefault="000C6ECB" w:rsidP="000C6ECB">
      <w:pPr>
        <w:pStyle w:val="Text2-2"/>
        <w:numPr>
          <w:ilvl w:val="4"/>
          <w:numId w:val="6"/>
        </w:numPr>
      </w:pPr>
      <w:r w:rsidRPr="000C6ECB">
        <w:t>Předané geodetické části DSPS jednotlivých PS a SO</w:t>
      </w:r>
    </w:p>
    <w:p w14:paraId="383E294A" w14:textId="77777777" w:rsidR="000C6ECB" w:rsidRPr="000C6ECB" w:rsidRDefault="000C6ECB" w:rsidP="000C6ECB">
      <w:pPr>
        <w:pStyle w:val="Text2-2"/>
        <w:numPr>
          <w:ilvl w:val="5"/>
          <w:numId w:val="6"/>
        </w:numPr>
      </w:pPr>
      <w:r w:rsidRPr="000C6ECB">
        <w:t>Seznam čísel a názvů PS a SO s uvedením zhotovitele geodetické části DSPS jednotlivých PS a SO (ve formátu *.</w:t>
      </w:r>
      <w:proofErr w:type="spellStart"/>
      <w:r w:rsidRPr="000C6ECB">
        <w:t>xlsx</w:t>
      </w:r>
      <w:proofErr w:type="spellEnd"/>
      <w:r w:rsidRPr="000C6ECB">
        <w:t>),</w:t>
      </w:r>
    </w:p>
    <w:p w14:paraId="43C2D965" w14:textId="77777777" w:rsidR="000C6ECB" w:rsidRPr="000C6ECB" w:rsidRDefault="000C6ECB" w:rsidP="000C6ECB">
      <w:pPr>
        <w:pStyle w:val="Text2-2"/>
        <w:numPr>
          <w:ilvl w:val="5"/>
          <w:numId w:val="6"/>
        </w:numPr>
      </w:pPr>
      <w:r w:rsidRPr="000C6ECB">
        <w:t>TZ k jednotlivým PS a SO (ve formátu *.</w:t>
      </w:r>
      <w:proofErr w:type="spellStart"/>
      <w:r w:rsidRPr="000C6ECB">
        <w:t>pdf</w:t>
      </w:r>
      <w:proofErr w:type="spellEnd"/>
      <w:r w:rsidRPr="000C6ECB">
        <w:t>),</w:t>
      </w:r>
    </w:p>
    <w:p w14:paraId="251AC58B" w14:textId="77777777" w:rsidR="000C6ECB" w:rsidRPr="000C6ECB" w:rsidRDefault="000C6ECB" w:rsidP="000C6ECB">
      <w:pPr>
        <w:pStyle w:val="Text2-2"/>
        <w:numPr>
          <w:ilvl w:val="5"/>
          <w:numId w:val="6"/>
        </w:numPr>
      </w:pPr>
      <w:r w:rsidRPr="000C6ECB">
        <w:t>Seznam souřadnic, výšek a charakteristik podrobných bodů k jednotlivým SO a PS (ve formátu *.</w:t>
      </w:r>
      <w:proofErr w:type="spellStart"/>
      <w:r w:rsidRPr="000C6ECB">
        <w:t>txt</w:t>
      </w:r>
      <w:proofErr w:type="spellEnd"/>
      <w:r w:rsidRPr="000C6ECB">
        <w:t>),</w:t>
      </w:r>
    </w:p>
    <w:p w14:paraId="0F1934C6" w14:textId="77777777" w:rsidR="000C6ECB" w:rsidRPr="000C6ECB" w:rsidRDefault="000C6ECB" w:rsidP="000C6ECB">
      <w:pPr>
        <w:pStyle w:val="Text2-2"/>
        <w:numPr>
          <w:ilvl w:val="5"/>
          <w:numId w:val="6"/>
        </w:numPr>
      </w:pPr>
      <w:r w:rsidRPr="000C6ECB">
        <w:t>Výpočetní protokol a editované zápisníky ve formátu *.</w:t>
      </w:r>
      <w:proofErr w:type="spellStart"/>
      <w:r w:rsidRPr="000C6ECB">
        <w:t>txt</w:t>
      </w:r>
      <w:proofErr w:type="spellEnd"/>
      <w:r w:rsidRPr="000C6ECB">
        <w:t>; originální zápisníky ve formátu stroje, doložení splnění požadované přesnosti, kalibrační listy, fotodokumentace a další,</w:t>
      </w:r>
    </w:p>
    <w:p w14:paraId="550A4A26" w14:textId="77777777" w:rsidR="000C6ECB" w:rsidRPr="000C6ECB" w:rsidRDefault="000C6ECB" w:rsidP="000C6ECB">
      <w:pPr>
        <w:pStyle w:val="Text2-2"/>
        <w:numPr>
          <w:ilvl w:val="5"/>
          <w:numId w:val="6"/>
        </w:numPr>
      </w:pPr>
      <w:r w:rsidRPr="000C6ECB">
        <w:t>Výkresy jednotlivých PS a SO v M 1:1000 (ve formátu *.</w:t>
      </w:r>
      <w:proofErr w:type="spellStart"/>
      <w:r w:rsidRPr="000C6ECB">
        <w:t>dgn</w:t>
      </w:r>
      <w:proofErr w:type="spellEnd"/>
      <w:r w:rsidRPr="000C6ECB">
        <w:t xml:space="preserve"> a *.</w:t>
      </w:r>
      <w:proofErr w:type="spellStart"/>
      <w:r w:rsidRPr="000C6ECB">
        <w:t>pdf</w:t>
      </w:r>
      <w:proofErr w:type="spellEnd"/>
      <w:r w:rsidRPr="000C6ECB">
        <w:t>). Pokud jsou kóty a detaily vyžadovány ZTP, jsou zakresleny v samostatném pomocném výkrese DGN. Soubor PDF zachycuje soutisk hlavního a pomocného výkresu.</w:t>
      </w:r>
    </w:p>
    <w:p w14:paraId="06CB72D1" w14:textId="77777777" w:rsidR="000C6ECB" w:rsidRPr="000C6ECB" w:rsidRDefault="000C6ECB" w:rsidP="000C6ECB">
      <w:pPr>
        <w:pStyle w:val="Text2-2"/>
        <w:numPr>
          <w:ilvl w:val="5"/>
          <w:numId w:val="6"/>
        </w:numPr>
      </w:pPr>
      <w:r w:rsidRPr="000C6ECB">
        <w:t>Seznam PS a SO identifikovaných ve vztahu k parcelním číslům pozemků podle evidence právních vztahů KN. Formu a obsah seznamu upřesní ÚOZI Objednatele.</w:t>
      </w:r>
    </w:p>
    <w:p w14:paraId="46007BB1" w14:textId="77777777" w:rsidR="000C6ECB" w:rsidRPr="000C6ECB" w:rsidRDefault="000C6ECB" w:rsidP="000C6ECB">
      <w:pPr>
        <w:pStyle w:val="Text2-2"/>
        <w:numPr>
          <w:ilvl w:val="4"/>
          <w:numId w:val="6"/>
        </w:numPr>
      </w:pPr>
      <w:r w:rsidRPr="000C6ECB">
        <w:t>Geometrické plány</w:t>
      </w:r>
    </w:p>
    <w:p w14:paraId="1B95FEE2" w14:textId="77777777" w:rsidR="000C6ECB" w:rsidRPr="000C6ECB" w:rsidRDefault="000C6ECB" w:rsidP="000C6ECB">
      <w:pPr>
        <w:pStyle w:val="Odstavecseseznamem"/>
        <w:numPr>
          <w:ilvl w:val="5"/>
          <w:numId w:val="6"/>
        </w:numPr>
        <w:spacing w:after="120"/>
        <w:jc w:val="both"/>
        <w:rPr>
          <w:sz w:val="18"/>
          <w:szCs w:val="18"/>
        </w:rPr>
      </w:pPr>
      <w:r w:rsidRPr="000C6ECB">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645FE5D0" w14:textId="77777777" w:rsidR="000C6ECB" w:rsidRPr="000C6ECB" w:rsidRDefault="000C6ECB" w:rsidP="000C6ECB">
      <w:pPr>
        <w:pStyle w:val="Text2-2"/>
        <w:numPr>
          <w:ilvl w:val="5"/>
          <w:numId w:val="6"/>
        </w:numPr>
        <w:spacing w:after="240"/>
      </w:pPr>
      <w:r w:rsidRPr="000C6ECB">
        <w:t xml:space="preserve">Geometrické plány a přílohy dle </w:t>
      </w:r>
      <w:proofErr w:type="spellStart"/>
      <w:r w:rsidRPr="000C6ECB">
        <w:t>podčlánku</w:t>
      </w:r>
      <w:proofErr w:type="spellEnd"/>
      <w:r w:rsidRPr="000C6ECB">
        <w:t xml:space="preserve"> 1.7.3.5 Kapitoly 1 TKP.</w:t>
      </w:r>
    </w:p>
    <w:p w14:paraId="4E0041DD" w14:textId="77777777" w:rsidR="000C6ECB" w:rsidRPr="000C6ECB" w:rsidRDefault="000C6ECB" w:rsidP="000C6ECB">
      <w:pPr>
        <w:pStyle w:val="Odstavecseseznamem"/>
        <w:numPr>
          <w:ilvl w:val="4"/>
          <w:numId w:val="6"/>
        </w:numPr>
        <w:jc w:val="both"/>
        <w:rPr>
          <w:sz w:val="18"/>
          <w:szCs w:val="18"/>
        </w:rPr>
      </w:pPr>
      <w:r w:rsidRPr="000C6ECB">
        <w:rPr>
          <w:sz w:val="18"/>
          <w:szCs w:val="18"/>
        </w:rPr>
        <w:t>Dokumentace definitivního zajištění koleje dle předpisu SŽDC S3 Železniční svršek, Díl III Zajištění prostorové polohy koleje (ve formátu *.</w:t>
      </w:r>
      <w:proofErr w:type="spellStart"/>
      <w:r w:rsidRPr="000C6ECB">
        <w:rPr>
          <w:sz w:val="18"/>
          <w:szCs w:val="18"/>
        </w:rPr>
        <w:t>docx</w:t>
      </w:r>
      <w:proofErr w:type="spellEnd"/>
      <w:r w:rsidRPr="000C6ECB">
        <w:rPr>
          <w:sz w:val="18"/>
          <w:szCs w:val="18"/>
        </w:rPr>
        <w:t>,*.</w:t>
      </w:r>
      <w:proofErr w:type="spellStart"/>
      <w:r w:rsidRPr="000C6ECB">
        <w:rPr>
          <w:sz w:val="18"/>
          <w:szCs w:val="18"/>
        </w:rPr>
        <w:t>xlsx</w:t>
      </w:r>
      <w:proofErr w:type="spellEnd"/>
      <w:r w:rsidRPr="000C6ECB">
        <w:rPr>
          <w:sz w:val="18"/>
          <w:szCs w:val="18"/>
        </w:rPr>
        <w:t>, *.</w:t>
      </w:r>
      <w:proofErr w:type="spellStart"/>
      <w:r w:rsidRPr="000C6ECB">
        <w:rPr>
          <w:sz w:val="18"/>
          <w:szCs w:val="18"/>
        </w:rPr>
        <w:t>dwg</w:t>
      </w:r>
      <w:proofErr w:type="spellEnd"/>
      <w:r w:rsidRPr="000C6ECB">
        <w:rPr>
          <w:sz w:val="18"/>
          <w:szCs w:val="18"/>
        </w:rPr>
        <w:t>, *.</w:t>
      </w:r>
      <w:proofErr w:type="spellStart"/>
      <w:r w:rsidRPr="000C6ECB">
        <w:rPr>
          <w:sz w:val="18"/>
          <w:szCs w:val="18"/>
        </w:rPr>
        <w:t>dng</w:t>
      </w:r>
      <w:proofErr w:type="spellEnd"/>
      <w:r w:rsidRPr="000C6ECB">
        <w:rPr>
          <w:sz w:val="18"/>
          <w:szCs w:val="18"/>
        </w:rPr>
        <w:t>, případně *.</w:t>
      </w:r>
      <w:proofErr w:type="spellStart"/>
      <w:r w:rsidRPr="000C6ECB">
        <w:rPr>
          <w:sz w:val="18"/>
          <w:szCs w:val="18"/>
        </w:rPr>
        <w:t>dfx</w:t>
      </w:r>
      <w:proofErr w:type="spellEnd"/>
      <w:r w:rsidRPr="000C6ECB">
        <w:rPr>
          <w:sz w:val="18"/>
          <w:szCs w:val="18"/>
        </w:rPr>
        <w:t xml:space="preserve"> a *.</w:t>
      </w:r>
      <w:proofErr w:type="spellStart"/>
      <w:r w:rsidRPr="000C6ECB">
        <w:rPr>
          <w:sz w:val="18"/>
          <w:szCs w:val="18"/>
        </w:rPr>
        <w:t>pdf</w:t>
      </w:r>
      <w:proofErr w:type="spellEnd"/>
      <w:r w:rsidRPr="000C6ECB">
        <w:rPr>
          <w:sz w:val="18"/>
          <w:szCs w:val="18"/>
        </w:rPr>
        <w:t>).</w:t>
      </w:r>
    </w:p>
    <w:p w14:paraId="7AEBAB4D" w14:textId="3D31B989" w:rsidR="000C6ECB" w:rsidRPr="000C6ECB" w:rsidRDefault="000C6ECB" w:rsidP="000C6ECB">
      <w:pPr>
        <w:pStyle w:val="Text2-2"/>
        <w:tabs>
          <w:tab w:val="clear" w:pos="5076"/>
          <w:tab w:val="num" w:pos="1701"/>
        </w:tabs>
        <w:ind w:left="1701"/>
      </w:pPr>
      <w:r w:rsidRPr="000C6ECB">
        <w:t xml:space="preserve">V listinné podobě bude DSPS předána v rozsahu </w:t>
      </w:r>
      <w:proofErr w:type="gramStart"/>
      <w:r w:rsidRPr="000C6ECB">
        <w:t xml:space="preserve">čl. </w:t>
      </w:r>
      <w:r w:rsidRPr="000C6ECB">
        <w:fldChar w:fldCharType="begin"/>
      </w:r>
      <w:r w:rsidRPr="000C6ECB">
        <w:instrText xml:space="preserve"> REF _Ref137827505 \r \h </w:instrText>
      </w:r>
      <w:r>
        <w:instrText xml:space="preserve"> \* MERGEFORMAT </w:instrText>
      </w:r>
      <w:r w:rsidRPr="000C6ECB">
        <w:fldChar w:fldCharType="separate"/>
      </w:r>
      <w:r w:rsidRPr="000C6ECB">
        <w:t>4.1.3.33</w:t>
      </w:r>
      <w:proofErr w:type="gramEnd"/>
      <w:r w:rsidRPr="000C6ECB">
        <w:fldChar w:fldCharType="end"/>
      </w:r>
      <w:r w:rsidRPr="000C6ECB">
        <w:t xml:space="preserve"> těchto ZTP dle části a), e), f)(v) a f)(</w:t>
      </w:r>
      <w:proofErr w:type="spellStart"/>
      <w:r w:rsidRPr="000C6ECB">
        <w:t>vi</w:t>
      </w:r>
      <w:proofErr w:type="spellEnd"/>
      <w:r w:rsidRPr="000C6ECB">
        <w:t>).</w:t>
      </w:r>
    </w:p>
    <w:p w14:paraId="3E179804" w14:textId="77777777" w:rsidR="000C6ECB" w:rsidRPr="000C6ECB" w:rsidRDefault="000C6ECB" w:rsidP="000C6ECB">
      <w:pPr>
        <w:pStyle w:val="Text2-2"/>
        <w:tabs>
          <w:tab w:val="clear" w:pos="5076"/>
          <w:tab w:val="num" w:pos="1701"/>
        </w:tabs>
        <w:ind w:left="1701"/>
      </w:pPr>
      <w:r w:rsidRPr="000C6ECB">
        <w:t>Zhotovitel zajistí souborné zpracování geodetické části DSPS v takovém rozsahu, aby bylo využitelné pro zhotovení polohopisných plánů v knize plánů dle příslušných Právních předpisů vydaných Objednatelem.</w:t>
      </w:r>
    </w:p>
    <w:p w14:paraId="2A2FB2C9" w14:textId="77777777" w:rsidR="000C6ECB" w:rsidRPr="000C6ECB" w:rsidRDefault="000C6ECB" w:rsidP="000C6ECB">
      <w:pPr>
        <w:pStyle w:val="Text2-2"/>
        <w:tabs>
          <w:tab w:val="clear" w:pos="5076"/>
          <w:tab w:val="num" w:pos="1701"/>
        </w:tabs>
        <w:ind w:left="1701"/>
      </w:pPr>
      <w:r w:rsidRPr="000C6ECB">
        <w:rPr>
          <w:b/>
        </w:rPr>
        <w:t>Součástí dokumentů skutečného provedení stavby</w:t>
      </w:r>
      <w:r w:rsidRPr="000C6ECB">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02EAA0FD" w14:textId="77777777" w:rsidR="000C6ECB" w:rsidRPr="000C6ECB" w:rsidRDefault="000C6ECB" w:rsidP="000C6ECB">
      <w:pPr>
        <w:pStyle w:val="Odstavecseseznamem"/>
        <w:numPr>
          <w:ilvl w:val="4"/>
          <w:numId w:val="6"/>
        </w:numPr>
        <w:spacing w:after="120"/>
        <w:jc w:val="both"/>
        <w:rPr>
          <w:sz w:val="18"/>
          <w:szCs w:val="18"/>
        </w:rPr>
      </w:pPr>
      <w:r w:rsidRPr="000C6ECB">
        <w:rPr>
          <w:sz w:val="18"/>
          <w:szCs w:val="18"/>
        </w:rPr>
        <w:t>doklady o udělených výjimkách z platných předpisů a norem, případně souhlas Drážního úřadu,</w:t>
      </w:r>
    </w:p>
    <w:p w14:paraId="7E2EC6D3" w14:textId="77777777" w:rsidR="000C6ECB" w:rsidRPr="000C6ECB" w:rsidRDefault="000C6ECB" w:rsidP="000C6ECB">
      <w:pPr>
        <w:pStyle w:val="Text2-2"/>
        <w:numPr>
          <w:ilvl w:val="4"/>
          <w:numId w:val="6"/>
        </w:numPr>
      </w:pPr>
      <w:r w:rsidRPr="000C6ECB">
        <w:lastRenderedPageBreak/>
        <w:t>doklady o projednání PDPS,</w:t>
      </w:r>
    </w:p>
    <w:p w14:paraId="638E8058" w14:textId="77777777" w:rsidR="000C6ECB" w:rsidRPr="000C6ECB" w:rsidRDefault="000C6ECB" w:rsidP="000C6ECB">
      <w:pPr>
        <w:pStyle w:val="Text2-2"/>
        <w:numPr>
          <w:ilvl w:val="4"/>
          <w:numId w:val="6"/>
        </w:numPr>
      </w:pPr>
      <w:r w:rsidRPr="000C6ECB">
        <w:t>závazná stanoviska dotčených orgánů a další doklady o jednání s dotčenými orgány a účastníky stavebního řízení,</w:t>
      </w:r>
    </w:p>
    <w:p w14:paraId="6CDE8BE7" w14:textId="77777777" w:rsidR="000C6ECB" w:rsidRPr="000C6ECB" w:rsidRDefault="000C6ECB" w:rsidP="000C6ECB">
      <w:pPr>
        <w:pStyle w:val="Text2-2"/>
        <w:numPr>
          <w:ilvl w:val="4"/>
          <w:numId w:val="6"/>
        </w:numPr>
      </w:pPr>
      <w:r w:rsidRPr="000C6ECB">
        <w:t>vyjádření vlastníků a správců dotčených inženýrských sítí,</w:t>
      </w:r>
    </w:p>
    <w:p w14:paraId="30AA1840" w14:textId="77777777" w:rsidR="000C6ECB" w:rsidRPr="000C6ECB" w:rsidRDefault="000C6ECB" w:rsidP="000C6ECB">
      <w:pPr>
        <w:pStyle w:val="Text2-2"/>
        <w:numPr>
          <w:ilvl w:val="4"/>
          <w:numId w:val="6"/>
        </w:numPr>
      </w:pPr>
      <w:r w:rsidRPr="000C6ECB">
        <w:t>doklady o projednání s vlastníky pozemků a staveb nebo bytů a nebytových prostor dotčených stavbou, popř. s jinými oprávněnými subjekty.</w:t>
      </w:r>
    </w:p>
    <w:p w14:paraId="0871287E" w14:textId="77777777" w:rsidR="000C6ECB" w:rsidRPr="009F244D" w:rsidRDefault="000C6ECB" w:rsidP="000C6ECB">
      <w:pPr>
        <w:pStyle w:val="Text2-2"/>
        <w:tabs>
          <w:tab w:val="clear" w:pos="5076"/>
          <w:tab w:val="num" w:pos="1701"/>
        </w:tabs>
        <w:ind w:left="1701"/>
      </w:pPr>
      <w:r w:rsidRPr="009F244D">
        <w:t xml:space="preserve">Zhotovitel je v termínu </w:t>
      </w:r>
      <w:r w:rsidRPr="00272421">
        <w:t>nejpozději ke dni zahájení stavebních prací</w:t>
      </w:r>
      <w:r>
        <w:t xml:space="preserve"> </w:t>
      </w:r>
      <w:r w:rsidRPr="009F244D">
        <w:t xml:space="preserve">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782B2A0F" w14:textId="77777777" w:rsidR="000C6ECB" w:rsidRPr="006F687F" w:rsidRDefault="000C6ECB" w:rsidP="000C6ECB">
      <w:pPr>
        <w:pStyle w:val="Text2-2"/>
        <w:tabs>
          <w:tab w:val="clear" w:pos="5076"/>
          <w:tab w:val="num" w:pos="1701"/>
        </w:tabs>
        <w:ind w:left="1701"/>
      </w:pPr>
      <w:r w:rsidRPr="006F687F">
        <w:t>Zhotovitel vždy předloží Objednateli</w:t>
      </w:r>
      <w:r>
        <w:t>, a to</w:t>
      </w:r>
      <w:r w:rsidRPr="006F687F">
        <w:t xml:space="preserve"> </w:t>
      </w:r>
      <w:r>
        <w:t xml:space="preserve">nejpozději ke dni dokončení </w:t>
      </w:r>
      <w:r w:rsidRPr="006F687F">
        <w:t xml:space="preserve">Díla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AF97BCF" w14:textId="77777777" w:rsidR="000C6ECB" w:rsidRDefault="000C6ECB" w:rsidP="000C6ECB">
      <w:pPr>
        <w:pStyle w:val="Text2-2"/>
        <w:tabs>
          <w:tab w:val="clear" w:pos="5076"/>
          <w:tab w:val="num" w:pos="1701"/>
        </w:tabs>
        <w:ind w:left="1701"/>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400F7F81" w14:textId="77777777" w:rsidR="000C6ECB" w:rsidRPr="006F687F" w:rsidRDefault="000C6ECB" w:rsidP="000C6ECB">
      <w:pPr>
        <w:pStyle w:val="Text2-2"/>
        <w:tabs>
          <w:tab w:val="clear" w:pos="5076"/>
          <w:tab w:val="num" w:pos="1701"/>
        </w:tabs>
        <w:ind w:left="1701"/>
      </w:pPr>
      <w:r w:rsidRPr="006F687F">
        <w:t xml:space="preserve">Zhotovitel se zavazuje Objednateli sdělit, kde bude dle požadavků právních předpisů uchovávat potřebné </w:t>
      </w:r>
      <w:r w:rsidRPr="006C44FD">
        <w:t>doklady o nakládání s odpady.</w:t>
      </w:r>
    </w:p>
    <w:p w14:paraId="2D9B4065" w14:textId="77777777" w:rsidR="000C6ECB" w:rsidRPr="00A65BF6" w:rsidRDefault="000C6ECB" w:rsidP="000C6ECB">
      <w:pPr>
        <w:pStyle w:val="Text2-2"/>
        <w:tabs>
          <w:tab w:val="clear" w:pos="5076"/>
          <w:tab w:val="num" w:pos="1701"/>
        </w:tabs>
        <w:ind w:left="1701"/>
      </w:pPr>
      <w:r w:rsidRPr="00837668">
        <w:t xml:space="preserve">Zhotovitel se zavazuje zajistit u svých zaměstnanců a zaměstnanců poddodavatelů prokazatelné seznámení s </w:t>
      </w:r>
      <w:r w:rsidRPr="00837668">
        <w:rPr>
          <w:b/>
        </w:rPr>
        <w:t xml:space="preserve">plánem BOZP </w:t>
      </w:r>
      <w:r w:rsidRPr="00837668">
        <w:t>Díla (dle zákona č. 309/2006 Sb. (zákon o zajištění dalších podmínek bezpečnosti a ochrany zdraví při práci)) a doložit splnění této povinnosti písemně před předáním Staveniště Zhotoviteli.</w:t>
      </w:r>
      <w:r w:rsidRPr="00A65BF6">
        <w:t xml:space="preserve"> </w:t>
      </w:r>
    </w:p>
    <w:p w14:paraId="380235F0" w14:textId="77777777" w:rsidR="000C6ECB" w:rsidRPr="006F687F" w:rsidRDefault="000C6ECB" w:rsidP="000C6ECB">
      <w:pPr>
        <w:pStyle w:val="Text2-2"/>
        <w:tabs>
          <w:tab w:val="clear" w:pos="5076"/>
          <w:tab w:val="num" w:pos="1701"/>
        </w:tabs>
        <w:ind w:left="1701"/>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47DC0A75" w14:textId="77777777" w:rsidR="000C6ECB" w:rsidRPr="006F687F" w:rsidRDefault="000C6ECB" w:rsidP="000C6ECB">
      <w:pPr>
        <w:pStyle w:val="Text2-2"/>
        <w:tabs>
          <w:tab w:val="clear" w:pos="5076"/>
          <w:tab w:val="num" w:pos="1701"/>
        </w:tabs>
        <w:ind w:left="1701"/>
      </w:pPr>
      <w:r w:rsidRPr="006F687F">
        <w:t>Zhotovitel se zavazuje zajistit, že na všech vozidlech Zhotovitele a Poddodavatelů, používaných na Staveništi, bude viditelně vyznačena obchodní firma nebo jméno.</w:t>
      </w:r>
    </w:p>
    <w:p w14:paraId="2A410972" w14:textId="5F8A1546" w:rsidR="00161BD6" w:rsidRDefault="000C6ECB" w:rsidP="000C6ECB">
      <w:pPr>
        <w:pStyle w:val="Text2-2"/>
        <w:ind w:left="1701" w:hanging="992"/>
      </w:pPr>
      <w:r w:rsidRPr="00421120">
        <w:t xml:space="preserve">Zhotovitel u </w:t>
      </w:r>
      <w:r w:rsidRPr="00421120">
        <w:rPr>
          <w:b/>
        </w:rPr>
        <w:t xml:space="preserve">provozované činnosti se zvýšeným/vysokým požárním nebezpečím </w:t>
      </w:r>
      <w:r w:rsidRPr="00421120">
        <w:t>(§ 4 zákona č. 133/1985 Sb.</w:t>
      </w:r>
      <w:r>
        <w:t>, o požární ochraně, včetně prováděcích předpisu k tomuto zákonu</w:t>
      </w:r>
      <w:r w:rsidRPr="00421120">
        <w:t xml:space="preserve">),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w:t>
      </w:r>
      <w:r w:rsidRPr="00421120">
        <w:lastRenderedPageBreak/>
        <w:t>bylo i dodání Dokumentace zdolávání požárů, a to již před uvedením do provozu / zkušebního provozu</w:t>
      </w:r>
      <w:r w:rsidR="00421120" w:rsidRPr="00421120">
        <w:t>.</w:t>
      </w:r>
    </w:p>
    <w:p w14:paraId="3516A212" w14:textId="77777777" w:rsidR="002D3EF9" w:rsidRPr="002F3B4D" w:rsidRDefault="002D3EF9" w:rsidP="002D3EF9">
      <w:pPr>
        <w:pStyle w:val="Text2-1"/>
      </w:pPr>
      <w:r w:rsidRPr="002F3B4D">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49FE437D" w14:textId="60057E15" w:rsidR="00107E6D" w:rsidRPr="002F3B4D" w:rsidRDefault="002D3EF9" w:rsidP="007254C4">
      <w:pPr>
        <w:pStyle w:val="Text2-1"/>
      </w:pPr>
      <w:r w:rsidRPr="002F3B4D">
        <w:t xml:space="preserve">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w:t>
      </w:r>
    </w:p>
    <w:p w14:paraId="16426AE8" w14:textId="00B36A0F" w:rsidR="00DF7BAA" w:rsidRDefault="00DF7BAA" w:rsidP="00DF7BAA">
      <w:pPr>
        <w:pStyle w:val="Nadpis2-2"/>
      </w:pPr>
      <w:bookmarkStart w:id="40" w:name="_Toc152587974"/>
      <w:r>
        <w:t xml:space="preserve">Zeměměřická </w:t>
      </w:r>
      <w:r w:rsidRPr="0080577B">
        <w:t>činnost</w:t>
      </w:r>
      <w:r>
        <w:t xml:space="preserve"> zhotovitele</w:t>
      </w:r>
      <w:bookmarkEnd w:id="40"/>
      <w:r w:rsidR="001F25FE">
        <w:t xml:space="preserve"> </w:t>
      </w:r>
    </w:p>
    <w:p w14:paraId="0D0C0FDD" w14:textId="5DA50FD9" w:rsidR="00DC55C8" w:rsidRDefault="00DC55C8" w:rsidP="00605834">
      <w:pPr>
        <w:pStyle w:val="Text2-1"/>
      </w:pPr>
      <w:r w:rsidRPr="00DC55C8">
        <w:t>Zhotovitel zažádá jmenovaného ÚOZI (úředně oprávněný zeměměřičský inženýr) Objednatele</w:t>
      </w:r>
      <w:r w:rsidR="00605834">
        <w:t xml:space="preserve"> </w:t>
      </w:r>
      <w:r w:rsidRPr="00DC55C8">
        <w:t>o zajištění aktuálních podkladů a postupu vyplývajícího z požadavků uvedených v TKP a těchto ZTP pro provedení díla nejpozději do termínu předání Staveniště.</w:t>
      </w:r>
    </w:p>
    <w:p w14:paraId="205DEE12" w14:textId="68882737" w:rsidR="00D53BF5" w:rsidRPr="00BB770C" w:rsidRDefault="00D53BF5" w:rsidP="00D53BF5">
      <w:pPr>
        <w:pStyle w:val="Text2-1"/>
        <w:numPr>
          <w:ilvl w:val="0"/>
          <w:numId w:val="0"/>
        </w:numPr>
        <w:ind w:left="737"/>
        <w:rPr>
          <w:b/>
        </w:rPr>
      </w:pPr>
      <w:r w:rsidRPr="00BB770C">
        <w:rPr>
          <w:b/>
        </w:rPr>
        <w:t>Pro oblast Ostrava:</w:t>
      </w:r>
    </w:p>
    <w:p w14:paraId="69140DF9" w14:textId="511FE7E0" w:rsidR="00D53BF5" w:rsidRPr="00605834" w:rsidRDefault="00D53BF5" w:rsidP="00D53BF5">
      <w:pPr>
        <w:pStyle w:val="Bezmezer"/>
        <w:ind w:left="737"/>
        <w:rPr>
          <w:sz w:val="18"/>
          <w:szCs w:val="18"/>
        </w:rPr>
      </w:pPr>
      <w:r w:rsidRPr="00605834">
        <w:rPr>
          <w:sz w:val="18"/>
          <w:szCs w:val="18"/>
        </w:rPr>
        <w:t xml:space="preserve">Úředně oprávněný zeměměřičský inženýr ÚOZI: Ing. </w:t>
      </w:r>
      <w:r>
        <w:rPr>
          <w:sz w:val="18"/>
          <w:szCs w:val="18"/>
        </w:rPr>
        <w:t xml:space="preserve">Martin </w:t>
      </w:r>
      <w:proofErr w:type="spellStart"/>
      <w:r>
        <w:rPr>
          <w:sz w:val="18"/>
          <w:szCs w:val="18"/>
        </w:rPr>
        <w:t>Votoupal</w:t>
      </w:r>
      <w:proofErr w:type="spellEnd"/>
    </w:p>
    <w:p w14:paraId="4168F401" w14:textId="77777777" w:rsidR="00D53BF5" w:rsidRPr="00605834" w:rsidRDefault="00D53BF5" w:rsidP="00D53BF5">
      <w:pPr>
        <w:pStyle w:val="Bezmezer"/>
        <w:ind w:left="737"/>
        <w:rPr>
          <w:sz w:val="18"/>
          <w:szCs w:val="18"/>
        </w:rPr>
      </w:pPr>
      <w:r w:rsidRPr="00605834">
        <w:rPr>
          <w:sz w:val="18"/>
          <w:szCs w:val="18"/>
        </w:rPr>
        <w:t>Adresa: Nerudova 773/1, 77900 Olomouc</w:t>
      </w:r>
    </w:p>
    <w:p w14:paraId="7265AF70" w14:textId="4B5E3278" w:rsidR="00D53BF5" w:rsidRDefault="00D53BF5" w:rsidP="00D53BF5">
      <w:pPr>
        <w:pStyle w:val="Bezmezer"/>
        <w:ind w:left="737"/>
        <w:rPr>
          <w:sz w:val="18"/>
          <w:szCs w:val="18"/>
        </w:rPr>
      </w:pPr>
      <w:r w:rsidRPr="00605834">
        <w:rPr>
          <w:sz w:val="18"/>
          <w:szCs w:val="18"/>
        </w:rPr>
        <w:t xml:space="preserve">E-mail: </w:t>
      </w:r>
      <w:hyperlink r:id="rId11" w:history="1">
        <w:r w:rsidRPr="00A0537C">
          <w:rPr>
            <w:rStyle w:val="Hypertextovodkaz"/>
            <w:noProof w:val="0"/>
            <w:sz w:val="18"/>
            <w:szCs w:val="18"/>
          </w:rPr>
          <w:t>votoupal@spravazeleznic.cz</w:t>
        </w:r>
      </w:hyperlink>
    </w:p>
    <w:p w14:paraId="42085D2A" w14:textId="6FA6052C" w:rsidR="00D53BF5" w:rsidRDefault="00D53BF5" w:rsidP="00D53BF5">
      <w:pPr>
        <w:pStyle w:val="Bezmezer"/>
        <w:ind w:left="737"/>
        <w:rPr>
          <w:sz w:val="18"/>
          <w:szCs w:val="18"/>
        </w:rPr>
      </w:pPr>
      <w:r w:rsidRPr="00605834">
        <w:rPr>
          <w:sz w:val="18"/>
          <w:szCs w:val="18"/>
        </w:rPr>
        <w:t>Telefon: +420</w:t>
      </w:r>
      <w:r>
        <w:rPr>
          <w:sz w:val="18"/>
          <w:szCs w:val="18"/>
        </w:rPr>
        <w:t> 727 877 362</w:t>
      </w:r>
      <w:r w:rsidRPr="00605834">
        <w:rPr>
          <w:sz w:val="18"/>
          <w:szCs w:val="18"/>
        </w:rPr>
        <w:t xml:space="preserve"> </w:t>
      </w:r>
    </w:p>
    <w:p w14:paraId="4F214F43" w14:textId="77777777" w:rsidR="00D53BF5" w:rsidRDefault="00D53BF5" w:rsidP="00D53BF5">
      <w:pPr>
        <w:pStyle w:val="Bezmezer"/>
        <w:ind w:left="737"/>
        <w:rPr>
          <w:sz w:val="18"/>
          <w:szCs w:val="18"/>
        </w:rPr>
      </w:pPr>
    </w:p>
    <w:p w14:paraId="52CE1DE0" w14:textId="2163247A" w:rsidR="00D53BF5" w:rsidRPr="00BB770C" w:rsidRDefault="00D53BF5" w:rsidP="00D53BF5">
      <w:pPr>
        <w:pStyle w:val="Text2-1"/>
        <w:numPr>
          <w:ilvl w:val="0"/>
          <w:numId w:val="0"/>
        </w:numPr>
        <w:ind w:left="737"/>
        <w:rPr>
          <w:b/>
        </w:rPr>
      </w:pPr>
      <w:r w:rsidRPr="00BB770C">
        <w:rPr>
          <w:b/>
        </w:rPr>
        <w:t>Pro oblast Olomouc:</w:t>
      </w:r>
    </w:p>
    <w:p w14:paraId="6F7D80BF" w14:textId="77777777" w:rsidR="00605834" w:rsidRPr="00605834" w:rsidRDefault="00605834" w:rsidP="00605834">
      <w:pPr>
        <w:pStyle w:val="Bezmezer"/>
        <w:ind w:left="737"/>
        <w:rPr>
          <w:sz w:val="18"/>
          <w:szCs w:val="18"/>
        </w:rPr>
      </w:pPr>
      <w:r w:rsidRPr="00605834">
        <w:rPr>
          <w:sz w:val="18"/>
          <w:szCs w:val="18"/>
        </w:rPr>
        <w:t>Úředně oprávněný zeměměřičský inženýr ÚOZI: Ing. Jiří Jalůvka</w:t>
      </w:r>
    </w:p>
    <w:p w14:paraId="3CC12536" w14:textId="77777777" w:rsidR="00605834" w:rsidRPr="00605834" w:rsidRDefault="00605834" w:rsidP="00605834">
      <w:pPr>
        <w:pStyle w:val="Bezmezer"/>
        <w:ind w:left="737"/>
        <w:rPr>
          <w:sz w:val="18"/>
          <w:szCs w:val="18"/>
        </w:rPr>
      </w:pPr>
      <w:r w:rsidRPr="00605834">
        <w:rPr>
          <w:sz w:val="18"/>
          <w:szCs w:val="18"/>
        </w:rPr>
        <w:t>Adresa: Nerudova 773/1, 77900 Olomouc</w:t>
      </w:r>
    </w:p>
    <w:p w14:paraId="58BD4BFA" w14:textId="77777777" w:rsidR="00605834" w:rsidRPr="00605834" w:rsidRDefault="00605834" w:rsidP="00605834">
      <w:pPr>
        <w:pStyle w:val="Bezmezer"/>
        <w:ind w:left="737"/>
        <w:rPr>
          <w:sz w:val="18"/>
          <w:szCs w:val="18"/>
        </w:rPr>
      </w:pPr>
      <w:r w:rsidRPr="00605834">
        <w:rPr>
          <w:sz w:val="18"/>
          <w:szCs w:val="18"/>
        </w:rPr>
        <w:t xml:space="preserve">E-mail: </w:t>
      </w:r>
      <w:hyperlink r:id="rId12" w:history="1">
        <w:r w:rsidRPr="00605834">
          <w:rPr>
            <w:rStyle w:val="Hypertextovodkaz"/>
            <w:noProof w:val="0"/>
            <w:sz w:val="18"/>
            <w:szCs w:val="18"/>
          </w:rPr>
          <w:t>jaluvka@spravazeleznic.cz</w:t>
        </w:r>
      </w:hyperlink>
    </w:p>
    <w:p w14:paraId="71189AF9" w14:textId="77777777" w:rsidR="00605834" w:rsidRDefault="00605834" w:rsidP="00605834">
      <w:pPr>
        <w:pStyle w:val="Bezmezer"/>
        <w:ind w:left="737"/>
        <w:rPr>
          <w:sz w:val="18"/>
          <w:szCs w:val="18"/>
        </w:rPr>
      </w:pPr>
      <w:r w:rsidRPr="00605834">
        <w:rPr>
          <w:sz w:val="18"/>
          <w:szCs w:val="18"/>
        </w:rPr>
        <w:t>Telefon: +420 724 263</w:t>
      </w:r>
      <w:r>
        <w:rPr>
          <w:sz w:val="18"/>
          <w:szCs w:val="18"/>
        </w:rPr>
        <w:t> </w:t>
      </w:r>
      <w:r w:rsidRPr="00605834">
        <w:rPr>
          <w:sz w:val="18"/>
          <w:szCs w:val="18"/>
        </w:rPr>
        <w:t xml:space="preserve">476 </w:t>
      </w:r>
    </w:p>
    <w:p w14:paraId="46DA9F2B" w14:textId="77777777" w:rsidR="00605834" w:rsidRDefault="00605834" w:rsidP="00605834">
      <w:pPr>
        <w:pStyle w:val="Text2-1"/>
        <w:numPr>
          <w:ilvl w:val="0"/>
          <w:numId w:val="0"/>
        </w:numPr>
        <w:ind w:left="737"/>
      </w:pPr>
    </w:p>
    <w:p w14:paraId="22C95300" w14:textId="2AEDF783" w:rsidR="00DC55C8" w:rsidRDefault="00DC55C8" w:rsidP="00DC55C8">
      <w:pPr>
        <w:pStyle w:val="Text2-1"/>
      </w:pPr>
      <w:r>
        <w:t>Poskytování geodetických podkladů se řídí Pokynem generálního ředitele</w:t>
      </w:r>
      <w:bookmarkStart w:id="41" w:name="_Hlk113520772"/>
      <w:bookmarkStart w:id="42" w:name="_Hlk113520921"/>
      <w:r w:rsidR="00234F48">
        <w:t xml:space="preserve"> </w:t>
      </w:r>
      <w:r>
        <w:t>SŽ</w:t>
      </w:r>
      <w:r w:rsidR="00C54E22">
        <w:t xml:space="preserve"> </w:t>
      </w:r>
      <w:r>
        <w:t>PO-06/2020-GŘ</w:t>
      </w:r>
      <w:bookmarkEnd w:id="41"/>
      <w:bookmarkEnd w:id="42"/>
      <w:r w:rsidR="00157FB9">
        <w:t>, Pokyn generálního ředitele k poskytování geodetických podkladů a činností pro přípravu a realizaci opravných a investičních akcí.</w:t>
      </w:r>
    </w:p>
    <w:p w14:paraId="2081E5F1" w14:textId="77777777" w:rsidR="00DC55C8" w:rsidRPr="001F25FE" w:rsidRDefault="00DC55C8" w:rsidP="00DC55C8">
      <w:pPr>
        <w:pStyle w:val="Text2-1"/>
      </w:pPr>
      <w:r>
        <w:t xml:space="preserve">V případě staveb, které nejsou realizovány podle projektové dokumentace, bude přiměřeně uplatněno ustanovení TKP a dále zjednodušený postup popsaný v </w:t>
      </w:r>
      <w:r w:rsidRPr="001F25FE">
        <w:t xml:space="preserve">následujících bodech. </w:t>
      </w:r>
    </w:p>
    <w:p w14:paraId="325F1835" w14:textId="77777777" w:rsidR="00DC55C8" w:rsidRPr="001F25FE" w:rsidRDefault="00DC55C8" w:rsidP="00DC55C8">
      <w:pPr>
        <w:pStyle w:val="Text2-1"/>
      </w:pPr>
      <w:r w:rsidRPr="001F25FE">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1F25FE" w:rsidRDefault="00DC55C8" w:rsidP="00DC55C8">
      <w:pPr>
        <w:pStyle w:val="Text2-1"/>
      </w:pPr>
      <w:r w:rsidRPr="001F25FE">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1F25FE" w:rsidRDefault="00DC55C8" w:rsidP="00DC55C8">
      <w:pPr>
        <w:pStyle w:val="Text2-1"/>
      </w:pPr>
      <w:r w:rsidRPr="001F25FE">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ÚOZI Objednatele ke kontrole.</w:t>
      </w:r>
    </w:p>
    <w:p w14:paraId="100ECCA3" w14:textId="77777777" w:rsidR="00DC55C8" w:rsidRDefault="00DC55C8" w:rsidP="00DC55C8">
      <w:pPr>
        <w:pStyle w:val="Text2-1"/>
      </w:pPr>
      <w:r>
        <w:lastRenderedPageBreak/>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1F25FE" w:rsidRDefault="00DC55C8" w:rsidP="00DC55C8">
      <w:pPr>
        <w:pStyle w:val="Text2-1"/>
      </w:pPr>
      <w:r>
        <w:t xml:space="preserve">V případě úpravy GPK a zřízení BK, Zhotovitel před zahájením prací na zřízení BK zašle místně příslušnému správci PPK dle předpisu SŽDC S3/2 Bezstyková kolej, v platném znění, bodu č. 107, dokumentaci k ověření PPK (viz také Metodický pokyn SŽDC </w:t>
      </w:r>
      <w:r w:rsidRPr="001F25FE">
        <w:t>M20/MP004 Metodický pokyn pro měření prostorové polohy koleje).</w:t>
      </w:r>
    </w:p>
    <w:p w14:paraId="7E59A6FB" w14:textId="77777777" w:rsidR="00DC55C8" w:rsidRPr="001F25FE" w:rsidRDefault="00DC55C8" w:rsidP="00DC55C8">
      <w:pPr>
        <w:pStyle w:val="Text2-1"/>
      </w:pPr>
      <w:r w:rsidRPr="001F25FE">
        <w:t>Nedílnou součástí odevzdání je také projektová dokumentace PPK, případně její aktualizovaná verze, pokud došlo vlivem stavebních prací k její úpravě (např. i změna nivelety).</w:t>
      </w:r>
    </w:p>
    <w:p w14:paraId="5067E6D1" w14:textId="77777777" w:rsidR="00DC55C8" w:rsidRPr="001F25FE" w:rsidRDefault="00DC55C8" w:rsidP="00DC55C8">
      <w:pPr>
        <w:pStyle w:val="Text2-1"/>
      </w:pPr>
      <w:r w:rsidRPr="001F25FE">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1F25FE" w:rsidRDefault="00DC55C8" w:rsidP="00DC55C8">
      <w:pPr>
        <w:pStyle w:val="Text2-1"/>
      </w:pPr>
      <w:r w:rsidRPr="001F25FE">
        <w:t xml:space="preserve">Po úpravě GPK Zhotovitel zajistí zaměření všech kolejových objektů (např. </w:t>
      </w:r>
      <w:proofErr w:type="spellStart"/>
      <w:r w:rsidRPr="001F25FE">
        <w:t>balíza</w:t>
      </w:r>
      <w:proofErr w:type="spellEnd"/>
      <w:r w:rsidRPr="001F25FE">
        <w:t xml:space="preserve">, kolejnicový </w:t>
      </w:r>
      <w:proofErr w:type="spellStart"/>
      <w:r w:rsidRPr="001F25FE">
        <w:t>mazník</w:t>
      </w:r>
      <w:proofErr w:type="spellEnd"/>
      <w:r w:rsidRPr="001F25FE">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77777777" w:rsidR="00DC55C8" w:rsidRPr="000C6ECB" w:rsidRDefault="00DC55C8" w:rsidP="00DC55C8">
      <w:pPr>
        <w:pStyle w:val="Text2-1"/>
      </w:pPr>
      <w:r w:rsidRPr="001F25FE">
        <w:t xml:space="preserve">Zhotovitel předá dokumentaci ÚOZI Objednatele ke kontrole v termínu odevzdání DSPS </w:t>
      </w:r>
      <w:r w:rsidRPr="000C6ECB">
        <w:t>uvedeném ve smlouvě o dílo, nejpozději však do 30 dnů od ukončení prací dle platného harmonogramu stavby. ÚOZI</w:t>
      </w:r>
      <w:r w:rsidRPr="001F25FE">
        <w:t xml:space="preserve"> Objednatele provede věcnou a formální kontrolu DSPS. Při shledání nedostatků ÚOZI Objednatele zašle vyjádření s uvedenými nedostatky </w:t>
      </w:r>
      <w:r w:rsidRPr="000C6ECB">
        <w:t xml:space="preserve">Zhotoviteli, který následně provede opravu DSPS do 10 pracovních dnů. </w:t>
      </w:r>
    </w:p>
    <w:p w14:paraId="4EC99B32" w14:textId="5ECA7FF6" w:rsidR="00DF7BAA" w:rsidRPr="000C6ECB" w:rsidRDefault="000C6ECB" w:rsidP="001F25FE">
      <w:pPr>
        <w:pStyle w:val="Text2-1"/>
        <w:rPr>
          <w:bCs/>
        </w:rPr>
      </w:pPr>
      <w:r w:rsidRPr="000C6ECB">
        <w:rPr>
          <w:bCs/>
        </w:rPr>
        <w:t xml:space="preserve">Neobsazeno. </w:t>
      </w:r>
    </w:p>
    <w:p w14:paraId="4F09C53C" w14:textId="2D9E2319" w:rsidR="00DF7BAA" w:rsidRPr="00DB1800" w:rsidRDefault="00DF7BAA" w:rsidP="00DF7BAA">
      <w:pPr>
        <w:pStyle w:val="Nadpis2-2"/>
      </w:pPr>
      <w:bookmarkStart w:id="44" w:name="_Toc6410438"/>
      <w:bookmarkStart w:id="45" w:name="_Toc152587975"/>
      <w:r w:rsidRPr="00DB1800">
        <w:t>Doklady pře</w:t>
      </w:r>
      <w:r w:rsidR="00F606EE" w:rsidRPr="00DB1800">
        <w:t>d</w:t>
      </w:r>
      <w:r w:rsidRPr="00DB1800">
        <w:t>kládané zhotovitelem</w:t>
      </w:r>
      <w:bookmarkEnd w:id="44"/>
      <w:bookmarkEnd w:id="45"/>
    </w:p>
    <w:p w14:paraId="44E06185" w14:textId="1443E557" w:rsidR="00D12C76" w:rsidRDefault="000C6ECB" w:rsidP="00562909">
      <w:pPr>
        <w:pStyle w:val="Text2-1"/>
      </w:pPr>
      <w:r w:rsidRPr="00837668">
        <w:t xml:space="preserve">Pokud již Zhotovitel nepředložil dále uvedené doklady pře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w:t>
      </w:r>
      <w:r w:rsidRPr="00837668">
        <w:lastRenderedPageBreak/>
        <w:t>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DB1800">
        <w:t>.</w:t>
      </w:r>
    </w:p>
    <w:p w14:paraId="6F8C1AA1" w14:textId="311238FC" w:rsidR="00733263" w:rsidRPr="00DB1800" w:rsidRDefault="00733263" w:rsidP="00562909">
      <w:pPr>
        <w:pStyle w:val="Text2-1"/>
      </w:pPr>
      <w:r>
        <w:t>Přehled</w:t>
      </w:r>
      <w:r w:rsidRPr="007171F3">
        <w:t xml:space="preserve"> dokladů </w:t>
      </w:r>
      <w:r>
        <w:t xml:space="preserve">zejména ve vztahu k odborné způsobilosti dodavatele, případně jiných osob, které budou pro Zhotovitele příslušnou činnost vykonávat a jsou požadovány pro </w:t>
      </w:r>
      <w:r w:rsidR="001F25FE">
        <w:t>stavební práce</w:t>
      </w:r>
      <w:r>
        <w:t>, jsou</w:t>
      </w:r>
      <w:r w:rsidRPr="007171F3">
        <w:t xml:space="preserve"> definován</w:t>
      </w:r>
      <w:r>
        <w:t>y</w:t>
      </w:r>
      <w:r w:rsidRPr="007171F3">
        <w:t xml:space="preserve"> v</w:t>
      </w:r>
      <w:r>
        <w:t xml:space="preserve"> Zadávací dokumentaci, včetně souvisejících podmínek pro jejich platnost, pro změnu odborně způsobilých osob a další. Zhotovitel je povinen pracovat dle platných předpisů SŽ, tzn. i dle Interního předpisu SŽ Zam1. </w:t>
      </w:r>
    </w:p>
    <w:p w14:paraId="4E3B5150" w14:textId="77777777" w:rsidR="00DF7BAA" w:rsidRPr="00694A12" w:rsidRDefault="00DF7BAA" w:rsidP="00DF7BAA">
      <w:pPr>
        <w:pStyle w:val="Nadpis2-2"/>
      </w:pPr>
      <w:bookmarkStart w:id="46" w:name="_Toc6410439"/>
      <w:bookmarkStart w:id="47" w:name="_Toc152587976"/>
      <w:r w:rsidRPr="00694A12">
        <w:t>Dokumentace zhotovitele pro stavbu</w:t>
      </w:r>
      <w:bookmarkEnd w:id="46"/>
      <w:bookmarkEnd w:id="47"/>
    </w:p>
    <w:p w14:paraId="1BC9E5B1" w14:textId="0E04EB97" w:rsidR="00694A12" w:rsidRDefault="00694A12" w:rsidP="00F21EDB">
      <w:pPr>
        <w:pStyle w:val="Text2-1"/>
      </w:pPr>
      <w:r>
        <w:t xml:space="preserve">Bude-li </w:t>
      </w:r>
      <w:r w:rsidRPr="000A06AE">
        <w:t xml:space="preserve">povaha zadaných stavebních prací vyžadovat požadavek na vyhotovení </w:t>
      </w:r>
      <w:r w:rsidRPr="00953A4A">
        <w:t>Realizační dokumentace stavby</w:t>
      </w:r>
      <w:r w:rsidRPr="000A06AE">
        <w:t>, bude požadavek řešen před uzavřením objednávky při zadávání dílčích veřejných zakázek zadávaných v souladu s rámcovou dohodou.</w:t>
      </w:r>
    </w:p>
    <w:p w14:paraId="68B2109F" w14:textId="18AA662C" w:rsidR="00953A4A" w:rsidRPr="00953A4A" w:rsidRDefault="00694A12" w:rsidP="00F21EDB">
      <w:pPr>
        <w:pStyle w:val="Text2-1"/>
      </w:pPr>
      <w:r>
        <w:t xml:space="preserve">Dále uvedená ustanovení v odst. 4.4.3 – 4.4.6 těchto ZTP budou využita v rámci vlastní realizace dílčích veřejných zakázek za předpokladu, že jejich uplatnění bude souviset se zadaným předmětem plnění, bez jejichž naplnění nebude možno Dílo </w:t>
      </w:r>
      <w:r w:rsidR="00FB134A">
        <w:t>realizovat a převzít</w:t>
      </w:r>
      <w:r>
        <w:t xml:space="preserve">, nebo pokud jejich uplatnění bude </w:t>
      </w:r>
      <w:r w:rsidRPr="000A06AE">
        <w:t>Objednatel požadovat v rámci zadání Objednávky</w:t>
      </w:r>
      <w:r w:rsidR="00953A4A" w:rsidRPr="00953A4A">
        <w:t>.</w:t>
      </w:r>
    </w:p>
    <w:p w14:paraId="70DDCB75" w14:textId="095F0AFE" w:rsidR="00DF7BAA" w:rsidRPr="00694A12" w:rsidRDefault="00740821" w:rsidP="00694A12">
      <w:pPr>
        <w:pStyle w:val="Text2-1"/>
      </w:pPr>
      <w:r w:rsidRPr="00694A12">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694A12">
        <w:t> </w:t>
      </w:r>
      <w:r w:rsidRPr="00694A12">
        <w:t>4</w:t>
      </w:r>
      <w:r w:rsidR="00EE6FF4" w:rsidRPr="00694A12">
        <w:t xml:space="preserve"> </w:t>
      </w:r>
      <w:r w:rsidRPr="00694A12">
        <w:t>vyhlášky č.</w:t>
      </w:r>
      <w:r w:rsidR="00EE6FF4" w:rsidRPr="00694A12">
        <w:t> </w:t>
      </w:r>
      <w:r w:rsidRPr="00694A12">
        <w:t>46/2008 Sb. o rozsahu a obsahu projektové dokumentace dopravních staveb, v platném znění, příslušných TKP Staveb státních drah a směrnice SŽ SM011 Dokumentace staveb Správy železnic, státní organizace (dále jen „ SŽ SM011)</w:t>
      </w:r>
      <w:r w:rsidR="00694A12">
        <w:t>.</w:t>
      </w:r>
      <w:r w:rsidRPr="00694A12">
        <w:t xml:space="preserve"> </w:t>
      </w:r>
    </w:p>
    <w:p w14:paraId="07D32A6A" w14:textId="77777777" w:rsidR="00740821" w:rsidRPr="00694A12" w:rsidRDefault="00740821" w:rsidP="00F21EDB">
      <w:pPr>
        <w:pStyle w:val="Text2-1"/>
      </w:pPr>
      <w:r w:rsidRPr="00694A12">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953A4A" w:rsidRDefault="00740821" w:rsidP="00F21EDB">
      <w:pPr>
        <w:pStyle w:val="Text2-1"/>
      </w:pPr>
      <w:r w:rsidRPr="00953A4A">
        <w:t xml:space="preserve">Za dodání schválené související výkresové dokumentace pro ostatní stavební postupy zodpovídá Zhotovitel stavby v souladu s přílohou P8 směrnice SŽ SM011. </w:t>
      </w:r>
    </w:p>
    <w:p w14:paraId="4453AB13" w14:textId="4ED66FD2" w:rsidR="000C6ECB" w:rsidRPr="000C6ECB" w:rsidRDefault="000C6ECB" w:rsidP="000C6ECB">
      <w:pPr>
        <w:pStyle w:val="Text2-1"/>
      </w:pPr>
      <w:r w:rsidRPr="00837668">
        <w:t>Požadavky na zpracování technologických předpisů (</w:t>
      </w:r>
      <w:proofErr w:type="spellStart"/>
      <w:r w:rsidRPr="00837668">
        <w:t>TePř</w:t>
      </w:r>
      <w:proofErr w:type="spellEnd"/>
      <w:r w:rsidRPr="00837668">
        <w:t xml:space="preserve">) provádění prací včetně kontrolního a zkušebního plánu v jednotlivých etapách stavby (především v plánované výluce) jednotlivých SO a PS v přiměřeném rozsahu nutném pro realizaci stavby budou řešeny se Zhotovitelem před uzavřením Objednávky při zadávání dílčích veřejných </w:t>
      </w:r>
      <w:r w:rsidRPr="000C6ECB">
        <w:t>zakázek s ohledem na požadovaný rozsah stavebních prací.</w:t>
      </w:r>
    </w:p>
    <w:p w14:paraId="0FBA54B6" w14:textId="77777777" w:rsidR="000C6ECB" w:rsidRPr="000C6ECB" w:rsidRDefault="000C6ECB" w:rsidP="000C6ECB">
      <w:pPr>
        <w:pStyle w:val="Text2-1"/>
      </w:pPr>
      <w:r w:rsidRPr="000C6ECB">
        <w:t>Součástí předmětu díla je i vedení stavebních deníků v souladu s kapitolou 1.10.9 TKP. Zhotovitel vede stavební deník v listinné podobě a to typizovanou formu stavebního deníku, která je schválena dokumentem čj. SŽDC 9112/12-OP.</w:t>
      </w:r>
    </w:p>
    <w:p w14:paraId="5D40B9F6" w14:textId="31448A62" w:rsidR="000C6ECB" w:rsidRPr="000C6ECB" w:rsidRDefault="000C6ECB" w:rsidP="000C6ECB">
      <w:pPr>
        <w:pStyle w:val="Text2-1"/>
      </w:pPr>
      <w:r w:rsidRPr="000C6ECB">
        <w:t>Stavební deníky budou vedeny samostatně pro jedno provozní středisko. U rámcových dohod, je možné Zápis o předání staveniště zhotoviteli před zahájením prací a Zápis o odevzdání a převzetí díla / části díla nahradit zápisem do stavebního deníku, přiměřeně podle osnovy vzorových zápisů tak, aby byl zápis o odevzdání a převzetí díla/části díla dostatečným podkladem pro případnou reklamaci provedeného díla.</w:t>
      </w:r>
    </w:p>
    <w:p w14:paraId="19F38ADB" w14:textId="77777777" w:rsidR="00B53E41" w:rsidRPr="006411F1" w:rsidRDefault="00DF7BAA" w:rsidP="0060019A">
      <w:pPr>
        <w:pStyle w:val="Nadpis2-2"/>
      </w:pPr>
      <w:bookmarkStart w:id="48" w:name="_Toc6410440"/>
      <w:bookmarkStart w:id="49" w:name="_Toc152587977"/>
      <w:r w:rsidRPr="006411F1">
        <w:t>Dokumentace skutečného provedení stavby</w:t>
      </w:r>
      <w:bookmarkEnd w:id="48"/>
      <w:bookmarkEnd w:id="49"/>
    </w:p>
    <w:p w14:paraId="09AE9382" w14:textId="4316AE22" w:rsidR="006411F1" w:rsidRPr="000A06AE" w:rsidRDefault="001F25FE" w:rsidP="006411F1">
      <w:pPr>
        <w:pStyle w:val="Text2-1"/>
        <w:rPr>
          <w:color w:val="00A1E0"/>
        </w:rPr>
      </w:pPr>
      <w:r>
        <w:t xml:space="preserve">Bude-li </w:t>
      </w:r>
      <w:r w:rsidRPr="000A06AE">
        <w:t>povaha zadaných stavebních prací vyžadovat požadav</w:t>
      </w:r>
      <w:r w:rsidR="00D77F10" w:rsidRPr="000A06AE">
        <w:t>e</w:t>
      </w:r>
      <w:r w:rsidRPr="000A06AE">
        <w:t xml:space="preserve">k </w:t>
      </w:r>
      <w:r w:rsidR="00D77F10" w:rsidRPr="000A06AE">
        <w:t xml:space="preserve">na vyhotovení </w:t>
      </w:r>
      <w:r w:rsidR="006411F1" w:rsidRPr="000A06AE">
        <w:t>D</w:t>
      </w:r>
      <w:r w:rsidR="000E11D6" w:rsidRPr="000A06AE">
        <w:t>SPS</w:t>
      </w:r>
      <w:r w:rsidR="00D77F10" w:rsidRPr="000A06AE">
        <w:t>, bude poža</w:t>
      </w:r>
      <w:r w:rsidR="000A06AE" w:rsidRPr="000A06AE">
        <w:t>da</w:t>
      </w:r>
      <w:r w:rsidR="00D77F10" w:rsidRPr="000A06AE">
        <w:t xml:space="preserve">vek řešen před uzavřením objednávky při zadávání dílčích veřejných zakázek </w:t>
      </w:r>
      <w:r w:rsidR="000A06AE" w:rsidRPr="000A06AE">
        <w:t>zadávaných v souladu s rámcovou dohodou</w:t>
      </w:r>
      <w:r w:rsidR="006411F1" w:rsidRPr="000A06AE">
        <w:t xml:space="preserve">. </w:t>
      </w:r>
    </w:p>
    <w:p w14:paraId="75D4363E" w14:textId="2F6F83FD" w:rsidR="006411F1" w:rsidRPr="006411F1" w:rsidRDefault="006411F1" w:rsidP="006411F1">
      <w:pPr>
        <w:pStyle w:val="Text2-1"/>
        <w:rPr>
          <w:color w:val="00A1E0"/>
        </w:rPr>
      </w:pPr>
      <w:r w:rsidRPr="000A06AE">
        <w:t xml:space="preserve">Objednatel požaduje standardní vyhotovení </w:t>
      </w:r>
      <w:r w:rsidR="000E11D6" w:rsidRPr="000A06AE">
        <w:t>DSPS</w:t>
      </w:r>
      <w:r w:rsidRPr="000A06AE">
        <w:t xml:space="preserve"> dle TKP.</w:t>
      </w:r>
      <w:r w:rsidR="000A06AE" w:rsidRPr="000A06AE">
        <w:t xml:space="preserve"> V případě, že povaha dokončených stavebních prací vyžaduje ve dle standardního provedení DSP i doložení dalších dokumentů, bude jejich výčet řešen před uzavřením objednávky při zadávání dílčích veřejných zakázek zadávaných</w:t>
      </w:r>
      <w:r w:rsidR="000A06AE">
        <w:t xml:space="preserve"> v souladu s rámcovou dohodou.</w:t>
      </w:r>
    </w:p>
    <w:p w14:paraId="487AC9E1" w14:textId="719AB829" w:rsidR="000A06AE" w:rsidRPr="000A06AE" w:rsidRDefault="000A06AE" w:rsidP="000A06AE">
      <w:pPr>
        <w:pStyle w:val="Text2-1"/>
        <w:rPr>
          <w:color w:val="00A1E0"/>
        </w:rPr>
      </w:pPr>
      <w:r>
        <w:lastRenderedPageBreak/>
        <w:t>Dále uvedená ustanovení v odst. 4.5.4 – 4.5.5</w:t>
      </w:r>
      <w:r w:rsidR="00694A12">
        <w:t xml:space="preserve"> těchto ZTP</w:t>
      </w:r>
      <w:r>
        <w:t xml:space="preserve"> budou využita v rámci vlastní realizace dílčích veřejných zakázek</w:t>
      </w:r>
      <w:r w:rsidR="00694A12">
        <w:t xml:space="preserve"> za předpokladu, že</w:t>
      </w:r>
      <w:r>
        <w:t xml:space="preserve"> jejich uplatnění bude souviset se zadaným předmětem plnění</w:t>
      </w:r>
      <w:r w:rsidR="00694A12">
        <w:t xml:space="preserve">, </w:t>
      </w:r>
      <w:r>
        <w:t xml:space="preserve">bez jejichž naplnění nebude možno Dílo </w:t>
      </w:r>
      <w:r w:rsidR="00FB134A">
        <w:t>realizovat a převzít</w:t>
      </w:r>
      <w:r>
        <w:t xml:space="preserve">, nebo pokud jejich uplatnění bude </w:t>
      </w:r>
      <w:r w:rsidRPr="000A06AE">
        <w:t>Objednatel požadovat v rámci zadání Objednáv</w:t>
      </w:r>
      <w:r w:rsidR="000C6ECB">
        <w:t>e</w:t>
      </w:r>
      <w:r w:rsidRPr="000A06AE">
        <w:t xml:space="preserve">k.  </w:t>
      </w:r>
    </w:p>
    <w:p w14:paraId="41759A4E" w14:textId="42CFDD9A" w:rsidR="00D12C76" w:rsidRPr="000A06AE" w:rsidRDefault="00D12C76" w:rsidP="00D12C76">
      <w:pPr>
        <w:pStyle w:val="Text2-1"/>
      </w:pPr>
      <w:bookmarkStart w:id="50" w:name="_Ref62136016"/>
      <w:bookmarkStart w:id="51" w:name="_Ref62143456"/>
      <w:r w:rsidRPr="000A06AE">
        <w:t>ES prohlášení o ověření subsystému</w:t>
      </w:r>
      <w:r w:rsidR="00694A12">
        <w:t xml:space="preserve"> (pouze v případě staveb, </w:t>
      </w:r>
      <w:r w:rsidR="00694A12" w:rsidRPr="00694A12">
        <w:t>které obsahují výstavbu, doplnění, nebo pouhou (i zdánlivě drobnou) úpravu systémů GSM-R nebo ETCS</w:t>
      </w:r>
      <w:r w:rsidR="00694A12">
        <w:t xml:space="preserve">) </w:t>
      </w:r>
      <w:r w:rsidRPr="000A06AE">
        <w:t>:</w:t>
      </w:r>
      <w:bookmarkEnd w:id="50"/>
      <w:bookmarkEnd w:id="51"/>
    </w:p>
    <w:p w14:paraId="57AD822B" w14:textId="77777777" w:rsidR="00D12C76" w:rsidRPr="000A06AE" w:rsidRDefault="00D12C76" w:rsidP="00DE3429">
      <w:pPr>
        <w:pStyle w:val="Text2-2"/>
        <w:tabs>
          <w:tab w:val="num" w:pos="2269"/>
        </w:tabs>
        <w:ind w:left="1701" w:hanging="992"/>
      </w:pPr>
      <w:r w:rsidRPr="000A06AE">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0A06AE" w:rsidRDefault="00D12C76" w:rsidP="00DE3429">
      <w:pPr>
        <w:pStyle w:val="Text2-2"/>
        <w:tabs>
          <w:tab w:val="num" w:pos="1701"/>
        </w:tabs>
        <w:ind w:left="1701" w:hanging="850"/>
      </w:pPr>
      <w:r w:rsidRPr="000A06AE">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0A06AE" w:rsidRDefault="00D12C76" w:rsidP="00DE3429">
      <w:pPr>
        <w:pStyle w:val="Text2-2"/>
        <w:tabs>
          <w:tab w:val="num" w:pos="1701"/>
        </w:tabs>
        <w:ind w:left="1701" w:hanging="850"/>
      </w:pPr>
      <w:r w:rsidRPr="000A06AE">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0A06AE" w:rsidRDefault="00D12C76" w:rsidP="00DE3429">
      <w:pPr>
        <w:pStyle w:val="Text2-2"/>
        <w:tabs>
          <w:tab w:val="num" w:pos="1701"/>
        </w:tabs>
        <w:ind w:left="1701" w:hanging="850"/>
      </w:pPr>
      <w:r w:rsidRPr="000A06AE">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0A06AE" w:rsidRDefault="00D12C76" w:rsidP="00DE3429">
      <w:pPr>
        <w:pStyle w:val="Text2-2"/>
        <w:tabs>
          <w:tab w:val="num" w:pos="1701"/>
        </w:tabs>
        <w:ind w:left="1701" w:hanging="850"/>
      </w:pPr>
      <w:r w:rsidRPr="000A06AE">
        <w:t>Ve sporných případech, kdy není možno určit, zda lze použít postup s vydáním Posouzení změny subsystému notifikovanou osobou, musí Zhotovitel postupovat podle stanoviska notifikované osoby.</w:t>
      </w:r>
    </w:p>
    <w:p w14:paraId="63B3DF2E" w14:textId="77777777" w:rsidR="00F310FA" w:rsidRPr="000A06AE" w:rsidRDefault="00D12C76" w:rsidP="00DE3429">
      <w:pPr>
        <w:pStyle w:val="Text2-2"/>
        <w:tabs>
          <w:tab w:val="num" w:pos="1701"/>
        </w:tabs>
        <w:ind w:left="1701" w:hanging="850"/>
      </w:pPr>
      <w:r w:rsidRPr="000A06AE">
        <w:t>Zhotovitel musí rovněž zajistit aktualizaci nebo vydání nového průkazu způsobilosti UTZ.</w:t>
      </w:r>
    </w:p>
    <w:p w14:paraId="00B8E2C3" w14:textId="402DD9E8" w:rsidR="00470F14" w:rsidRPr="000A06AE" w:rsidRDefault="00606137" w:rsidP="000E11D6">
      <w:pPr>
        <w:pStyle w:val="Text2-1"/>
        <w:rPr>
          <w:rFonts w:eastAsia="Verdana" w:cs="Times New Roman"/>
        </w:rPr>
      </w:pPr>
      <w:r w:rsidRPr="000A06AE">
        <w:t xml:space="preserve">Předání DSPS dle oddílu 1.11.5 Kapitoly 1 TKP </w:t>
      </w:r>
      <w:r w:rsidR="00525C0C" w:rsidRPr="000A06AE">
        <w:t>a dle</w:t>
      </w:r>
      <w:r w:rsidRPr="000A06AE">
        <w:t xml:space="preserve"> čl. 4.1.2.23 - 4.1.2.28 těchto ZTP proběhne na médiu: </w:t>
      </w:r>
      <w:r w:rsidRPr="00694A12">
        <w:t xml:space="preserve">USB </w:t>
      </w:r>
      <w:proofErr w:type="spellStart"/>
      <w:r w:rsidRPr="00694A12">
        <w:t>flash</w:t>
      </w:r>
      <w:proofErr w:type="spellEnd"/>
      <w:r w:rsidRPr="00694A12">
        <w:t xml:space="preserve"> disk</w:t>
      </w:r>
      <w:r w:rsidR="00470F14" w:rsidRPr="00694A12">
        <w:rPr>
          <w:rFonts w:eastAsia="Verdana" w:cs="Times New Roman"/>
        </w:rPr>
        <w:t xml:space="preserve"> nebo s využitím aplikace, kterou</w:t>
      </w:r>
      <w:r w:rsidR="00470F14" w:rsidRPr="000A06AE">
        <w:rPr>
          <w:rFonts w:eastAsia="Verdana" w:cs="Times New Roman"/>
        </w:rPr>
        <w:t xml:space="preserve"> si dodavatel může stáhnout na Portále modernizace dráhy (</w:t>
      </w:r>
      <w:hyperlink r:id="rId13" w:history="1">
        <w:r w:rsidR="00470F14" w:rsidRPr="000A06AE">
          <w:rPr>
            <w:rFonts w:eastAsia="Verdana" w:cs="Times New Roman"/>
            <w:noProof/>
            <w:color w:val="0563C1" w:themeColor="hyperlink"/>
            <w:u w:val="single"/>
          </w:rPr>
          <w:t>https://modernizace.spravazeleznic.cz</w:t>
        </w:r>
      </w:hyperlink>
      <w:r w:rsidR="00470F14" w:rsidRPr="000A06AE">
        <w:rPr>
          <w:rFonts w:eastAsia="Verdana" w:cs="Times New Roman"/>
        </w:rPr>
        <w:t xml:space="preserve">). Helpdesk pro aplikaci poskytuje: p. Jaromír </w:t>
      </w:r>
      <w:proofErr w:type="spellStart"/>
      <w:r w:rsidR="00470F14" w:rsidRPr="000A06AE">
        <w:rPr>
          <w:rFonts w:eastAsia="Verdana" w:cs="Times New Roman"/>
        </w:rPr>
        <w:t>Talůžek</w:t>
      </w:r>
      <w:proofErr w:type="spellEnd"/>
      <w:r w:rsidR="00470F14" w:rsidRPr="000A06AE">
        <w:rPr>
          <w:rFonts w:eastAsia="Verdana" w:cs="Times New Roman"/>
        </w:rPr>
        <w:t>, S</w:t>
      </w:r>
      <w:r w:rsidR="0045657D" w:rsidRPr="000A06AE">
        <w:rPr>
          <w:rFonts w:eastAsia="Verdana" w:cs="Times New Roman"/>
        </w:rPr>
        <w:t>ŽT</w:t>
      </w:r>
      <w:r w:rsidR="00470F14" w:rsidRPr="000A06AE">
        <w:rPr>
          <w:rFonts w:eastAsia="Verdana" w:cs="Times New Roman"/>
        </w:rPr>
        <w:t xml:space="preserve"> SŽ</w:t>
      </w:r>
      <w:r w:rsidR="0045657D" w:rsidRPr="000A06AE">
        <w:rPr>
          <w:rFonts w:eastAsia="Verdana" w:cs="Times New Roman"/>
        </w:rPr>
        <w:t>,</w:t>
      </w:r>
      <w:r w:rsidR="00470F14" w:rsidRPr="000A06AE">
        <w:rPr>
          <w:rFonts w:eastAsia="Verdana" w:cs="Times New Roman"/>
        </w:rPr>
        <w:t xml:space="preserve"> +420 606 796 338, Taluzek@spravazeleznic.cz</w:t>
      </w:r>
    </w:p>
    <w:p w14:paraId="3B67C881" w14:textId="2544F3E1" w:rsidR="00DF7BAA" w:rsidRDefault="00DF7BAA" w:rsidP="00DF7BAA">
      <w:pPr>
        <w:pStyle w:val="Nadpis2-2"/>
      </w:pPr>
      <w:bookmarkStart w:id="52" w:name="_Toc152587978"/>
      <w:bookmarkStart w:id="53" w:name="_Toc6410458"/>
      <w:r>
        <w:t>Životní prostředí</w:t>
      </w:r>
      <w:bookmarkEnd w:id="52"/>
      <w:r>
        <w:t xml:space="preserve"> </w:t>
      </w:r>
      <w:bookmarkEnd w:id="53"/>
    </w:p>
    <w:p w14:paraId="0E03E227" w14:textId="63BA41BD" w:rsidR="00067FA3" w:rsidRPr="00722BEB" w:rsidRDefault="001860E7" w:rsidP="00722BEB">
      <w:pPr>
        <w:pStyle w:val="Text2-1"/>
        <w:tabs>
          <w:tab w:val="num" w:pos="5076"/>
        </w:tabs>
        <w:rPr>
          <w:rStyle w:val="Tun"/>
        </w:rPr>
      </w:pPr>
      <w:r w:rsidRPr="00B61D30">
        <w:rPr>
          <w:rStyle w:val="Tun"/>
        </w:rPr>
        <w:t xml:space="preserve">Nakládání s odpady </w:t>
      </w:r>
    </w:p>
    <w:p w14:paraId="097911D2" w14:textId="5F42F370" w:rsidR="000C6ECB" w:rsidRDefault="000C6ECB" w:rsidP="00DB1800">
      <w:pPr>
        <w:pStyle w:val="Text2-2"/>
        <w:tabs>
          <w:tab w:val="num" w:pos="1701"/>
        </w:tabs>
        <w:ind w:left="1701" w:hanging="992"/>
        <w:rPr>
          <w:rStyle w:val="Tun"/>
          <w:b w:val="0"/>
        </w:rPr>
      </w:pPr>
      <w:r w:rsidRPr="00CD0B11">
        <w:rPr>
          <w:rStyle w:val="Tun"/>
          <w:b w:val="0"/>
        </w:rPr>
        <w:t xml:space="preserve">Odpad z provedeného </w:t>
      </w:r>
      <w:r w:rsidRPr="00837668">
        <w:rPr>
          <w:rStyle w:val="Tun"/>
          <w:b w:val="0"/>
        </w:rPr>
        <w:t>D</w:t>
      </w:r>
      <w:r w:rsidRPr="00CD0B11">
        <w:rPr>
          <w:rStyle w:val="Tun"/>
          <w:b w:val="0"/>
        </w:rPr>
        <w:t>íla</w:t>
      </w:r>
      <w:r w:rsidRPr="00837668">
        <w:rPr>
          <w:rStyle w:val="Tun"/>
          <w:b w:val="0"/>
        </w:rPr>
        <w:t xml:space="preserve"> a vzniklý při jeho provádění</w:t>
      </w:r>
      <w:r w:rsidRPr="00CD0B11">
        <w:rPr>
          <w:rStyle w:val="Tun"/>
          <w:b w:val="0"/>
        </w:rPr>
        <w:t xml:space="preserve"> bude zlikvidován v souladu se směrnicí SŽ SM096 - Směrnice pro nakládání s</w:t>
      </w:r>
      <w:r>
        <w:rPr>
          <w:rStyle w:val="Tun"/>
          <w:b w:val="0"/>
        </w:rPr>
        <w:t> </w:t>
      </w:r>
      <w:r w:rsidRPr="00CD0B11">
        <w:rPr>
          <w:rStyle w:val="Tun"/>
          <w:b w:val="0"/>
        </w:rPr>
        <w:t>odpady</w:t>
      </w:r>
      <w:r>
        <w:rPr>
          <w:rStyle w:val="Tun"/>
          <w:b w:val="0"/>
        </w:rPr>
        <w:t>.</w:t>
      </w:r>
      <w:r w:rsidRPr="00C266C6">
        <w:rPr>
          <w:rStyle w:val="Tun"/>
          <w:b w:val="0"/>
        </w:rPr>
        <w:t xml:space="preserve"> </w:t>
      </w:r>
    </w:p>
    <w:p w14:paraId="7267239A" w14:textId="77777777" w:rsidR="000C6ECB" w:rsidRPr="000C6ECB" w:rsidRDefault="000C6ECB" w:rsidP="000C6ECB">
      <w:pPr>
        <w:pStyle w:val="Text2-2"/>
        <w:tabs>
          <w:tab w:val="clear" w:pos="5076"/>
          <w:tab w:val="num" w:pos="1701"/>
        </w:tabs>
        <w:ind w:left="1701"/>
        <w:rPr>
          <w:rStyle w:val="Tun"/>
          <w:b w:val="0"/>
        </w:rPr>
      </w:pPr>
      <w:r w:rsidRPr="000C6ECB">
        <w:rPr>
          <w:rStyle w:val="Tun"/>
          <w:b w:val="0"/>
        </w:rPr>
        <w:t xml:space="preserve">Vzhledem k výskytu azbestu v rámci demolovaných staveb je Zhotovitel povinen </w:t>
      </w:r>
      <w:r w:rsidRPr="000C6ECB">
        <w:rPr>
          <w:rStyle w:val="Tun"/>
        </w:rPr>
        <w:t>práce spojené s expozicí azbestu ohlásit příslušnému orgánu ochrany veřejného zdraví</w:t>
      </w:r>
      <w:r w:rsidRPr="000C6ECB">
        <w:rPr>
          <w:rStyle w:val="Tun"/>
          <w:b w:val="0"/>
        </w:rPr>
        <w:t xml:space="preserve">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specialistu ŽP Objednatele v náležitém předstihu.</w:t>
      </w:r>
    </w:p>
    <w:p w14:paraId="79CDB2CB" w14:textId="77777777" w:rsidR="000C6ECB" w:rsidRPr="000C6ECB" w:rsidRDefault="000C6ECB" w:rsidP="000C6ECB">
      <w:pPr>
        <w:pStyle w:val="Text2-2"/>
        <w:tabs>
          <w:tab w:val="clear" w:pos="5076"/>
          <w:tab w:val="num" w:pos="1701"/>
        </w:tabs>
        <w:ind w:left="1701"/>
        <w:rPr>
          <w:rStyle w:val="Tun"/>
          <w:b w:val="0"/>
        </w:rPr>
      </w:pPr>
      <w:r w:rsidRPr="000C6ECB">
        <w:rPr>
          <w:rStyle w:val="Tun"/>
          <w:b w:val="0"/>
        </w:rPr>
        <w:t xml:space="preserve">Objednatel si vede „Registr objektů s potencionálním výskytem azbestu“, kdy tento registr je průběžně aktualizován a na jednotlivé objekty objednatele jsou </w:t>
      </w:r>
      <w:r w:rsidRPr="000C6ECB">
        <w:rPr>
          <w:rStyle w:val="Tun"/>
          <w:b w:val="0"/>
        </w:rPr>
        <w:lastRenderedPageBreak/>
        <w:t>zpracovávány „Inspekční zprávy zjištění přítomnosti azbestu“. V případě, že uvedená inspekční zpráva nebyla předána Zhotoviteli jako podkladový materiál, je možné si ověřit, zda již byla inspekční zpráva pro daný objekt zpracována u Objednatele, konkrétně na Odboru provozuschopnosti, oddělení ŽP – Ing. Petr Pokorný, E: PokornyP@spravazeleznic.cz</w:t>
      </w:r>
    </w:p>
    <w:p w14:paraId="63510CA8" w14:textId="77777777" w:rsidR="000C6ECB" w:rsidRPr="000C6ECB" w:rsidRDefault="000C6ECB" w:rsidP="000C6ECB">
      <w:pPr>
        <w:pStyle w:val="Text2-2"/>
        <w:tabs>
          <w:tab w:val="clear" w:pos="5076"/>
          <w:tab w:val="num" w:pos="1701"/>
        </w:tabs>
        <w:ind w:left="1701"/>
        <w:rPr>
          <w:rStyle w:val="Tun"/>
          <w:b w:val="0"/>
        </w:rPr>
      </w:pPr>
      <w:r w:rsidRPr="000C6ECB">
        <w:rPr>
          <w:rStyle w:val="Tun"/>
        </w:rPr>
        <w:t xml:space="preserve">Nad rámec Projektové dokumentace bude Zhotovitel stavební a demoliční odpad </w:t>
      </w:r>
      <w:r w:rsidRPr="000C6ECB">
        <w:rPr>
          <w:rStyle w:val="Tun"/>
          <w:b w:val="0"/>
        </w:rPr>
        <w:t>(skupina katalogu odpadů č. 17)</w:t>
      </w:r>
      <w:r w:rsidRPr="000C6ECB">
        <w:rPr>
          <w:rStyle w:val="Tun"/>
        </w:rPr>
        <w:t xml:space="preserve"> v co největší možné míře recyklovat.</w:t>
      </w:r>
      <w:r w:rsidRPr="000C6ECB">
        <w:rPr>
          <w:rStyle w:val="Tun"/>
          <w:b w:val="0"/>
        </w:rPr>
        <w:t xml:space="preserve"> Do procesu recyklace nespadá vytěžená zemina. V rámci Odpadového hospodářství je v Projektové dokumentaci pro daný odpad většinou navržen způsob likvidace odvoz na skládku. </w:t>
      </w:r>
      <w:r w:rsidRPr="000C6ECB">
        <w:rPr>
          <w:rStyle w:val="Tun"/>
        </w:rPr>
        <w:t>Zhotovitel bude se stavebním a demoličním odpadem</w:t>
      </w:r>
      <w:r w:rsidRPr="000C6ECB">
        <w:rPr>
          <w:rStyle w:val="Tun"/>
          <w:b w:val="0"/>
        </w:rPr>
        <w:t xml:space="preserve"> </w:t>
      </w:r>
      <w:r w:rsidRPr="000C6ECB">
        <w:rPr>
          <w:rStyle w:val="Tun"/>
          <w:b w:val="0"/>
          <w:i/>
        </w:rPr>
        <w:t>(s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0C6ECB">
        <w:rPr>
          <w:rStyle w:val="Tun"/>
          <w:b w:val="0"/>
        </w:rPr>
        <w:t xml:space="preserve"> </w:t>
      </w:r>
      <w:r w:rsidRPr="000C6ECB">
        <w:rPr>
          <w:rStyle w:val="Tun"/>
        </w:rPr>
        <w:t>nakládat jako s odpadem vhodným k dalšímu zpracování, resp. k recyklaci.</w:t>
      </w:r>
      <w:r w:rsidRPr="000C6ECB">
        <w:t xml:space="preserve"> Tento </w:t>
      </w:r>
      <w:r w:rsidRPr="000C6ECB">
        <w:rPr>
          <w:rStyle w:val="Tun"/>
          <w:b w:val="0"/>
        </w:rPr>
        <w:t xml:space="preserve">stavební a demoliční odpad, považovaný za vhodný k recyklaci </w:t>
      </w:r>
      <w:r w:rsidRPr="000C6ECB">
        <w:rPr>
          <w:rStyle w:val="Tun"/>
        </w:rPr>
        <w:t>nebude odvážen na skládky odpadu</w:t>
      </w:r>
      <w:r w:rsidRPr="000C6ECB">
        <w:rPr>
          <w:rStyle w:val="Tun"/>
          <w:b w:val="0"/>
        </w:rPr>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w:t>
      </w:r>
      <w:hyperlink r:id="rId14" w:history="1">
        <w:r w:rsidRPr="000C6ECB">
          <w:rPr>
            <w:rStyle w:val="Hypertextovodkaz"/>
            <w:noProof w:val="0"/>
            <w:color w:val="auto"/>
            <w:u w:val="none"/>
          </w:rPr>
          <w:t>https://www.betonserver.cz/skladky-suti-recyklace/recyklacni-centra</w:t>
        </w:r>
      </w:hyperlink>
      <w:r w:rsidRPr="000C6ECB">
        <w:rPr>
          <w:rStyle w:val="Tun"/>
          <w:b w:val="0"/>
        </w:rPr>
        <w:t xml:space="preserve">.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375F6D10" w14:textId="77777777" w:rsidR="000C6ECB" w:rsidRPr="000C6ECB" w:rsidRDefault="000C6ECB" w:rsidP="000C6ECB">
      <w:pPr>
        <w:pStyle w:val="Text2-2"/>
        <w:tabs>
          <w:tab w:val="clear" w:pos="5076"/>
          <w:tab w:val="num" w:pos="1701"/>
        </w:tabs>
        <w:ind w:left="1701"/>
        <w:rPr>
          <w:rStyle w:val="Tun"/>
          <w:b w:val="0"/>
        </w:rPr>
      </w:pPr>
      <w:r w:rsidRPr="000C6ECB">
        <w:rPr>
          <w:rStyle w:val="Tun"/>
          <w:b w:val="0"/>
        </w:rPr>
        <w:t xml:space="preserve">Demolice budou realizovány v souladu </w:t>
      </w:r>
      <w:r w:rsidRPr="000C6ECB">
        <w:rPr>
          <w:rStyle w:val="Tun"/>
        </w:rPr>
        <w:t>s Metodickým návodem odboru odpadů MŽP při řízení vzniku stavebních a demoličních odpadů a pro nakládání s nimi</w:t>
      </w:r>
      <w:r w:rsidRPr="000C6ECB">
        <w:rPr>
          <w:rStyle w:val="Tun"/>
          <w:b w:val="0"/>
        </w:rPr>
        <w:t xml:space="preserve">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62E7C518" w14:textId="77777777" w:rsidR="000C6ECB" w:rsidRPr="00837668" w:rsidRDefault="000C6ECB" w:rsidP="000C6ECB">
      <w:pPr>
        <w:pStyle w:val="Text2-2"/>
        <w:tabs>
          <w:tab w:val="clear" w:pos="5076"/>
          <w:tab w:val="num" w:pos="1701"/>
        </w:tabs>
        <w:ind w:left="1701"/>
        <w:rPr>
          <w:rStyle w:val="Tun"/>
          <w:b w:val="0"/>
        </w:rPr>
      </w:pPr>
      <w:r w:rsidRPr="00837668">
        <w:rPr>
          <w:rStyle w:val="Tun"/>
          <w:b w:val="0"/>
        </w:rPr>
        <w:t xml:space="preserve">Zhotovitel stavby si zajistí rozsah skládek, resp. recyklačních míst/center sám, a to dle celkového množství a kategorie odpadů a tuto cenu si včetně rizika zohlední v nabídkové ceně položky.   </w:t>
      </w:r>
    </w:p>
    <w:p w14:paraId="2176B64E" w14:textId="70811217" w:rsidR="00E50E94" w:rsidRPr="00C266C6" w:rsidRDefault="000C6ECB" w:rsidP="000C6ECB">
      <w:pPr>
        <w:pStyle w:val="Text2-2"/>
        <w:tabs>
          <w:tab w:val="num" w:pos="1701"/>
        </w:tabs>
        <w:ind w:left="1701" w:hanging="992"/>
        <w:rPr>
          <w:rStyle w:val="Tun"/>
          <w:b w:val="0"/>
        </w:rPr>
      </w:pPr>
      <w:r w:rsidRPr="00837668">
        <w:rPr>
          <w:rStyle w:val="Tun"/>
          <w:b w:val="0"/>
        </w:rPr>
        <w:t xml:space="preserve">Polohy a vzdálenosti skládek, resp. recyklačních míst/center pro likvidaci, resp. recyklaci odpadů uvedené v Projektové dokumentaci nebo jiné části Zadávací dokumentace jsou pouze informativní a slouží pro interní potřeby Objednatele a stavebního řízení. Umístění skládek, resp. recyklačních </w:t>
      </w:r>
      <w:r w:rsidRPr="00837668">
        <w:rPr>
          <w:rStyle w:val="Tun"/>
          <w:b w:val="0"/>
        </w:rPr>
        <w:lastRenderedPageBreak/>
        <w:t>míst/center není podkladem pro výběrové řízení na zhotovitele stavby, má tedy pouze informativní charakter</w:t>
      </w:r>
      <w:r w:rsidR="00E50E94" w:rsidRPr="00C266C6">
        <w:rPr>
          <w:rStyle w:val="Tun"/>
          <w:b w:val="0"/>
        </w:rPr>
        <w:t>.</w:t>
      </w:r>
    </w:p>
    <w:p w14:paraId="3A381931" w14:textId="321D3526" w:rsidR="00DD3D78" w:rsidRPr="000C6ECB" w:rsidRDefault="00DD3D78" w:rsidP="00DD3D78">
      <w:pPr>
        <w:pStyle w:val="Nadpis2-2"/>
      </w:pPr>
      <w:bookmarkStart w:id="54" w:name="_Toc152587979"/>
      <w:r w:rsidRPr="000C6ECB">
        <w:t>Materiál dodávaný objednatelem (mimo CNM)</w:t>
      </w:r>
      <w:bookmarkEnd w:id="54"/>
    </w:p>
    <w:p w14:paraId="206C3CB0" w14:textId="744F496B" w:rsidR="00DD3D78" w:rsidRPr="000C6ECB" w:rsidRDefault="00DD3D78" w:rsidP="00722BEB">
      <w:pPr>
        <w:pStyle w:val="Text2-1"/>
      </w:pPr>
      <w:r w:rsidRPr="000C6ECB">
        <w:t>Objednatel poskytne zhotoviteli bezplatně níže uvedený materiál</w:t>
      </w:r>
      <w:r w:rsidR="00722BEB" w:rsidRPr="000C6ECB">
        <w:t xml:space="preserve">. </w:t>
      </w:r>
    </w:p>
    <w:p w14:paraId="2E1F447A" w14:textId="20E9415D" w:rsidR="00D82632" w:rsidRPr="000C6ECB" w:rsidRDefault="00D82632" w:rsidP="00D82632">
      <w:pPr>
        <w:pStyle w:val="Text2-1"/>
      </w:pPr>
      <w:r w:rsidRPr="000C6ECB">
        <w:t xml:space="preserve">Rozsah materiálu (typ a </w:t>
      </w:r>
      <w:r w:rsidR="00C266C6" w:rsidRPr="000C6ECB">
        <w:t xml:space="preserve">předpokládané </w:t>
      </w:r>
      <w:r w:rsidRPr="000C6ECB">
        <w:t>množství) je následující:</w:t>
      </w:r>
    </w:p>
    <w:p w14:paraId="4B7BB1CA" w14:textId="296134BE" w:rsidR="00D82632" w:rsidRDefault="009D0373" w:rsidP="00D82632">
      <w:pPr>
        <w:pStyle w:val="Text2-1"/>
        <w:numPr>
          <w:ilvl w:val="0"/>
          <w:numId w:val="0"/>
        </w:numPr>
        <w:ind w:left="737"/>
      </w:pPr>
      <w:r w:rsidRPr="000C6ECB">
        <w:t>Automatické dveřní zámky (ADZ), předpokládané množství 10 ks</w:t>
      </w:r>
      <w:r w:rsidR="00D82632" w:rsidRPr="000C6ECB">
        <w:t>.</w:t>
      </w:r>
    </w:p>
    <w:p w14:paraId="098B21F4" w14:textId="0BE4B24E" w:rsidR="00DD3D78" w:rsidRDefault="00DD3D78" w:rsidP="00DD3D78">
      <w:pPr>
        <w:pStyle w:val="Text2-1"/>
      </w:pPr>
      <w:r>
        <w:t xml:space="preserve">Výše uvedený materiál není </w:t>
      </w:r>
      <w:r w:rsidRPr="00952596">
        <w:t>součástí dodávky na zhotovení stavby a ne</w:t>
      </w:r>
      <w:r>
        <w:t xml:space="preserve">ní </w:t>
      </w:r>
      <w:r w:rsidRPr="00952596">
        <w:t xml:space="preserve">součástí nákladů </w:t>
      </w:r>
      <w:r w:rsidR="00C266C6">
        <w:t>Objednávky.</w:t>
      </w:r>
      <w:r w:rsidRPr="00952596">
        <w:t xml:space="preserve"> </w:t>
      </w:r>
    </w:p>
    <w:p w14:paraId="39AB176B" w14:textId="2BC69AFD" w:rsidR="00DD3D78" w:rsidRPr="00722BEB" w:rsidRDefault="00DD3D78" w:rsidP="00DD3D78">
      <w:pPr>
        <w:pStyle w:val="Text2-1"/>
      </w:pPr>
      <w:r w:rsidRPr="00722BEB">
        <w:t>Místo předání materiálu:</w:t>
      </w:r>
      <w:r w:rsidR="00722BEB">
        <w:t xml:space="preserve"> </w:t>
      </w:r>
      <w:r w:rsidR="009D0373">
        <w:t>Bude stanoveno v Objednávce při zadávání dílčích veřejných zakázek zadávaných v souladu s rámcovou dohodou</w:t>
      </w:r>
      <w:r w:rsidR="00722BEB" w:rsidRPr="009D0373">
        <w:t>.</w:t>
      </w:r>
    </w:p>
    <w:p w14:paraId="188B588A" w14:textId="77777777" w:rsidR="00DF7BAA" w:rsidRDefault="00DF7BAA" w:rsidP="00DF7BAA">
      <w:pPr>
        <w:pStyle w:val="Nadpis2-1"/>
      </w:pPr>
      <w:bookmarkStart w:id="55" w:name="_Toc6410460"/>
      <w:bookmarkStart w:id="56" w:name="_Toc152587980"/>
      <w:r w:rsidRPr="00EC2E51">
        <w:t>ORGANIZACE</w:t>
      </w:r>
      <w:r>
        <w:t xml:space="preserve"> VÝSTAVBY, VÝLUKY</w:t>
      </w:r>
      <w:bookmarkEnd w:id="55"/>
      <w:bookmarkEnd w:id="56"/>
    </w:p>
    <w:p w14:paraId="0587D65B" w14:textId="36DD3B27" w:rsidR="00DF7BAA" w:rsidRPr="000C6ECB" w:rsidRDefault="00DF7BAA" w:rsidP="00DF7BAA">
      <w:pPr>
        <w:pStyle w:val="Text2-1"/>
      </w:pPr>
      <w:r w:rsidRPr="00EC02A5">
        <w:t xml:space="preserve">Závazným pro </w:t>
      </w:r>
      <w:r w:rsidR="00DB58AA" w:rsidRPr="00EC02A5">
        <w:t>Z</w:t>
      </w:r>
      <w:r w:rsidRPr="00EC02A5">
        <w:t xml:space="preserve">hotovitele </w:t>
      </w:r>
      <w:r w:rsidR="00C266C6">
        <w:t>budou</w:t>
      </w:r>
      <w:r w:rsidR="008B4F46">
        <w:t xml:space="preserve"> </w:t>
      </w:r>
      <w:r w:rsidRPr="00C2573F">
        <w:t>termíny a rozsah</w:t>
      </w:r>
      <w:r w:rsidR="00C266C6">
        <w:t>y</w:t>
      </w:r>
      <w:r w:rsidRPr="00C2573F">
        <w:t xml:space="preserve"> výluk,</w:t>
      </w:r>
      <w:r w:rsidRPr="00EC02A5">
        <w:t xml:space="preserve"> které </w:t>
      </w:r>
      <w:r w:rsidR="00C266C6">
        <w:t xml:space="preserve">budou </w:t>
      </w:r>
      <w:r w:rsidRPr="00EC02A5">
        <w:t xml:space="preserve">uvedeny </w:t>
      </w:r>
      <w:r w:rsidR="00C266C6">
        <w:t xml:space="preserve">v Objednávce v okamžiku zadávání dílčích veřejných zakázek s ohledem na povahu a </w:t>
      </w:r>
      <w:r w:rsidR="00C266C6" w:rsidRPr="000C6ECB">
        <w:t>rozsah stavebních prací.</w:t>
      </w:r>
    </w:p>
    <w:p w14:paraId="09B951D9" w14:textId="77777777" w:rsidR="000C6ECB" w:rsidRPr="000C6ECB" w:rsidRDefault="000C6ECB" w:rsidP="000C6ECB">
      <w:pPr>
        <w:pStyle w:val="Text2-1"/>
      </w:pPr>
      <w:r w:rsidRPr="000C6ECB">
        <w:t xml:space="preserve">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 </w:t>
      </w:r>
    </w:p>
    <w:p w14:paraId="2585A66F" w14:textId="77777777" w:rsidR="000C6ECB" w:rsidRPr="000C6ECB" w:rsidRDefault="000C6ECB" w:rsidP="000C6ECB">
      <w:pPr>
        <w:pStyle w:val="Text2-1"/>
      </w:pPr>
      <w:bookmarkStart w:id="57" w:name="_Ref143240729"/>
      <w:r w:rsidRPr="000C6ECB">
        <w:t>Zahájení stavebních prací: nejdříve účinností Objednávky, není-li tento termín odlišně stanoven v rámcové dohodě nebo Objednávce. (Objednávka může být zadána nejdříve dnem nabytí účinnosti rámcové dohody).</w:t>
      </w:r>
      <w:bookmarkEnd w:id="57"/>
    </w:p>
    <w:p w14:paraId="134EB76F" w14:textId="77777777" w:rsidR="000C6ECB" w:rsidRPr="000C6ECB" w:rsidRDefault="000C6ECB" w:rsidP="000C6ECB">
      <w:pPr>
        <w:pStyle w:val="Text2-1"/>
      </w:pPr>
      <w:r w:rsidRPr="000C6ECB">
        <w:t>Ukončení stavebních prací: v termínu stanoveném v Objednávkách (poslední možné uzavření (akceptace) Objednávky odpovídá termínu, na který je sjednána rámcová dohoda).</w:t>
      </w:r>
    </w:p>
    <w:p w14:paraId="4DDFDF43" w14:textId="77777777" w:rsidR="000C6ECB" w:rsidRDefault="000C6ECB" w:rsidP="000C6ECB">
      <w:pPr>
        <w:pStyle w:val="Nadpis2-1"/>
      </w:pPr>
      <w:bookmarkStart w:id="58" w:name="_Toc6410461"/>
      <w:bookmarkStart w:id="59" w:name="_Toc146111803"/>
      <w:bookmarkStart w:id="60" w:name="_Toc152587981"/>
      <w:r w:rsidRPr="00EC2E51">
        <w:t>SOUVISEJÍCÍ</w:t>
      </w:r>
      <w:r>
        <w:t xml:space="preserve"> DOKUMENTY A PŘEDPISY</w:t>
      </w:r>
      <w:bookmarkEnd w:id="58"/>
      <w:bookmarkEnd w:id="59"/>
      <w:bookmarkEnd w:id="60"/>
    </w:p>
    <w:p w14:paraId="2084E130" w14:textId="77777777" w:rsidR="000C6ECB" w:rsidRPr="00BC3F30" w:rsidRDefault="000C6ECB" w:rsidP="000C6ECB">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24BFABBB" w14:textId="77777777" w:rsidR="000C6ECB" w:rsidRDefault="000C6ECB" w:rsidP="000C6ECB">
      <w:pPr>
        <w:pStyle w:val="Text2-1"/>
      </w:pPr>
      <w:r w:rsidRPr="007D016E">
        <w:t>Objednatel umožňuje Zhotoviteli přístup ke</w:t>
      </w:r>
      <w:r>
        <w:t xml:space="preserve"> svým vnitřním dokumentům a předpisům a typové dokumentaci na webových stránkách: </w:t>
      </w:r>
    </w:p>
    <w:p w14:paraId="682BEEBC" w14:textId="77777777" w:rsidR="000C6ECB" w:rsidRDefault="000C6ECB" w:rsidP="000C6ECB">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78729F46" w14:textId="77777777" w:rsidR="000C6ECB" w:rsidRPr="007D016E" w:rsidRDefault="000C6ECB" w:rsidP="000C6ECB">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0553FBB" w14:textId="77777777" w:rsidR="000C6ECB" w:rsidRPr="00E85446" w:rsidRDefault="000C6ECB" w:rsidP="000C6ECB">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417ADA27" w14:textId="77777777" w:rsidR="000C6ECB" w:rsidRDefault="000C6ECB" w:rsidP="000C6ECB">
      <w:pPr>
        <w:pStyle w:val="Textbezslovn"/>
        <w:keepNext/>
        <w:spacing w:after="0"/>
        <w:rPr>
          <w:rStyle w:val="Tun"/>
        </w:rPr>
      </w:pPr>
      <w:r>
        <w:rPr>
          <w:rStyle w:val="Tun"/>
        </w:rPr>
        <w:t>Centrum telematiky a diagnostiky</w:t>
      </w:r>
    </w:p>
    <w:p w14:paraId="210FCF41" w14:textId="77777777" w:rsidR="000C6ECB" w:rsidRPr="00E85446" w:rsidRDefault="000C6ECB" w:rsidP="000C6ECB">
      <w:pPr>
        <w:pStyle w:val="Textbezslovn"/>
        <w:keepNext/>
        <w:spacing w:after="0"/>
        <w:rPr>
          <w:rStyle w:val="Tun"/>
        </w:rPr>
      </w:pPr>
      <w:r>
        <w:rPr>
          <w:rStyle w:val="Tun"/>
        </w:rPr>
        <w:t>Odbor servisních služeb, OHČ</w:t>
      </w:r>
    </w:p>
    <w:p w14:paraId="768EB638" w14:textId="77777777" w:rsidR="000C6ECB" w:rsidRPr="007D016E" w:rsidRDefault="000C6ECB" w:rsidP="000C6ECB">
      <w:pPr>
        <w:pStyle w:val="Textbezslovn"/>
        <w:keepNext/>
        <w:spacing w:after="0"/>
      </w:pPr>
      <w:r>
        <w:t>Jeremenkova 103/23</w:t>
      </w:r>
    </w:p>
    <w:p w14:paraId="5BF178BB" w14:textId="77777777" w:rsidR="000C6ECB" w:rsidRDefault="000C6ECB" w:rsidP="000C6ECB">
      <w:pPr>
        <w:pStyle w:val="Textbezslovn"/>
      </w:pPr>
      <w:r w:rsidRPr="007D016E">
        <w:t>77</w:t>
      </w:r>
      <w:r>
        <w:t>9 00</w:t>
      </w:r>
      <w:r w:rsidRPr="007D016E">
        <w:t xml:space="preserve"> </w:t>
      </w:r>
      <w:r w:rsidRPr="00BA22D4">
        <w:t>Olomouc</w:t>
      </w:r>
    </w:p>
    <w:p w14:paraId="59B17779" w14:textId="77777777" w:rsidR="000C6ECB" w:rsidRDefault="000C6ECB" w:rsidP="000C6ECB">
      <w:pPr>
        <w:pStyle w:val="Textbezslovn"/>
      </w:pPr>
      <w:r>
        <w:t xml:space="preserve">nebo </w:t>
      </w:r>
      <w:r w:rsidRPr="007D016E">
        <w:t>e-</w:t>
      </w:r>
      <w:r w:rsidRPr="00BA22D4">
        <w:t>mail</w:t>
      </w:r>
      <w:r w:rsidRPr="007D016E">
        <w:t xml:space="preserve">: </w:t>
      </w:r>
      <w:r w:rsidRPr="002C1A2B">
        <w:rPr>
          <w:b/>
        </w:rPr>
        <w:t>typdok@spravazeleznic.cz</w:t>
      </w:r>
    </w:p>
    <w:p w14:paraId="0841391F" w14:textId="77777777" w:rsidR="000C6ECB" w:rsidRDefault="000C6ECB" w:rsidP="000C6ECB">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49391DC6" w:rsidR="009C4EEA" w:rsidRDefault="000C6ECB" w:rsidP="000C6ECB">
      <w:pPr>
        <w:pStyle w:val="Textbezslovn"/>
      </w:pPr>
      <w:r>
        <w:t xml:space="preserve">Ceníky: </w:t>
      </w:r>
      <w:r w:rsidRPr="00E64846">
        <w:t>https://typdok.tudc.cz/</w:t>
      </w:r>
    </w:p>
    <w:p w14:paraId="199FDAEA" w14:textId="77777777" w:rsidR="00DF7BAA" w:rsidRDefault="00DF7BAA" w:rsidP="00DF7BAA">
      <w:pPr>
        <w:pStyle w:val="Nadpis2-1"/>
      </w:pPr>
      <w:bookmarkStart w:id="61" w:name="_Toc6410462"/>
      <w:bookmarkStart w:id="62" w:name="_Toc152587982"/>
      <w:r>
        <w:lastRenderedPageBreak/>
        <w:t>PŘÍLOHY</w:t>
      </w:r>
      <w:bookmarkEnd w:id="61"/>
      <w:bookmarkEnd w:id="62"/>
    </w:p>
    <w:p w14:paraId="588834AF" w14:textId="289DFA6F" w:rsidR="00781092" w:rsidRPr="0027069F" w:rsidRDefault="00781092" w:rsidP="00781092">
      <w:pPr>
        <w:pStyle w:val="Text2-1"/>
        <w:tabs>
          <w:tab w:val="clear" w:pos="737"/>
          <w:tab w:val="num" w:pos="709"/>
        </w:tabs>
        <w:ind w:left="3005" w:hanging="3005"/>
      </w:pPr>
      <w:r w:rsidRPr="0027069F">
        <w:t>Příloha č.</w:t>
      </w:r>
      <w:r>
        <w:t xml:space="preserve"> 1</w:t>
      </w:r>
      <w:r w:rsidR="000C6ECB">
        <w:t xml:space="preserve"> ZTP</w:t>
      </w:r>
      <w:r w:rsidRPr="0027069F">
        <w:t xml:space="preserve"> </w:t>
      </w:r>
      <w:r w:rsidR="000C6ECB">
        <w:t>–</w:t>
      </w:r>
      <w:r w:rsidRPr="0027069F">
        <w:t xml:space="preserve"> </w:t>
      </w:r>
      <w:r w:rsidR="000C6ECB">
        <w:t>Vzory f</w:t>
      </w:r>
      <w:r w:rsidRPr="0027069F">
        <w:t>ormulář</w:t>
      </w:r>
      <w:r w:rsidR="000C6ECB">
        <w:t>ů</w:t>
      </w:r>
      <w:r w:rsidRPr="0027069F">
        <w:t xml:space="preserve"> </w:t>
      </w:r>
    </w:p>
    <w:p w14:paraId="7C5A0FE9" w14:textId="5A3FC8F5" w:rsidR="00781092" w:rsidRPr="0027069F" w:rsidRDefault="00781092" w:rsidP="00781092">
      <w:pPr>
        <w:pStyle w:val="Text2-1"/>
        <w:tabs>
          <w:tab w:val="clear" w:pos="737"/>
          <w:tab w:val="num" w:pos="709"/>
        </w:tabs>
        <w:ind w:left="3005" w:hanging="3005"/>
      </w:pPr>
      <w:r w:rsidRPr="0027069F">
        <w:t>Příloha č.</w:t>
      </w:r>
      <w:r>
        <w:t xml:space="preserve"> 2</w:t>
      </w:r>
      <w:r w:rsidRPr="0027069F">
        <w:t xml:space="preserve"> </w:t>
      </w:r>
      <w:r w:rsidR="000C6ECB">
        <w:t xml:space="preserve">ZTP </w:t>
      </w:r>
      <w:r w:rsidRPr="0027069F">
        <w:t xml:space="preserve">- Seznam </w:t>
      </w:r>
      <w:r>
        <w:t xml:space="preserve">objektů OŘ Ostrava </w:t>
      </w:r>
    </w:p>
    <w:p w14:paraId="262164E4" w14:textId="20DDC0F8" w:rsidR="00781092" w:rsidRPr="0027069F" w:rsidRDefault="00781092" w:rsidP="00781092">
      <w:pPr>
        <w:pStyle w:val="Text2-1"/>
        <w:tabs>
          <w:tab w:val="clear" w:pos="737"/>
          <w:tab w:val="num" w:pos="709"/>
        </w:tabs>
        <w:ind w:left="3005" w:hanging="3005"/>
      </w:pPr>
      <w:r w:rsidRPr="0027069F">
        <w:t>Příloha č.</w:t>
      </w:r>
      <w:r>
        <w:t xml:space="preserve"> 3</w:t>
      </w:r>
      <w:r w:rsidRPr="0027069F">
        <w:t xml:space="preserve"> </w:t>
      </w:r>
      <w:r w:rsidR="000C6ECB">
        <w:t xml:space="preserve">ZTP </w:t>
      </w:r>
      <w:r w:rsidRPr="0027069F">
        <w:t>- Technická zpráva</w:t>
      </w:r>
    </w:p>
    <w:p w14:paraId="241F985A" w14:textId="77777777" w:rsidR="00DF7BAA" w:rsidRPr="00DF7BAA" w:rsidRDefault="00DF7BAA" w:rsidP="00264D52">
      <w:pPr>
        <w:pStyle w:val="Textbezodsazen"/>
      </w:pPr>
    </w:p>
    <w:bookmarkEnd w:id="6"/>
    <w:bookmarkEnd w:id="7"/>
    <w:bookmarkEnd w:id="8"/>
    <w:bookmarkEnd w:id="9"/>
    <w:bookmarkEnd w:id="10"/>
    <w:p w14:paraId="6B2472A9" w14:textId="77777777" w:rsidR="002B6B58" w:rsidRDefault="002B6B58" w:rsidP="00264D52">
      <w:pPr>
        <w:pStyle w:val="Textbezodsazen"/>
      </w:pPr>
    </w:p>
    <w:sectPr w:rsidR="002B6B58" w:rsidSect="00EA69AC">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531E6E" w14:textId="77777777" w:rsidR="00BB770C" w:rsidRDefault="00BB770C" w:rsidP="00962258">
      <w:pPr>
        <w:spacing w:after="0" w:line="240" w:lineRule="auto"/>
      </w:pPr>
      <w:r>
        <w:separator/>
      </w:r>
    </w:p>
  </w:endnote>
  <w:endnote w:type="continuationSeparator" w:id="0">
    <w:p w14:paraId="2270CE80" w14:textId="77777777" w:rsidR="00BB770C" w:rsidRDefault="00BB77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BB770C" w:rsidRPr="003462EB" w14:paraId="3E6EF7ED" w14:textId="77777777" w:rsidTr="000C6ECB">
      <w:trPr>
        <w:trHeight w:val="426"/>
      </w:trPr>
      <w:tc>
        <w:tcPr>
          <w:tcW w:w="993" w:type="dxa"/>
          <w:tcMar>
            <w:left w:w="0" w:type="dxa"/>
            <w:right w:w="0" w:type="dxa"/>
          </w:tcMar>
          <w:vAlign w:val="bottom"/>
        </w:tcPr>
        <w:p w14:paraId="29E2E1DF" w14:textId="26DF1D1D" w:rsidR="00BB770C" w:rsidRPr="00B8518B" w:rsidRDefault="00BB770C"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10D2D">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0D2D">
            <w:rPr>
              <w:rStyle w:val="slostrnky"/>
              <w:noProof/>
            </w:rPr>
            <w:t>18</w:t>
          </w:r>
          <w:r w:rsidRPr="00B8518B">
            <w:rPr>
              <w:rStyle w:val="slostrnky"/>
            </w:rPr>
            <w:fldChar w:fldCharType="end"/>
          </w:r>
        </w:p>
      </w:tc>
      <w:tc>
        <w:tcPr>
          <w:tcW w:w="7739" w:type="dxa"/>
          <w:vAlign w:val="bottom"/>
        </w:tcPr>
        <w:p w14:paraId="7FFFE8AC" w14:textId="5CFE7353" w:rsidR="00BB770C" w:rsidRDefault="000C6ECB" w:rsidP="003462EB">
          <w:pPr>
            <w:pStyle w:val="Zpatvlevo"/>
          </w:pPr>
          <w:fldSimple w:instr=" STYLEREF  _Název_akce  \* MERGEFORMAT ">
            <w:r w:rsidR="00710D2D">
              <w:rPr>
                <w:noProof/>
              </w:rPr>
              <w:t>„Údržba, opravy a odstraňování závad u SPS v obvodu OŘ Ostrava rok 2024 - provozní pozemní objekty“</w:t>
            </w:r>
            <w:r w:rsidR="00710D2D">
              <w:rPr>
                <w:noProof/>
              </w:rPr>
              <w:cr/>
            </w:r>
          </w:fldSimple>
          <w:r w:rsidR="00BB770C">
            <w:t xml:space="preserve">Příloha č. </w:t>
          </w:r>
          <w:r>
            <w:t>6</w:t>
          </w:r>
          <w:r w:rsidR="00BB770C">
            <w:t>)</w:t>
          </w:r>
          <w:r w:rsidR="00BB770C" w:rsidRPr="003462EB">
            <w:t xml:space="preserve"> </w:t>
          </w:r>
        </w:p>
        <w:p w14:paraId="178E0553" w14:textId="1F916E79" w:rsidR="00BB770C" w:rsidRPr="003462EB" w:rsidRDefault="00BB770C" w:rsidP="00DF7BAA">
          <w:pPr>
            <w:pStyle w:val="Zpatvlevo"/>
          </w:pPr>
          <w:r>
            <w:t>Zvláštní</w:t>
          </w:r>
          <w:r w:rsidRPr="003462EB">
            <w:t xml:space="preserve"> technické podmínky</w:t>
          </w:r>
          <w:r>
            <w:t xml:space="preserve"> - Zhotovení stavby – rámcové dohody </w:t>
          </w:r>
        </w:p>
      </w:tc>
    </w:tr>
  </w:tbl>
  <w:p w14:paraId="422A1078" w14:textId="77777777" w:rsidR="00BB770C" w:rsidRPr="00614E71" w:rsidRDefault="00BB770C">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BB770C" w:rsidRPr="009E09BE" w14:paraId="76A4A2A2" w14:textId="77777777" w:rsidTr="00614E71">
      <w:tc>
        <w:tcPr>
          <w:tcW w:w="7797" w:type="dxa"/>
          <w:tcMar>
            <w:left w:w="0" w:type="dxa"/>
            <w:right w:w="0" w:type="dxa"/>
          </w:tcMar>
          <w:vAlign w:val="bottom"/>
        </w:tcPr>
        <w:p w14:paraId="7B4693AA" w14:textId="4744384B" w:rsidR="00BB770C" w:rsidRDefault="000C6ECB" w:rsidP="003B111D">
          <w:pPr>
            <w:pStyle w:val="Zpatvpravo"/>
          </w:pPr>
          <w:fldSimple w:instr=" STYLEREF  _Název_akce  \* MERGEFORMAT ">
            <w:r w:rsidR="00710D2D">
              <w:rPr>
                <w:noProof/>
              </w:rPr>
              <w:t>„Údržba, opravy a odstraňování závad u SPS v obvodu OŘ Ostrava rok 2024 - provozní pozemní objekty“</w:t>
            </w:r>
            <w:r w:rsidR="00710D2D">
              <w:rPr>
                <w:noProof/>
              </w:rPr>
              <w:cr/>
            </w:r>
          </w:fldSimple>
          <w:r w:rsidR="00BB770C">
            <w:t xml:space="preserve">Příloha č. </w:t>
          </w:r>
          <w:r>
            <w:t>6</w:t>
          </w:r>
          <w:r w:rsidR="00BB770C">
            <w:t>)</w:t>
          </w:r>
        </w:p>
        <w:p w14:paraId="5D9BD160" w14:textId="7351666B" w:rsidR="00BB770C" w:rsidRPr="003462EB" w:rsidRDefault="00BB770C" w:rsidP="00517E55">
          <w:pPr>
            <w:pStyle w:val="Zpatvpravo"/>
            <w:rPr>
              <w:rStyle w:val="slostrnky"/>
              <w:b w:val="0"/>
              <w:color w:val="auto"/>
              <w:sz w:val="12"/>
            </w:rPr>
          </w:pPr>
          <w:r>
            <w:t>Zvláštní</w:t>
          </w:r>
          <w:r w:rsidRPr="003462EB">
            <w:t xml:space="preserve"> technické podmínky</w:t>
          </w:r>
          <w:r>
            <w:t xml:space="preserve"> - Zhotovení stavby </w:t>
          </w:r>
        </w:p>
      </w:tc>
      <w:tc>
        <w:tcPr>
          <w:tcW w:w="935" w:type="dxa"/>
          <w:vAlign w:val="bottom"/>
        </w:tcPr>
        <w:p w14:paraId="3DBC2A04" w14:textId="236C8391" w:rsidR="00BB770C" w:rsidRPr="009E09BE" w:rsidRDefault="00BB770C"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710D2D">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10D2D">
            <w:rPr>
              <w:rStyle w:val="slostrnky"/>
              <w:noProof/>
            </w:rPr>
            <w:t>18</w:t>
          </w:r>
          <w:r w:rsidRPr="00B8518B">
            <w:rPr>
              <w:rStyle w:val="slostrnky"/>
            </w:rPr>
            <w:fldChar w:fldCharType="end"/>
          </w:r>
        </w:p>
      </w:tc>
    </w:tr>
  </w:tbl>
  <w:p w14:paraId="2500101F" w14:textId="77777777" w:rsidR="00BB770C" w:rsidRPr="00B8518B" w:rsidRDefault="00BB77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BB770C" w:rsidRPr="00B8518B" w:rsidRDefault="00BB770C" w:rsidP="00460660">
    <w:pPr>
      <w:pStyle w:val="Zpat"/>
      <w:rPr>
        <w:sz w:val="2"/>
        <w:szCs w:val="2"/>
      </w:rPr>
    </w:pPr>
  </w:p>
  <w:p w14:paraId="53F277EE" w14:textId="77777777" w:rsidR="00BB770C" w:rsidRDefault="00BB770C" w:rsidP="00757290">
    <w:pPr>
      <w:pStyle w:val="Zpatvlevo"/>
      <w:rPr>
        <w:rFonts w:cs="Calibri"/>
        <w:szCs w:val="12"/>
      </w:rPr>
    </w:pPr>
  </w:p>
  <w:p w14:paraId="17EFC080" w14:textId="77777777" w:rsidR="00BB770C" w:rsidRPr="00460660" w:rsidRDefault="00BB770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DDB52E" w14:textId="77777777" w:rsidR="00BB770C" w:rsidRDefault="00BB770C" w:rsidP="00962258">
      <w:pPr>
        <w:spacing w:after="0" w:line="240" w:lineRule="auto"/>
      </w:pPr>
      <w:r>
        <w:separator/>
      </w:r>
    </w:p>
  </w:footnote>
  <w:footnote w:type="continuationSeparator" w:id="0">
    <w:p w14:paraId="0C0BA5E1" w14:textId="77777777" w:rsidR="00BB770C" w:rsidRDefault="00BB77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B770C" w14:paraId="589E9D7A" w14:textId="77777777" w:rsidTr="00B22106">
      <w:trPr>
        <w:trHeight w:hRule="exact" w:val="936"/>
      </w:trPr>
      <w:tc>
        <w:tcPr>
          <w:tcW w:w="1361" w:type="dxa"/>
          <w:tcMar>
            <w:left w:w="0" w:type="dxa"/>
            <w:right w:w="0" w:type="dxa"/>
          </w:tcMar>
        </w:tcPr>
        <w:p w14:paraId="10A13B73"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14726CF1" w14:textId="77777777" w:rsidR="00BB770C" w:rsidRDefault="00BB770C"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BB770C" w:rsidRPr="00D6163D" w:rsidRDefault="00BB770C" w:rsidP="00FC6389">
          <w:pPr>
            <w:pStyle w:val="Druhdokumentu"/>
          </w:pPr>
        </w:p>
      </w:tc>
    </w:tr>
    <w:tr w:rsidR="00BB770C" w14:paraId="173B2ADF" w14:textId="77777777" w:rsidTr="00B22106">
      <w:trPr>
        <w:trHeight w:hRule="exact" w:val="936"/>
      </w:trPr>
      <w:tc>
        <w:tcPr>
          <w:tcW w:w="1361" w:type="dxa"/>
          <w:tcMar>
            <w:left w:w="0" w:type="dxa"/>
            <w:right w:w="0" w:type="dxa"/>
          </w:tcMar>
        </w:tcPr>
        <w:p w14:paraId="580C429C" w14:textId="77777777" w:rsidR="00BB770C" w:rsidRPr="00B8518B" w:rsidRDefault="00BB770C" w:rsidP="00FC6389">
          <w:pPr>
            <w:pStyle w:val="Zpat"/>
            <w:rPr>
              <w:rStyle w:val="slostrnky"/>
            </w:rPr>
          </w:pPr>
        </w:p>
      </w:tc>
      <w:tc>
        <w:tcPr>
          <w:tcW w:w="3458" w:type="dxa"/>
          <w:shd w:val="clear" w:color="auto" w:fill="auto"/>
          <w:tcMar>
            <w:left w:w="0" w:type="dxa"/>
            <w:right w:w="0" w:type="dxa"/>
          </w:tcMar>
        </w:tcPr>
        <w:p w14:paraId="69644D16" w14:textId="77777777" w:rsidR="00BB770C" w:rsidRDefault="00BB770C" w:rsidP="00FC6389">
          <w:pPr>
            <w:pStyle w:val="Zpat"/>
          </w:pPr>
        </w:p>
      </w:tc>
      <w:tc>
        <w:tcPr>
          <w:tcW w:w="5756" w:type="dxa"/>
          <w:shd w:val="clear" w:color="auto" w:fill="auto"/>
          <w:tcMar>
            <w:left w:w="0" w:type="dxa"/>
            <w:right w:w="0" w:type="dxa"/>
          </w:tcMar>
        </w:tcPr>
        <w:p w14:paraId="47EE2CD8" w14:textId="77777777" w:rsidR="00BB770C" w:rsidRPr="00D6163D" w:rsidRDefault="00BB770C" w:rsidP="00FC6389">
          <w:pPr>
            <w:pStyle w:val="Druhdokumentu"/>
          </w:pPr>
        </w:p>
      </w:tc>
    </w:tr>
  </w:tbl>
  <w:p w14:paraId="53E85CAA" w14:textId="77777777" w:rsidR="00BB770C" w:rsidRPr="00D6163D" w:rsidRDefault="00BB770C" w:rsidP="00FC6389">
    <w:pPr>
      <w:pStyle w:val="Zhlav"/>
      <w:rPr>
        <w:sz w:val="8"/>
        <w:szCs w:val="8"/>
      </w:rPr>
    </w:pPr>
  </w:p>
  <w:p w14:paraId="1437D3AE" w14:textId="77777777" w:rsidR="00BB770C" w:rsidRPr="00460660" w:rsidRDefault="00BB770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A70FF1"/>
    <w:multiLevelType w:val="hybridMultilevel"/>
    <w:tmpl w:val="A3D49FD2"/>
    <w:lvl w:ilvl="0" w:tplc="00B0DB3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7904A1"/>
    <w:multiLevelType w:val="hybridMultilevel"/>
    <w:tmpl w:val="967ED14E"/>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1582512B"/>
    <w:multiLevelType w:val="multilevel"/>
    <w:tmpl w:val="A9F0F97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5076"/>
        </w:tabs>
        <w:ind w:left="5076"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4"/>
  </w:num>
  <w:num w:numId="4">
    <w:abstractNumId w:val="9"/>
  </w:num>
  <w:num w:numId="5">
    <w:abstractNumId w:val="11"/>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num>
  <w:num w:numId="9">
    <w:abstractNumId w:val="0"/>
  </w:num>
  <w:num w:numId="10">
    <w:abstractNumId w:val="9"/>
  </w:num>
  <w:num w:numId="11">
    <w:abstractNumId w:val="11"/>
  </w:num>
  <w:num w:numId="12">
    <w:abstractNumId w:val="14"/>
  </w:num>
  <w:num w:numId="13">
    <w:abstractNumId w:val="3"/>
  </w:num>
  <w:num w:numId="14">
    <w:abstractNumId w:val="5"/>
  </w:num>
  <w:num w:numId="15">
    <w:abstractNumId w:val="15"/>
  </w:num>
  <w:num w:numId="16">
    <w:abstractNumId w:val="7"/>
  </w:num>
  <w:num w:numId="17">
    <w:abstractNumId w:val="10"/>
  </w:num>
  <w:num w:numId="18">
    <w:abstractNumId w:val="2"/>
  </w:num>
  <w:num w:numId="19">
    <w:abstractNumId w:val="5"/>
  </w:num>
  <w:num w:numId="20">
    <w:abstractNumId w:val="5"/>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5"/>
  </w:num>
  <w:num w:numId="24">
    <w:abstractNumId w:val="5"/>
  </w:num>
  <w:num w:numId="25">
    <w:abstractNumId w:val="12"/>
  </w:num>
  <w:num w:numId="26">
    <w:abstractNumId w:val="5"/>
  </w:num>
  <w:num w:numId="27">
    <w:abstractNumId w:val="5"/>
  </w:num>
  <w:num w:numId="28">
    <w:abstractNumId w:val="5"/>
  </w:num>
  <w:num w:numId="29">
    <w:abstractNumId w:val="1"/>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24A1"/>
    <w:rsid w:val="00012EC4"/>
    <w:rsid w:val="00013877"/>
    <w:rsid w:val="000145C8"/>
    <w:rsid w:val="0001478C"/>
    <w:rsid w:val="00016C37"/>
    <w:rsid w:val="00016E6B"/>
    <w:rsid w:val="00016F90"/>
    <w:rsid w:val="0001744E"/>
    <w:rsid w:val="00017F3C"/>
    <w:rsid w:val="00021D3A"/>
    <w:rsid w:val="0002279D"/>
    <w:rsid w:val="00022F77"/>
    <w:rsid w:val="00022FA5"/>
    <w:rsid w:val="00024EF0"/>
    <w:rsid w:val="000258E6"/>
    <w:rsid w:val="0002642A"/>
    <w:rsid w:val="00031D7C"/>
    <w:rsid w:val="000328BC"/>
    <w:rsid w:val="000342CE"/>
    <w:rsid w:val="00035570"/>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6AE"/>
    <w:rsid w:val="000A0779"/>
    <w:rsid w:val="000A0DC8"/>
    <w:rsid w:val="000A2B28"/>
    <w:rsid w:val="000A503C"/>
    <w:rsid w:val="000A6E75"/>
    <w:rsid w:val="000B408F"/>
    <w:rsid w:val="000B4EB8"/>
    <w:rsid w:val="000C2C3D"/>
    <w:rsid w:val="000C3375"/>
    <w:rsid w:val="000C41F2"/>
    <w:rsid w:val="000C6ECB"/>
    <w:rsid w:val="000D22C4"/>
    <w:rsid w:val="000D27D1"/>
    <w:rsid w:val="000D5D71"/>
    <w:rsid w:val="000D6539"/>
    <w:rsid w:val="000E11D6"/>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25AB1"/>
    <w:rsid w:val="00130E62"/>
    <w:rsid w:val="00134146"/>
    <w:rsid w:val="001401D5"/>
    <w:rsid w:val="00140433"/>
    <w:rsid w:val="001456A2"/>
    <w:rsid w:val="001458F9"/>
    <w:rsid w:val="00145ACA"/>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1F25FE"/>
    <w:rsid w:val="002007BA"/>
    <w:rsid w:val="00202CF7"/>
    <w:rsid w:val="00202F90"/>
    <w:rsid w:val="002038C9"/>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1CE3"/>
    <w:rsid w:val="0025283D"/>
    <w:rsid w:val="00252A5C"/>
    <w:rsid w:val="00253E6A"/>
    <w:rsid w:val="002548B5"/>
    <w:rsid w:val="00260813"/>
    <w:rsid w:val="00261A5B"/>
    <w:rsid w:val="00262E5B"/>
    <w:rsid w:val="00263DB8"/>
    <w:rsid w:val="00264D52"/>
    <w:rsid w:val="002723B9"/>
    <w:rsid w:val="0027422E"/>
    <w:rsid w:val="00274BE5"/>
    <w:rsid w:val="00276AFE"/>
    <w:rsid w:val="00280695"/>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3B4D"/>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0E7F"/>
    <w:rsid w:val="003B111D"/>
    <w:rsid w:val="003B2407"/>
    <w:rsid w:val="003B7D96"/>
    <w:rsid w:val="003C33F2"/>
    <w:rsid w:val="003C6679"/>
    <w:rsid w:val="003C7295"/>
    <w:rsid w:val="003D3906"/>
    <w:rsid w:val="003D756E"/>
    <w:rsid w:val="003D7905"/>
    <w:rsid w:val="003E2851"/>
    <w:rsid w:val="003E29C0"/>
    <w:rsid w:val="003E3EDF"/>
    <w:rsid w:val="003E420D"/>
    <w:rsid w:val="003E4C13"/>
    <w:rsid w:val="003E735B"/>
    <w:rsid w:val="003E7FA6"/>
    <w:rsid w:val="003F2B5E"/>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50F07"/>
    <w:rsid w:val="00453CD3"/>
    <w:rsid w:val="0045657D"/>
    <w:rsid w:val="00460660"/>
    <w:rsid w:val="00462A46"/>
    <w:rsid w:val="00462DB8"/>
    <w:rsid w:val="00463785"/>
    <w:rsid w:val="00463BD5"/>
    <w:rsid w:val="00464BA9"/>
    <w:rsid w:val="00464D4A"/>
    <w:rsid w:val="00467430"/>
    <w:rsid w:val="00470F14"/>
    <w:rsid w:val="004725AC"/>
    <w:rsid w:val="0047647C"/>
    <w:rsid w:val="0048341C"/>
    <w:rsid w:val="0048380F"/>
    <w:rsid w:val="00483969"/>
    <w:rsid w:val="0048423D"/>
    <w:rsid w:val="00484F28"/>
    <w:rsid w:val="00486107"/>
    <w:rsid w:val="00486DF3"/>
    <w:rsid w:val="004877A7"/>
    <w:rsid w:val="0049107E"/>
    <w:rsid w:val="00491827"/>
    <w:rsid w:val="00491D23"/>
    <w:rsid w:val="004955B8"/>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17E55"/>
    <w:rsid w:val="005220AF"/>
    <w:rsid w:val="00523BB5"/>
    <w:rsid w:val="00523EA7"/>
    <w:rsid w:val="00524520"/>
    <w:rsid w:val="00525187"/>
    <w:rsid w:val="0052538C"/>
    <w:rsid w:val="00525C0C"/>
    <w:rsid w:val="0052615C"/>
    <w:rsid w:val="0052735A"/>
    <w:rsid w:val="00527AC9"/>
    <w:rsid w:val="00531CB9"/>
    <w:rsid w:val="00532F79"/>
    <w:rsid w:val="005334A9"/>
    <w:rsid w:val="005403D3"/>
    <w:rsid w:val="005406EB"/>
    <w:rsid w:val="00540FAD"/>
    <w:rsid w:val="00545AD1"/>
    <w:rsid w:val="00550664"/>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5596"/>
    <w:rsid w:val="005C732A"/>
    <w:rsid w:val="005C736A"/>
    <w:rsid w:val="005D1608"/>
    <w:rsid w:val="005D1B50"/>
    <w:rsid w:val="005D2C6C"/>
    <w:rsid w:val="005D336A"/>
    <w:rsid w:val="005D3619"/>
    <w:rsid w:val="005D385D"/>
    <w:rsid w:val="005D3C39"/>
    <w:rsid w:val="005D7706"/>
    <w:rsid w:val="005E0049"/>
    <w:rsid w:val="005E1267"/>
    <w:rsid w:val="005E2503"/>
    <w:rsid w:val="005E47F4"/>
    <w:rsid w:val="005F0383"/>
    <w:rsid w:val="005F63AC"/>
    <w:rsid w:val="0060019A"/>
    <w:rsid w:val="00601A8C"/>
    <w:rsid w:val="0060289C"/>
    <w:rsid w:val="00602AFF"/>
    <w:rsid w:val="00605834"/>
    <w:rsid w:val="00606137"/>
    <w:rsid w:val="0061068E"/>
    <w:rsid w:val="006115D3"/>
    <w:rsid w:val="00612EDB"/>
    <w:rsid w:val="00613D3A"/>
    <w:rsid w:val="006146BF"/>
    <w:rsid w:val="006149D2"/>
    <w:rsid w:val="00614E71"/>
    <w:rsid w:val="00615BEC"/>
    <w:rsid w:val="00616EAA"/>
    <w:rsid w:val="00616F81"/>
    <w:rsid w:val="006208DF"/>
    <w:rsid w:val="006327AB"/>
    <w:rsid w:val="006411F1"/>
    <w:rsid w:val="00645371"/>
    <w:rsid w:val="00646A59"/>
    <w:rsid w:val="006501CA"/>
    <w:rsid w:val="00652C01"/>
    <w:rsid w:val="00655976"/>
    <w:rsid w:val="0065610E"/>
    <w:rsid w:val="006606DB"/>
    <w:rsid w:val="00660AD3"/>
    <w:rsid w:val="0066157F"/>
    <w:rsid w:val="00662559"/>
    <w:rsid w:val="0066271F"/>
    <w:rsid w:val="00662818"/>
    <w:rsid w:val="00672F4D"/>
    <w:rsid w:val="006732C6"/>
    <w:rsid w:val="006776B6"/>
    <w:rsid w:val="00680384"/>
    <w:rsid w:val="00686559"/>
    <w:rsid w:val="00687579"/>
    <w:rsid w:val="0069136C"/>
    <w:rsid w:val="00693150"/>
    <w:rsid w:val="00694A12"/>
    <w:rsid w:val="006972D4"/>
    <w:rsid w:val="00697FB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455E"/>
    <w:rsid w:val="006F687F"/>
    <w:rsid w:val="006F70E0"/>
    <w:rsid w:val="00700A8A"/>
    <w:rsid w:val="007020E6"/>
    <w:rsid w:val="007077E5"/>
    <w:rsid w:val="00710723"/>
    <w:rsid w:val="00710D2D"/>
    <w:rsid w:val="007161BD"/>
    <w:rsid w:val="00720802"/>
    <w:rsid w:val="00722BEB"/>
    <w:rsid w:val="00723ED1"/>
    <w:rsid w:val="00724411"/>
    <w:rsid w:val="007254C4"/>
    <w:rsid w:val="0072657E"/>
    <w:rsid w:val="00732944"/>
    <w:rsid w:val="00732A80"/>
    <w:rsid w:val="00733263"/>
    <w:rsid w:val="00733AD8"/>
    <w:rsid w:val="007345FE"/>
    <w:rsid w:val="00735BE7"/>
    <w:rsid w:val="00735F5B"/>
    <w:rsid w:val="00740821"/>
    <w:rsid w:val="00740AB9"/>
    <w:rsid w:val="00740AF5"/>
    <w:rsid w:val="007426F9"/>
    <w:rsid w:val="00742C48"/>
    <w:rsid w:val="00743525"/>
    <w:rsid w:val="00744694"/>
    <w:rsid w:val="00744D42"/>
    <w:rsid w:val="00745555"/>
    <w:rsid w:val="00745B7E"/>
    <w:rsid w:val="00745F94"/>
    <w:rsid w:val="0074647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09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0FD"/>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0F4E"/>
    <w:rsid w:val="00865541"/>
    <w:rsid w:val="00865F5F"/>
    <w:rsid w:val="00872C00"/>
    <w:rsid w:val="00877EEA"/>
    <w:rsid w:val="0088200B"/>
    <w:rsid w:val="008825BA"/>
    <w:rsid w:val="00887F36"/>
    <w:rsid w:val="00890A4F"/>
    <w:rsid w:val="00893DFC"/>
    <w:rsid w:val="00896BAA"/>
    <w:rsid w:val="008975AC"/>
    <w:rsid w:val="008A01EA"/>
    <w:rsid w:val="008A19E2"/>
    <w:rsid w:val="008A23C0"/>
    <w:rsid w:val="008A3568"/>
    <w:rsid w:val="008A3ACD"/>
    <w:rsid w:val="008A4FE4"/>
    <w:rsid w:val="008A57B4"/>
    <w:rsid w:val="008A6999"/>
    <w:rsid w:val="008B2B40"/>
    <w:rsid w:val="008B391B"/>
    <w:rsid w:val="008B4F46"/>
    <w:rsid w:val="008C24A8"/>
    <w:rsid w:val="008C3B2B"/>
    <w:rsid w:val="008C3E94"/>
    <w:rsid w:val="008C4EA5"/>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20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2596"/>
    <w:rsid w:val="00953A4A"/>
    <w:rsid w:val="00953E37"/>
    <w:rsid w:val="00957F1F"/>
    <w:rsid w:val="00962258"/>
    <w:rsid w:val="009625F2"/>
    <w:rsid w:val="009667B1"/>
    <w:rsid w:val="00967398"/>
    <w:rsid w:val="009678B7"/>
    <w:rsid w:val="00971457"/>
    <w:rsid w:val="009717F1"/>
    <w:rsid w:val="0097239D"/>
    <w:rsid w:val="009774EB"/>
    <w:rsid w:val="00980EEF"/>
    <w:rsid w:val="00981A8E"/>
    <w:rsid w:val="0099003A"/>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0373"/>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16D53"/>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861B4"/>
    <w:rsid w:val="00A92D24"/>
    <w:rsid w:val="00A94C2F"/>
    <w:rsid w:val="00A94F0E"/>
    <w:rsid w:val="00A95445"/>
    <w:rsid w:val="00AA4CBB"/>
    <w:rsid w:val="00AA587B"/>
    <w:rsid w:val="00AA65FA"/>
    <w:rsid w:val="00AA6984"/>
    <w:rsid w:val="00AA7351"/>
    <w:rsid w:val="00AB4C63"/>
    <w:rsid w:val="00AB536D"/>
    <w:rsid w:val="00AC3E83"/>
    <w:rsid w:val="00AC41AE"/>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AF78D5"/>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4F18"/>
    <w:rsid w:val="00B8518B"/>
    <w:rsid w:val="00B85A67"/>
    <w:rsid w:val="00B861EA"/>
    <w:rsid w:val="00B90FC2"/>
    <w:rsid w:val="00B93566"/>
    <w:rsid w:val="00B94742"/>
    <w:rsid w:val="00B94F10"/>
    <w:rsid w:val="00B961F9"/>
    <w:rsid w:val="00B97CC3"/>
    <w:rsid w:val="00BA2F47"/>
    <w:rsid w:val="00BB770C"/>
    <w:rsid w:val="00BB7876"/>
    <w:rsid w:val="00BC0405"/>
    <w:rsid w:val="00BC06C4"/>
    <w:rsid w:val="00BC5413"/>
    <w:rsid w:val="00BC56A0"/>
    <w:rsid w:val="00BC5755"/>
    <w:rsid w:val="00BC62DD"/>
    <w:rsid w:val="00BC6856"/>
    <w:rsid w:val="00BC6CFB"/>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5981"/>
    <w:rsid w:val="00C226C0"/>
    <w:rsid w:val="00C22D8F"/>
    <w:rsid w:val="00C23FB5"/>
    <w:rsid w:val="00C24A6A"/>
    <w:rsid w:val="00C2573F"/>
    <w:rsid w:val="00C266C6"/>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E2A6B"/>
    <w:rsid w:val="00CF034F"/>
    <w:rsid w:val="00CF2936"/>
    <w:rsid w:val="00D0273B"/>
    <w:rsid w:val="00D034A0"/>
    <w:rsid w:val="00D0732C"/>
    <w:rsid w:val="00D12130"/>
    <w:rsid w:val="00D12C76"/>
    <w:rsid w:val="00D173CC"/>
    <w:rsid w:val="00D21061"/>
    <w:rsid w:val="00D21543"/>
    <w:rsid w:val="00D21E77"/>
    <w:rsid w:val="00D24AE7"/>
    <w:rsid w:val="00D271D7"/>
    <w:rsid w:val="00D322B7"/>
    <w:rsid w:val="00D328D1"/>
    <w:rsid w:val="00D33D4C"/>
    <w:rsid w:val="00D35AE8"/>
    <w:rsid w:val="00D4108E"/>
    <w:rsid w:val="00D4656A"/>
    <w:rsid w:val="00D47647"/>
    <w:rsid w:val="00D51539"/>
    <w:rsid w:val="00D521D0"/>
    <w:rsid w:val="00D53BF5"/>
    <w:rsid w:val="00D55077"/>
    <w:rsid w:val="00D6163D"/>
    <w:rsid w:val="00D61BB3"/>
    <w:rsid w:val="00D67D3D"/>
    <w:rsid w:val="00D721BE"/>
    <w:rsid w:val="00D755BD"/>
    <w:rsid w:val="00D76576"/>
    <w:rsid w:val="00D771F6"/>
    <w:rsid w:val="00D77F10"/>
    <w:rsid w:val="00D80E63"/>
    <w:rsid w:val="00D82632"/>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1800"/>
    <w:rsid w:val="00DB2B1C"/>
    <w:rsid w:val="00DB333A"/>
    <w:rsid w:val="00DB5245"/>
    <w:rsid w:val="00DB5880"/>
    <w:rsid w:val="00DB58AA"/>
    <w:rsid w:val="00DB60B6"/>
    <w:rsid w:val="00DB6450"/>
    <w:rsid w:val="00DC31D8"/>
    <w:rsid w:val="00DC430B"/>
    <w:rsid w:val="00DC55C8"/>
    <w:rsid w:val="00DC60F1"/>
    <w:rsid w:val="00DD10A4"/>
    <w:rsid w:val="00DD22E7"/>
    <w:rsid w:val="00DD3D78"/>
    <w:rsid w:val="00DD46F3"/>
    <w:rsid w:val="00DD5E70"/>
    <w:rsid w:val="00DE3429"/>
    <w:rsid w:val="00DE39FF"/>
    <w:rsid w:val="00DE51A5"/>
    <w:rsid w:val="00DE56F2"/>
    <w:rsid w:val="00DE7B5C"/>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0BE4"/>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2A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6EE"/>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5522"/>
    <w:rsid w:val="00FB134A"/>
    <w:rsid w:val="00FB5DE8"/>
    <w:rsid w:val="00FB6342"/>
    <w:rsid w:val="00FB6C97"/>
    <w:rsid w:val="00FC3C9B"/>
    <w:rsid w:val="00FC6389"/>
    <w:rsid w:val="00FC6B75"/>
    <w:rsid w:val="00FD0503"/>
    <w:rsid w:val="00FD55A7"/>
    <w:rsid w:val="00FD5F18"/>
    <w:rsid w:val="00FE22C4"/>
    <w:rsid w:val="00FE5309"/>
    <w:rsid w:val="00FE5F22"/>
    <w:rsid w:val="00FE69DC"/>
    <w:rsid w:val="00FE6AEC"/>
    <w:rsid w:val="00FE6D68"/>
    <w:rsid w:val="00FE74F5"/>
    <w:rsid w:val="00FF3239"/>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dernizace.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jaluvk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etonserver.cz/skladky-suti-recyklace/recyklacni-centr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53"/>
    <w:rsid w:val="00001D91"/>
    <w:rsid w:val="00043095"/>
    <w:rsid w:val="00082D50"/>
    <w:rsid w:val="00180153"/>
    <w:rsid w:val="00182DEA"/>
    <w:rsid w:val="001A0BDC"/>
    <w:rsid w:val="001F0177"/>
    <w:rsid w:val="001F61B6"/>
    <w:rsid w:val="00204520"/>
    <w:rsid w:val="0022554F"/>
    <w:rsid w:val="00256AC1"/>
    <w:rsid w:val="00290B97"/>
    <w:rsid w:val="002D74B9"/>
    <w:rsid w:val="002E448E"/>
    <w:rsid w:val="003D1CE3"/>
    <w:rsid w:val="00553D37"/>
    <w:rsid w:val="005A5A36"/>
    <w:rsid w:val="005B1DD6"/>
    <w:rsid w:val="005C446F"/>
    <w:rsid w:val="005F3872"/>
    <w:rsid w:val="006257D2"/>
    <w:rsid w:val="00641106"/>
    <w:rsid w:val="007263AB"/>
    <w:rsid w:val="007A54EE"/>
    <w:rsid w:val="007C04C2"/>
    <w:rsid w:val="007C185D"/>
    <w:rsid w:val="008417F1"/>
    <w:rsid w:val="0088762F"/>
    <w:rsid w:val="008F69B2"/>
    <w:rsid w:val="00913853"/>
    <w:rsid w:val="00A13EDF"/>
    <w:rsid w:val="00A255A8"/>
    <w:rsid w:val="00A57052"/>
    <w:rsid w:val="00A57B8D"/>
    <w:rsid w:val="00A6314C"/>
    <w:rsid w:val="00A66753"/>
    <w:rsid w:val="00A7139D"/>
    <w:rsid w:val="00B00FA3"/>
    <w:rsid w:val="00B16F27"/>
    <w:rsid w:val="00B30CC9"/>
    <w:rsid w:val="00B51284"/>
    <w:rsid w:val="00B642BC"/>
    <w:rsid w:val="00BF7EAF"/>
    <w:rsid w:val="00C4354E"/>
    <w:rsid w:val="00C710FC"/>
    <w:rsid w:val="00CF3DC6"/>
    <w:rsid w:val="00D60657"/>
    <w:rsid w:val="00DA36A4"/>
    <w:rsid w:val="00EA225F"/>
    <w:rsid w:val="00EC1FE9"/>
    <w:rsid w:val="00F56CC5"/>
    <w:rsid w:val="00F72E8C"/>
    <w:rsid w:val="00FA0ECB"/>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80153"/>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645AE4F-5560-4F06-84E2-2DC7EE67C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Template>
  <TotalTime>86</TotalTime>
  <Pages>18</Pages>
  <Words>7470</Words>
  <Characters>44074</Characters>
  <Application>Microsoft Office Word</Application>
  <DocSecurity>0</DocSecurity>
  <Lines>367</Lines>
  <Paragraphs>102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51442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Bauerová Pavlína</cp:lastModifiedBy>
  <cp:revision>8</cp:revision>
  <cp:lastPrinted>2023-02-06T13:26:00Z</cp:lastPrinted>
  <dcterms:created xsi:type="dcterms:W3CDTF">2023-11-27T09:52:00Z</dcterms:created>
  <dcterms:modified xsi:type="dcterms:W3CDTF">2023-12-04T13:02:00Z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